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5426" w:rsidRPr="00E8703A" w:rsidRDefault="00635426" w:rsidP="0055751A">
      <w:pPr>
        <w:rPr>
          <w:rFonts w:ascii="Times New Roman" w:hAnsi="Times New Roman"/>
          <w:b/>
          <w:sz w:val="24"/>
          <w:szCs w:val="24"/>
        </w:rPr>
      </w:pPr>
      <w:r w:rsidRPr="00E8703A">
        <w:rPr>
          <w:rFonts w:ascii="Times New Roman" w:hAnsi="Times New Roman"/>
          <w:b/>
          <w:sz w:val="24"/>
          <w:szCs w:val="24"/>
        </w:rPr>
        <w:object w:dxaOrig="9180" w:dyaOrig="118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0pt;height:582pt" o:ole="">
            <v:imagedata r:id="rId6" o:title=""/>
          </v:shape>
          <o:OLEObject Type="Embed" ProgID="AcroExch.Document.DC" ShapeID="_x0000_i1025" DrawAspect="Content" ObjectID="_1759139679" r:id="rId7"/>
        </w:object>
      </w:r>
    </w:p>
    <w:p w:rsidR="00635426" w:rsidRDefault="00635426" w:rsidP="0055751A">
      <w:pPr>
        <w:rPr>
          <w:rFonts w:ascii="Times New Roman" w:hAnsi="Times New Roman"/>
          <w:b/>
          <w:sz w:val="24"/>
          <w:szCs w:val="24"/>
        </w:rPr>
      </w:pPr>
    </w:p>
    <w:p w:rsidR="00635426" w:rsidRDefault="00635426" w:rsidP="0055751A">
      <w:pPr>
        <w:rPr>
          <w:rFonts w:ascii="Times New Roman" w:hAnsi="Times New Roman"/>
          <w:b/>
          <w:sz w:val="24"/>
          <w:szCs w:val="24"/>
        </w:rPr>
      </w:pPr>
    </w:p>
    <w:p w:rsidR="00635426" w:rsidRDefault="00635426" w:rsidP="0055751A">
      <w:pPr>
        <w:rPr>
          <w:rFonts w:ascii="Times New Roman" w:hAnsi="Times New Roman"/>
          <w:b/>
          <w:sz w:val="24"/>
          <w:szCs w:val="24"/>
        </w:rPr>
      </w:pPr>
    </w:p>
    <w:p w:rsidR="00635426" w:rsidRDefault="00635426" w:rsidP="0055751A">
      <w:pPr>
        <w:rPr>
          <w:rFonts w:ascii="Times New Roman" w:hAnsi="Times New Roman"/>
          <w:b/>
          <w:sz w:val="24"/>
          <w:szCs w:val="24"/>
        </w:rPr>
      </w:pPr>
    </w:p>
    <w:p w:rsidR="00635426" w:rsidRDefault="00635426" w:rsidP="0055751A">
      <w:pPr>
        <w:rPr>
          <w:rFonts w:ascii="Times New Roman" w:hAnsi="Times New Roman"/>
          <w:b/>
          <w:sz w:val="24"/>
          <w:szCs w:val="24"/>
        </w:rPr>
      </w:pPr>
    </w:p>
    <w:p w:rsidR="00635426" w:rsidRDefault="00635426" w:rsidP="0055751A">
      <w:pPr>
        <w:rPr>
          <w:rFonts w:ascii="Times New Roman" w:hAnsi="Times New Roman"/>
          <w:b/>
          <w:sz w:val="24"/>
          <w:szCs w:val="24"/>
        </w:rPr>
      </w:pPr>
    </w:p>
    <w:p w:rsidR="00635426" w:rsidRDefault="00635426" w:rsidP="0055751A">
      <w:pPr>
        <w:rPr>
          <w:rFonts w:ascii="Times New Roman" w:hAnsi="Times New Roman"/>
          <w:b/>
          <w:sz w:val="24"/>
          <w:szCs w:val="24"/>
        </w:rPr>
      </w:pPr>
    </w:p>
    <w:p w:rsidR="00635426" w:rsidRDefault="00635426" w:rsidP="0055751A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Пояснительная записка</w:t>
      </w:r>
    </w:p>
    <w:p w:rsidR="00635426" w:rsidRPr="0055751A" w:rsidRDefault="00635426" w:rsidP="0055751A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   рабочей программе внеурочной деятельности «Занимательная география»</w:t>
      </w:r>
    </w:p>
    <w:p w:rsidR="00635426" w:rsidRDefault="00635426">
      <w:pPr>
        <w:spacing w:line="360" w:lineRule="auto"/>
        <w:ind w:firstLine="900"/>
        <w:jc w:val="both"/>
      </w:pPr>
      <w:r>
        <w:rPr>
          <w:rFonts w:ascii="Times New Roman" w:hAnsi="Times New Roman"/>
          <w:sz w:val="24"/>
          <w:szCs w:val="24"/>
        </w:rPr>
        <w:t>Программа внеурочной деятельности «Занимательная география» направлена на формирование  интереса к предмету, умений решения не стандартных заданий повышенной сложности, т.к. в настоящее время снижен интерес к предмету  В значительной степени это объясняется тем, что на уроках географии учащиеся имеют недостаточно возможностей для тренировки коммуникативного умения как в устной, так и в письменной формах. Поэтому  даже выпускники с хорошим в целом уровнем подготовки не умеют четко, географически грамотно излагать свои мысли. Богатое содержание курса географии предоставляет большие возможности для организации разнообразной деятельности, как на уроке, так и внеурочное время. Внеклассная работа способствует улучшению учебной мотивации и развитию познавательных интересов учащихся. Соединение практической и интеллектуальной деятельности способствует умственному развитию учащихся, является средством укрепления здоровья и рационального использования свободного времени, воспитывает культуру интеллектуального труда, формируется  потребность применять знания в повседневной</w:t>
      </w:r>
      <w:r>
        <w:rPr>
          <w:rFonts w:ascii="Times New Roman" w:hAnsi="Times New Roman"/>
          <w:color w:val="FF000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жизни. </w:t>
      </w:r>
    </w:p>
    <w:p w:rsidR="00635426" w:rsidRDefault="00635426">
      <w:pPr>
        <w:spacing w:after="0" w:line="360" w:lineRule="auto"/>
      </w:pPr>
      <w:r>
        <w:rPr>
          <w:rFonts w:ascii="Times New Roman" w:hAnsi="Times New Roman"/>
          <w:b/>
          <w:sz w:val="24"/>
          <w:szCs w:val="24"/>
        </w:rPr>
        <w:t>Новизна  предлагаемой программы</w:t>
      </w:r>
      <w:r>
        <w:rPr>
          <w:rFonts w:ascii="Times New Roman" w:hAnsi="Times New Roman"/>
          <w:sz w:val="24"/>
          <w:szCs w:val="24"/>
        </w:rPr>
        <w:t>:</w:t>
      </w:r>
    </w:p>
    <w:p w:rsidR="00635426" w:rsidRDefault="00635426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Программа соответствует целям и задачам ФГОС общего образования второго поколения. Это комплексная программа формирования знаний, установок, личностных ориентиров, которая обеспечивает формирование регулятивных, познавательных, коммуникативных и личностных универсальных действий.</w:t>
      </w:r>
    </w:p>
    <w:p w:rsidR="00635426" w:rsidRDefault="00635426">
      <w:pPr>
        <w:spacing w:after="0" w:line="36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Педагогическая целесообразность:</w:t>
      </w:r>
    </w:p>
    <w:p w:rsidR="00635426" w:rsidRDefault="00635426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Состоит в том, что в её содержание внесены темы, которые не изучается учащимися в рамках образовательной программы, или идут в разделе «А теперь более сложные вопросы» </w:t>
      </w:r>
    </w:p>
    <w:p w:rsidR="00635426" w:rsidRDefault="00635426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Эффективным, для  развития детей, является введение нового теоретического  материала, которое вызвано требованиями социализации обучающихся.</w:t>
      </w:r>
    </w:p>
    <w:p w:rsidR="00635426" w:rsidRDefault="00635426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Программа разработана с учетом современных образовательных технологий, которые отражаются в:</w:t>
      </w:r>
    </w:p>
    <w:p w:rsidR="00635426" w:rsidRDefault="00635426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формах и методах обучения (дифференцированное обучение, занятия, конкурсы, экскурсии);</w:t>
      </w:r>
    </w:p>
    <w:p w:rsidR="00635426" w:rsidRDefault="00635426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принципах обучения (индивидуальность, доступность, преемственность, результативность);</w:t>
      </w:r>
    </w:p>
    <w:p w:rsidR="00635426" w:rsidRDefault="00635426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методах контроля (тестирование, анализ результатов конкурсов).</w:t>
      </w:r>
    </w:p>
    <w:p w:rsidR="00635426" w:rsidRDefault="00635426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средствах  обучения (карты, атласы, глобус, энциклопедии и др.)  </w:t>
      </w:r>
    </w:p>
    <w:p w:rsidR="00635426" w:rsidRDefault="00635426">
      <w:pPr>
        <w:spacing w:after="0" w:line="36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Цели:  </w:t>
      </w:r>
    </w:p>
    <w:p w:rsidR="00635426" w:rsidRDefault="0063542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Освоение знаний об основных географических понятиях, </w:t>
      </w:r>
    </w:p>
    <w:p w:rsidR="00635426" w:rsidRDefault="0063542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овладение умением решения заданий повышенной сложности.</w:t>
      </w:r>
    </w:p>
    <w:p w:rsidR="00635426" w:rsidRDefault="00635426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- развитие познавательных интересов, самостоятельного приобретения новых знаний;</w:t>
      </w:r>
    </w:p>
    <w:p w:rsidR="00635426" w:rsidRDefault="00635426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Воспитание любви к предмету, экологической культуры,  бережного отношения к окружающей среде.</w:t>
      </w:r>
    </w:p>
    <w:p w:rsidR="00635426" w:rsidRDefault="00635426">
      <w:pPr>
        <w:spacing w:line="360" w:lineRule="auto"/>
        <w:jc w:val="both"/>
      </w:pPr>
      <w:r>
        <w:rPr>
          <w:rFonts w:ascii="Times New Roman" w:hAnsi="Times New Roman"/>
          <w:b/>
          <w:sz w:val="24"/>
          <w:szCs w:val="24"/>
        </w:rPr>
        <w:t>Задачи: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: </w:t>
      </w:r>
    </w:p>
    <w:p w:rsidR="00635426" w:rsidRDefault="00635426">
      <w:pPr>
        <w:spacing w:after="0" w:line="360" w:lineRule="auto"/>
        <w:ind w:left="993"/>
        <w:jc w:val="both"/>
      </w:pPr>
      <w:r>
        <w:rPr>
          <w:rFonts w:ascii="Times New Roman" w:hAnsi="Times New Roman"/>
          <w:sz w:val="24"/>
          <w:szCs w:val="24"/>
        </w:rPr>
        <w:t>1.Создание условий для освоения учащимися навыков самостоятельной творческой деятельности при выполнении заданий повышенного уровня сложности.</w:t>
      </w:r>
    </w:p>
    <w:p w:rsidR="00635426" w:rsidRDefault="00635426">
      <w:pPr>
        <w:spacing w:after="0" w:line="360" w:lineRule="auto"/>
        <w:ind w:left="993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2.Формирование умения школьников работы с источниками географической информации;</w:t>
      </w:r>
    </w:p>
    <w:p w:rsidR="00635426" w:rsidRDefault="00635426">
      <w:pPr>
        <w:spacing w:after="0" w:line="360" w:lineRule="auto"/>
        <w:ind w:left="993"/>
        <w:jc w:val="both"/>
      </w:pPr>
      <w:r>
        <w:rPr>
          <w:rFonts w:ascii="Times New Roman" w:hAnsi="Times New Roman"/>
          <w:sz w:val="24"/>
          <w:szCs w:val="24"/>
        </w:rPr>
        <w:t>3.Формирование навыка исследовательской деятельности при решении проблемных вопросов географии;</w:t>
      </w:r>
    </w:p>
    <w:p w:rsidR="00635426" w:rsidRDefault="00635426">
      <w:pPr>
        <w:spacing w:after="0" w:line="360" w:lineRule="auto"/>
        <w:ind w:left="993"/>
        <w:jc w:val="both"/>
      </w:pPr>
      <w:r>
        <w:rPr>
          <w:rFonts w:ascii="Times New Roman" w:hAnsi="Times New Roman"/>
          <w:sz w:val="24"/>
          <w:szCs w:val="24"/>
        </w:rPr>
        <w:t>4.Воспитание географической культуры школьников.</w:t>
      </w:r>
    </w:p>
    <w:p w:rsidR="00635426" w:rsidRDefault="00635426">
      <w:pPr>
        <w:spacing w:line="360" w:lineRule="auto"/>
        <w:jc w:val="both"/>
      </w:pPr>
      <w:r>
        <w:rPr>
          <w:rFonts w:ascii="Times New Roman" w:hAnsi="Times New Roman"/>
          <w:sz w:val="24"/>
          <w:szCs w:val="24"/>
        </w:rPr>
        <w:t>Программа «Занимательная география» рассчитана на 34 часа, из расчета - 1 час в неделю. Программа факультатива рассчитана на учащихся 6-го класса.</w:t>
      </w:r>
    </w:p>
    <w:p w:rsidR="00635426" w:rsidRDefault="00635426">
      <w:pPr>
        <w:spacing w:line="360" w:lineRule="auto"/>
        <w:ind w:firstLine="600"/>
        <w:jc w:val="both"/>
      </w:pPr>
      <w:r>
        <w:rPr>
          <w:rFonts w:ascii="Times New Roman" w:hAnsi="Times New Roman"/>
          <w:sz w:val="24"/>
          <w:szCs w:val="24"/>
        </w:rPr>
        <w:t xml:space="preserve">Программа предусматривает формирование у учащихся общеучебных умений и навыков, универсальных способов деятельности и </w:t>
      </w:r>
      <w:r>
        <w:rPr>
          <w:rFonts w:ascii="Times New Roman" w:hAnsi="Times New Roman"/>
          <w:b/>
          <w:sz w:val="24"/>
          <w:szCs w:val="24"/>
        </w:rPr>
        <w:t>ключевых надпредметных компетенций.</w:t>
      </w:r>
      <w:r>
        <w:rPr>
          <w:rFonts w:ascii="Times New Roman" w:hAnsi="Times New Roman"/>
          <w:sz w:val="24"/>
          <w:szCs w:val="24"/>
        </w:rPr>
        <w:t xml:space="preserve"> В этом направлении приоритетами для программы факультатива являются: </w:t>
      </w:r>
    </w:p>
    <w:p w:rsidR="00635426" w:rsidRDefault="0063542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-формировать у учащихся навыки решения заданий повышенной сложности;</w:t>
      </w:r>
    </w:p>
    <w:p w:rsidR="00635426" w:rsidRDefault="0063542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-обеспечить условия для раскрытия творческих способностей учащихся, повышения качества подготовки учащихся по предмету.</w:t>
      </w:r>
    </w:p>
    <w:p w:rsidR="00635426" w:rsidRDefault="00635426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отрабатывать у обучающихся понимание общественной потребности в географических знаниях;</w:t>
      </w:r>
    </w:p>
    <w:p w:rsidR="00635426" w:rsidRDefault="00635426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формировать у них отношение к географии как возможной области будущей практической деятельности;</w:t>
      </w:r>
    </w:p>
    <w:p w:rsidR="00635426" w:rsidRDefault="00635426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Отличительной особенностью данной программы от уже существующих образовательных программ является содержательный аспект: на занятиях кружка обучающиеся имеют возможность в полном объеме получать знания, которые им необходимы для жизни и деятельности.</w:t>
      </w:r>
    </w:p>
    <w:p w:rsidR="00635426" w:rsidRDefault="00635426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Эта программа объединила в себе теоретические сведения из области географии, биологии, истории, демографии, агроклиматологии. Данная интеграция помогает сформировать у обучающихся целостное восприятие окружающего мира, выработать собственную точку зрения на важнейшие проблемы, найти свое место в жизни</w:t>
      </w:r>
    </w:p>
    <w:p w:rsidR="00635426" w:rsidRDefault="00635426">
      <w:pPr>
        <w:spacing w:line="36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Направленность предлагаемого курса:</w:t>
      </w:r>
    </w:p>
    <w:p w:rsidR="00635426" w:rsidRDefault="00635426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-по содержанию: предметная</w:t>
      </w:r>
    </w:p>
    <w:p w:rsidR="00635426" w:rsidRDefault="00635426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-по функциональному предназначению:  учебно-познавательная</w:t>
      </w:r>
    </w:p>
    <w:p w:rsidR="00635426" w:rsidRDefault="00635426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-по форме организации:  факультативная</w:t>
      </w:r>
    </w:p>
    <w:p w:rsidR="00635426" w:rsidRDefault="00635426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-по времени реализации:  годичная</w:t>
      </w:r>
    </w:p>
    <w:p w:rsidR="00635426" w:rsidRDefault="00635426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Программа  факультатива предусмотрена на один год обучения. По расписанию занятия проводятся по 45  минут. Основной формой организации образовательного процесса  является групповое занятие. </w:t>
      </w:r>
    </w:p>
    <w:p w:rsidR="00635426" w:rsidRDefault="00635426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635426" w:rsidRDefault="00635426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Ожидаемые результаты:</w:t>
      </w:r>
    </w:p>
    <w:p w:rsidR="00635426" w:rsidRDefault="00635426">
      <w:pPr>
        <w:spacing w:after="0" w:line="360" w:lineRule="auto"/>
        <w:jc w:val="both"/>
      </w:pPr>
      <w:r>
        <w:rPr>
          <w:rFonts w:ascii="Times New Roman" w:hAnsi="Times New Roman"/>
          <w:b/>
          <w:sz w:val="24"/>
          <w:szCs w:val="24"/>
          <w:u w:val="single"/>
        </w:rPr>
        <w:t xml:space="preserve"> Предметным результатом</w:t>
      </w:r>
      <w:r>
        <w:rPr>
          <w:rFonts w:ascii="Times New Roman" w:hAnsi="Times New Roman"/>
          <w:sz w:val="24"/>
          <w:szCs w:val="24"/>
        </w:rPr>
        <w:t xml:space="preserve"> освоения программы «Занимательная география» является:</w:t>
      </w:r>
    </w:p>
    <w:p w:rsidR="00635426" w:rsidRDefault="00635426">
      <w:pPr>
        <w:spacing w:after="0" w:line="360" w:lineRule="auto"/>
        <w:jc w:val="both"/>
      </w:pPr>
      <w:r>
        <w:rPr>
          <w:rFonts w:ascii="Times New Roman" w:hAnsi="Times New Roman"/>
          <w:b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 xml:space="preserve"> умение работать с разными источниками географической информации;</w:t>
      </w:r>
    </w:p>
    <w:p w:rsidR="00635426" w:rsidRDefault="0063542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-умение выделять, описывать и объяснять существенные признаки географических объектов и явлений.</w:t>
      </w:r>
    </w:p>
    <w:p w:rsidR="00635426" w:rsidRDefault="00635426">
      <w:pPr>
        <w:spacing w:after="0" w:line="360" w:lineRule="auto"/>
        <w:jc w:val="both"/>
      </w:pPr>
      <w:r>
        <w:rPr>
          <w:rFonts w:ascii="Times New Roman" w:hAnsi="Times New Roman"/>
          <w:b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 xml:space="preserve"> картографическая грамотность;</w:t>
      </w:r>
    </w:p>
    <w:p w:rsidR="00635426" w:rsidRDefault="0063542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- умение устанавливать причинно-следственные связи, вести мониторинг  за объектами, процессами и явлениями географической среды, их изменениями в результате природных и антропогенных воздействий, оценивать их последствия.</w:t>
      </w:r>
    </w:p>
    <w:p w:rsidR="00635426" w:rsidRDefault="0063542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умение применять географические знания в повседневной жизни для объяснения и оценки разнообразных явлений и процессов, адаптации к условиям проживания;</w:t>
      </w:r>
    </w:p>
    <w:p w:rsidR="00635426" w:rsidRDefault="0063542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- умение соблюдать меры безопасности в случае природных стихийных бедствий и техногенных катастроф;</w:t>
      </w:r>
    </w:p>
    <w:p w:rsidR="00635426" w:rsidRDefault="0063542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умение составлять географический прогноз.</w:t>
      </w:r>
    </w:p>
    <w:p w:rsidR="00635426" w:rsidRDefault="00635426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635426" w:rsidRDefault="00635426">
      <w:pPr>
        <w:spacing w:after="0" w:line="360" w:lineRule="auto"/>
      </w:pPr>
      <w:r>
        <w:rPr>
          <w:rFonts w:ascii="Times New Roman" w:hAnsi="Times New Roman"/>
          <w:b/>
          <w:sz w:val="24"/>
          <w:szCs w:val="24"/>
          <w:u w:val="single"/>
        </w:rPr>
        <w:t>Метапредметные результаты</w:t>
      </w:r>
      <w:r>
        <w:rPr>
          <w:rFonts w:ascii="Times New Roman" w:hAnsi="Times New Roman"/>
          <w:sz w:val="24"/>
          <w:szCs w:val="24"/>
        </w:rPr>
        <w:t xml:space="preserve"> заключаются в формировании и развитии познавательных интересов, интеллектуальных и творческих способностей обучающихся;</w:t>
      </w:r>
    </w:p>
    <w:p w:rsidR="00635426" w:rsidRDefault="00635426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способностью к самостоятельному приобретению новых знаний и практических умений, умения управлять своей  учебной  деятельностью.</w:t>
      </w:r>
    </w:p>
    <w:p w:rsidR="00635426" w:rsidRDefault="00635426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умение вести самостоятельный поиск, анализ, отбор информации, ее преобразование, сохранение, передачу и презентацию с помощью технических средств и информационных технологий.</w:t>
      </w:r>
    </w:p>
    <w:p w:rsidR="00635426" w:rsidRDefault="00635426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умение взаимодействия с людьми, работать в коллективах с выполнением различных социальных ролей, представлять себя, вести дискуссию;</w:t>
      </w:r>
    </w:p>
    <w:p w:rsidR="00635426" w:rsidRDefault="00635426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умение ориентироваться в окружающем мире, выбирать целевые и смысловые установки в своих действиях и поступках, принимать решения.</w:t>
      </w:r>
    </w:p>
    <w:p w:rsidR="00635426" w:rsidRDefault="00635426">
      <w:pPr>
        <w:spacing w:line="36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Личностным результатом</w:t>
      </w:r>
      <w:r>
        <w:rPr>
          <w:rFonts w:ascii="Times New Roman" w:hAnsi="Times New Roman"/>
          <w:sz w:val="24"/>
          <w:szCs w:val="24"/>
        </w:rPr>
        <w:t xml:space="preserve"> обучающихся по программе факультатива «Занимательная география» является формирование всесторонне образованной, инициативной и успешной личности, обладающей системой современных мировоззренческих взглядов, ценностных  ориентаций, идейно-нравственных, культурных и этнических принципов и норм поведения.</w:t>
      </w:r>
    </w:p>
    <w:p w:rsidR="00635426" w:rsidRDefault="00635426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-эмоционально-ценностное отношение к окружающей среде, необходимости ее сохранения и рационального использования;</w:t>
      </w:r>
    </w:p>
    <w:p w:rsidR="00635426" w:rsidRDefault="00635426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патриотизм, любовь к своей местности, своей стране;</w:t>
      </w:r>
    </w:p>
    <w:p w:rsidR="00635426" w:rsidRDefault="00635426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уважение к истории, культуре, национальным особенностям, традициям и образу жизни людей, толерантность.</w:t>
      </w:r>
    </w:p>
    <w:p w:rsidR="00635426" w:rsidRDefault="00635426">
      <w:p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Образовательные результаты</w:t>
      </w:r>
      <w:r>
        <w:rPr>
          <w:rFonts w:ascii="Times New Roman" w:hAnsi="Times New Roman"/>
          <w:sz w:val="24"/>
          <w:szCs w:val="24"/>
        </w:rPr>
        <w:t xml:space="preserve"> предусматривают :-овладение системой географических знаний и умений практической направленности; навыками их применения в различных жизненных ситуациях.</w:t>
      </w:r>
    </w:p>
    <w:p w:rsidR="00635426" w:rsidRDefault="00635426">
      <w:pPr>
        <w:spacing w:line="360" w:lineRule="auto"/>
        <w:rPr>
          <w:rFonts w:ascii="Times New Roman" w:hAnsi="Times New Roman"/>
          <w:b/>
          <w:sz w:val="24"/>
          <w:szCs w:val="24"/>
        </w:rPr>
      </w:pPr>
    </w:p>
    <w:p w:rsidR="00635426" w:rsidRDefault="00635426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Место учебного курса в учебном плане школы.</w:t>
      </w:r>
    </w:p>
    <w:p w:rsidR="00635426" w:rsidRDefault="00635426">
      <w:pPr>
        <w:spacing w:line="36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Рабочая программа  внеурочного  курса «Занимательная география» для учащихся 6 класса рассчитан на 34 ч. в год (1 час в неделю).В программе предусмотрены как теоретические занятия , так и практические работы в том числе на местности. В процессе изучения курса формируются знания и умения работы с картой, умения сравнивать и  анализировать материалы, расширяет кругозор, прививает любовь к родному краю. </w:t>
      </w:r>
    </w:p>
    <w:p w:rsidR="00635426" w:rsidRDefault="00635426">
      <w:pPr>
        <w:spacing w:line="360" w:lineRule="auto"/>
        <w:rPr>
          <w:rFonts w:ascii="Times New Roman" w:hAnsi="Times New Roman"/>
          <w:b/>
          <w:sz w:val="28"/>
          <w:szCs w:val="28"/>
        </w:rPr>
      </w:pPr>
    </w:p>
    <w:p w:rsidR="00635426" w:rsidRDefault="00635426">
      <w:pPr>
        <w:spacing w:line="360" w:lineRule="auto"/>
        <w:rPr>
          <w:rFonts w:ascii="Times New Roman" w:hAnsi="Times New Roman"/>
          <w:b/>
          <w:sz w:val="28"/>
          <w:szCs w:val="28"/>
        </w:rPr>
      </w:pPr>
    </w:p>
    <w:p w:rsidR="00635426" w:rsidRDefault="00635426">
      <w:pPr>
        <w:spacing w:line="360" w:lineRule="auto"/>
        <w:rPr>
          <w:rFonts w:ascii="Times New Roman" w:hAnsi="Times New Roman"/>
          <w:b/>
          <w:sz w:val="28"/>
          <w:szCs w:val="28"/>
        </w:rPr>
      </w:pPr>
    </w:p>
    <w:p w:rsidR="00635426" w:rsidRDefault="00635426">
      <w:pPr>
        <w:spacing w:line="360" w:lineRule="auto"/>
        <w:rPr>
          <w:rFonts w:ascii="Times New Roman" w:hAnsi="Times New Roman"/>
          <w:b/>
          <w:sz w:val="28"/>
          <w:szCs w:val="28"/>
        </w:rPr>
      </w:pPr>
    </w:p>
    <w:p w:rsidR="00635426" w:rsidRDefault="00635426">
      <w:pPr>
        <w:spacing w:line="360" w:lineRule="auto"/>
        <w:rPr>
          <w:rFonts w:ascii="Times New Roman" w:hAnsi="Times New Roman"/>
          <w:b/>
          <w:sz w:val="28"/>
          <w:szCs w:val="28"/>
        </w:rPr>
      </w:pPr>
    </w:p>
    <w:p w:rsidR="00635426" w:rsidRDefault="00635426">
      <w:pPr>
        <w:spacing w:line="360" w:lineRule="auto"/>
        <w:rPr>
          <w:rFonts w:ascii="Times New Roman" w:hAnsi="Times New Roman"/>
          <w:b/>
          <w:sz w:val="28"/>
          <w:szCs w:val="28"/>
        </w:rPr>
      </w:pPr>
    </w:p>
    <w:p w:rsidR="00635426" w:rsidRDefault="00635426">
      <w:pPr>
        <w:spacing w:line="360" w:lineRule="auto"/>
        <w:rPr>
          <w:rFonts w:ascii="Times New Roman" w:hAnsi="Times New Roman"/>
          <w:b/>
          <w:sz w:val="28"/>
          <w:szCs w:val="28"/>
        </w:rPr>
      </w:pPr>
    </w:p>
    <w:p w:rsidR="00635426" w:rsidRDefault="00635426">
      <w:pPr>
        <w:spacing w:line="360" w:lineRule="auto"/>
        <w:rPr>
          <w:rFonts w:ascii="Times New Roman" w:hAnsi="Times New Roman"/>
          <w:b/>
          <w:sz w:val="28"/>
          <w:szCs w:val="28"/>
        </w:rPr>
      </w:pPr>
    </w:p>
    <w:p w:rsidR="00635426" w:rsidRDefault="00635426">
      <w:pPr>
        <w:spacing w:line="360" w:lineRule="auto"/>
        <w:rPr>
          <w:rFonts w:ascii="Times New Roman" w:hAnsi="Times New Roman"/>
          <w:b/>
          <w:sz w:val="28"/>
          <w:szCs w:val="28"/>
        </w:rPr>
      </w:pPr>
    </w:p>
    <w:p w:rsidR="00635426" w:rsidRDefault="00635426">
      <w:pPr>
        <w:spacing w:line="360" w:lineRule="auto"/>
        <w:rPr>
          <w:rFonts w:ascii="Times New Roman" w:hAnsi="Times New Roman"/>
          <w:b/>
          <w:sz w:val="28"/>
          <w:szCs w:val="28"/>
        </w:rPr>
      </w:pPr>
    </w:p>
    <w:p w:rsidR="00635426" w:rsidRDefault="00635426">
      <w:pPr>
        <w:spacing w:line="360" w:lineRule="auto"/>
        <w:rPr>
          <w:rFonts w:ascii="Times New Roman" w:hAnsi="Times New Roman"/>
          <w:b/>
          <w:sz w:val="28"/>
          <w:szCs w:val="28"/>
        </w:rPr>
      </w:pPr>
    </w:p>
    <w:p w:rsidR="00635426" w:rsidRDefault="00635426">
      <w:pPr>
        <w:spacing w:line="360" w:lineRule="auto"/>
        <w:rPr>
          <w:rFonts w:ascii="Times New Roman" w:hAnsi="Times New Roman"/>
          <w:b/>
          <w:sz w:val="28"/>
          <w:szCs w:val="28"/>
        </w:rPr>
      </w:pPr>
    </w:p>
    <w:p w:rsidR="00635426" w:rsidRDefault="00635426">
      <w:pPr>
        <w:spacing w:line="360" w:lineRule="auto"/>
        <w:rPr>
          <w:rFonts w:ascii="Times New Roman" w:hAnsi="Times New Roman"/>
          <w:b/>
          <w:sz w:val="28"/>
          <w:szCs w:val="28"/>
        </w:rPr>
      </w:pPr>
    </w:p>
    <w:p w:rsidR="00635426" w:rsidRDefault="00635426">
      <w:pPr>
        <w:spacing w:line="360" w:lineRule="auto"/>
        <w:rPr>
          <w:rFonts w:ascii="Times New Roman" w:hAnsi="Times New Roman"/>
          <w:b/>
          <w:sz w:val="28"/>
          <w:szCs w:val="28"/>
        </w:rPr>
      </w:pPr>
    </w:p>
    <w:p w:rsidR="00635426" w:rsidRDefault="00635426">
      <w:pPr>
        <w:spacing w:line="360" w:lineRule="auto"/>
        <w:jc w:val="center"/>
      </w:pPr>
    </w:p>
    <w:p w:rsidR="00635426" w:rsidRDefault="00635426">
      <w:pPr>
        <w:spacing w:line="360" w:lineRule="auto"/>
        <w:jc w:val="center"/>
      </w:pPr>
    </w:p>
    <w:p w:rsidR="00635426" w:rsidRDefault="00635426">
      <w:pPr>
        <w:spacing w:line="360" w:lineRule="auto"/>
        <w:jc w:val="center"/>
      </w:pPr>
    </w:p>
    <w:p w:rsidR="00635426" w:rsidRDefault="00635426">
      <w:pPr>
        <w:spacing w:line="360" w:lineRule="auto"/>
        <w:jc w:val="center"/>
      </w:pPr>
    </w:p>
    <w:p w:rsidR="00635426" w:rsidRDefault="00635426">
      <w:pPr>
        <w:spacing w:line="360" w:lineRule="auto"/>
        <w:jc w:val="center"/>
      </w:pPr>
      <w:r>
        <w:t>Содержание и планируемые результаты  изучения разделов курса «Занимательная география»</w:t>
      </w:r>
    </w:p>
    <w:tbl>
      <w:tblPr>
        <w:tblW w:w="10682" w:type="dxa"/>
        <w:tblInd w:w="-113" w:type="dxa"/>
        <w:tblLayout w:type="fixed"/>
        <w:tblLook w:val="00A0"/>
      </w:tblPr>
      <w:tblGrid>
        <w:gridCol w:w="5341"/>
        <w:gridCol w:w="5341"/>
      </w:tblGrid>
      <w:tr w:rsidR="00635426">
        <w:tc>
          <w:tcPr>
            <w:tcW w:w="5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426" w:rsidRDefault="00635426">
            <w:pPr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35426" w:rsidRDefault="00635426">
            <w:pPr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Содержание раздела (темы)</w:t>
            </w:r>
          </w:p>
          <w:p w:rsidR="00635426" w:rsidRDefault="00635426">
            <w:pPr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426" w:rsidRDefault="00635426">
            <w:pPr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35426" w:rsidRDefault="00635426">
            <w:pPr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Планируемые результаты изучения раздела.</w:t>
            </w:r>
          </w:p>
        </w:tc>
      </w:tr>
      <w:tr w:rsidR="00635426">
        <w:tc>
          <w:tcPr>
            <w:tcW w:w="10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426" w:rsidRDefault="00635426">
            <w:pPr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Источники географической информации. Карта-величайшее творение человечества.</w:t>
            </w:r>
          </w:p>
        </w:tc>
      </w:tr>
      <w:tr w:rsidR="00635426">
        <w:tc>
          <w:tcPr>
            <w:tcW w:w="5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426" w:rsidRDefault="00635426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Основные источники географической информации: глобус, справочники, географические сайты. Карта – величайшее творение человечества. Типы географических карт. Географическая карта в профессиях. История географической карты, глобуса. Великие учёные древности и современности, внёсших вклад в развитие науки география. По следам географических открытий. Без карты нет географии. Их имена на географической карте. Названия –близнецы .Приключения с географией (история географических названий)</w:t>
            </w:r>
          </w:p>
          <w:p w:rsidR="00635426" w:rsidRDefault="00635426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426" w:rsidRDefault="00635426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Знать и объяснять понятия «географический объект».Применять изображения из космоса для определения географических объектов.Уметь определять направления по карте и на местности. Различать географические карты, различные по содержанию и масштабу. Определять значение карт для людей разных профессий. Знать и объяснять роль и вклад выдающихся ученых-географов в развитие науки географии.</w:t>
            </w:r>
          </w:p>
        </w:tc>
      </w:tr>
      <w:tr w:rsidR="00635426">
        <w:tc>
          <w:tcPr>
            <w:tcW w:w="10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426" w:rsidRDefault="00635426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Путешествие по родному краю.</w:t>
            </w:r>
          </w:p>
        </w:tc>
      </w:tr>
      <w:tr w:rsidR="00635426">
        <w:tc>
          <w:tcPr>
            <w:tcW w:w="5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426" w:rsidRDefault="00635426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История заселения Симбирского Поволжья. Регионы нашего края.</w:t>
            </w:r>
          </w:p>
          <w:p w:rsidR="00635426" w:rsidRDefault="00635426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Составления визитных карточек регионов области. Обычаи, традиции, и праздники народов. Необычные памятники нашего края(«Блинная столица», родина Колобка).</w:t>
            </w:r>
          </w:p>
          <w:p w:rsidR="00635426" w:rsidRDefault="00635426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«И жизни след оставили свой…»</w:t>
            </w:r>
          </w:p>
          <w:p w:rsidR="00635426" w:rsidRDefault="00635426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Проектная деятельность учащихся.</w:t>
            </w:r>
          </w:p>
          <w:p w:rsidR="00635426" w:rsidRDefault="00635426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Защита проектов. </w:t>
            </w:r>
          </w:p>
          <w:p w:rsidR="00635426" w:rsidRDefault="00635426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426" w:rsidRDefault="00635426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Знать историю своего края, его заселение , формирование  обычаев, традиций. </w:t>
            </w:r>
          </w:p>
          <w:p w:rsidR="00635426" w:rsidRDefault="00635426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Знать отечественных географов-исследователей Симбирского Поволжья , их вклад в изучение природы. Уметь давать характеристику регионов  области. Приводить примеры событий и явлений, значимых для нашего края. Использовать полученные знания в повседневной жизни, для самостоятельного поиска информации об истории и заселении края и   занимательного  материала  .</w:t>
            </w:r>
          </w:p>
        </w:tc>
      </w:tr>
      <w:tr w:rsidR="00635426">
        <w:tc>
          <w:tcPr>
            <w:tcW w:w="10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426" w:rsidRDefault="00635426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Загадки географических оболочек Земли.</w:t>
            </w:r>
          </w:p>
        </w:tc>
      </w:tr>
      <w:tr w:rsidR="00635426">
        <w:tc>
          <w:tcPr>
            <w:tcW w:w="5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426" w:rsidRDefault="00635426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Удивительное разнообразие оболочек  Земли.Литосфера- каменная оболочка Земли.. Геологическое прошлое планеты. Неразгаданные тайны глубин  земли .Уникальные памятники  созданные природой.</w:t>
            </w:r>
          </w:p>
          <w:p w:rsidR="00635426" w:rsidRDefault="00635426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Загадки атмосферы. Живые барометры.. Загадки атмосферы. Аномальные зоны. Проблемы изменения климата и как следствие- природы планеты. Природа и здоровье человека.</w:t>
            </w:r>
          </w:p>
          <w:p w:rsidR="00635426" w:rsidRDefault="00635426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Загадки Мирового океана. Рекорды  океанов «Самая, самое, самый». Атлас  несуществующих  земель.</w:t>
            </w:r>
          </w:p>
          <w:p w:rsidR="00635426" w:rsidRDefault="00635426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Биосфера. Эти удивительные растения (лекарственные растения вокруг нас). «Зеленая аптека». Лекарственные растения Красная книга. Скверы и парки. Природные парки и заповедники. Экскурсия.</w:t>
            </w:r>
          </w:p>
          <w:p w:rsidR="00635426" w:rsidRDefault="00635426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Проектная деятельность учащихся. Защита проектов.</w:t>
            </w:r>
          </w:p>
          <w:p w:rsidR="00635426" w:rsidRDefault="00635426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426" w:rsidRDefault="00635426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Знать и иметь представления о взаимосвязи процессов происходящих на Земле, о величии природных явлений, о значимости природы в жизни человека, его хозяйственной деятельности. Прогнозировать  изменение окружающей среды под влиянием хозяйственной деятельности человека. Приводить примеры  действий во время стихийных явлений  на территории края.</w:t>
            </w:r>
          </w:p>
          <w:p w:rsidR="00635426" w:rsidRDefault="00635426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Отбирать источники  для поиска занимательной и научной информации. Использовать  приобретенные знания и умения для чтения карт растительного и животного мира, для составления коллекции лекарственных трав. </w:t>
            </w:r>
          </w:p>
        </w:tc>
      </w:tr>
      <w:tr w:rsidR="00635426">
        <w:tc>
          <w:tcPr>
            <w:tcW w:w="10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426" w:rsidRDefault="00635426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Страны мира.</w:t>
            </w:r>
          </w:p>
        </w:tc>
      </w:tr>
      <w:tr w:rsidR="00635426">
        <w:tc>
          <w:tcPr>
            <w:tcW w:w="5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426" w:rsidRDefault="00635426">
            <w:pPr>
              <w:spacing w:after="0" w:line="360" w:lineRule="auto"/>
            </w:pPr>
            <w:r>
              <w:rPr>
                <w:rFonts w:ascii="Times New Roman" w:hAnsi="Times New Roman"/>
                <w:sz w:val="24"/>
                <w:szCs w:val="24"/>
              </w:rPr>
              <w:t>Путешествие по странам мира. Разнообразие стран мира. Различия по территории, географическому положению, населению, природе и хозяйственной деятельности развития страны. Материальная и духовная культура народов мира. Памятники всемирного культурного наследия. Обычаи и традиции  народов мира.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Страны, которых нет</w:t>
            </w:r>
          </w:p>
          <w:p w:rsidR="00635426" w:rsidRDefault="00635426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426" w:rsidRDefault="00635426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Знать и объяснять причины разнообразия народов на Земле. Устанавливать  зависимость человека , его хозяйственной деятельности, видов жилищ, пищи, обычаев и традиций   от природных условий. Понимать причины неравномерного размещения людей на земле. Знакомство с основными религиями мира.</w:t>
            </w:r>
          </w:p>
        </w:tc>
      </w:tr>
    </w:tbl>
    <w:p w:rsidR="00635426" w:rsidRDefault="00635426">
      <w:pPr>
        <w:spacing w:line="360" w:lineRule="auto"/>
        <w:rPr>
          <w:rFonts w:ascii="Times New Roman" w:hAnsi="Times New Roman"/>
          <w:sz w:val="24"/>
          <w:szCs w:val="24"/>
        </w:rPr>
      </w:pPr>
    </w:p>
    <w:p w:rsidR="00635426" w:rsidRDefault="00635426">
      <w:pPr>
        <w:spacing w:line="36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</w:t>
      </w:r>
    </w:p>
    <w:p w:rsidR="00635426" w:rsidRDefault="00635426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35426" w:rsidRDefault="00635426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35426" w:rsidRDefault="00635426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35426" w:rsidRDefault="00635426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35426" w:rsidRDefault="00635426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35426" w:rsidRDefault="00635426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35426" w:rsidRDefault="00635426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Содержание курса «Занимательная география»</w:t>
      </w:r>
    </w:p>
    <w:p w:rsidR="00635426" w:rsidRDefault="00635426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6 класс.</w:t>
      </w:r>
    </w:p>
    <w:tbl>
      <w:tblPr>
        <w:tblW w:w="10086" w:type="dxa"/>
        <w:tblInd w:w="115" w:type="dxa"/>
        <w:tblLayout w:type="fixed"/>
        <w:tblLook w:val="00A0"/>
      </w:tblPr>
      <w:tblGrid>
        <w:gridCol w:w="600"/>
        <w:gridCol w:w="2340"/>
        <w:gridCol w:w="7146"/>
      </w:tblGrid>
      <w:tr w:rsidR="00635426">
        <w:trPr>
          <w:trHeight w:val="149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426" w:rsidRDefault="00635426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35426" w:rsidRDefault="00635426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635426" w:rsidRDefault="00635426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426" w:rsidRDefault="00635426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35426" w:rsidRDefault="00635426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Название темы</w:t>
            </w:r>
          </w:p>
        </w:tc>
        <w:tc>
          <w:tcPr>
            <w:tcW w:w="7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426" w:rsidRDefault="00635426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35426" w:rsidRDefault="00635426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Содержание темы</w:t>
            </w:r>
          </w:p>
        </w:tc>
      </w:tr>
      <w:tr w:rsidR="00635426" w:rsidTr="0055751A">
        <w:trPr>
          <w:trHeight w:val="2119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426" w:rsidRDefault="00635426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635426" w:rsidRDefault="00635426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35426" w:rsidRDefault="00635426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35426" w:rsidRDefault="00635426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35426" w:rsidRDefault="00635426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35426" w:rsidRDefault="00635426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426" w:rsidRDefault="00635426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Введение. Программа факультатива.</w:t>
            </w:r>
          </w:p>
          <w:p w:rsidR="00635426" w:rsidRDefault="00635426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</w:rPr>
              <w:t>1 час</w:t>
            </w:r>
          </w:p>
          <w:p w:rsidR="00635426" w:rsidRDefault="00635426">
            <w:pPr>
              <w:spacing w:line="36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  <w:p w:rsidR="00635426" w:rsidRDefault="00635426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426" w:rsidRPr="0055751A" w:rsidRDefault="00635426" w:rsidP="0055751A">
            <w:pPr>
              <w:spacing w:line="360" w:lineRule="auto"/>
              <w:ind w:firstLine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Организация занятий по теме факультатива. Требования по работе. Определение требований к учебной организации учащихся в ходе реализации программы факультатива</w:t>
            </w:r>
          </w:p>
        </w:tc>
      </w:tr>
      <w:tr w:rsidR="00635426">
        <w:trPr>
          <w:trHeight w:val="1467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426" w:rsidRDefault="00635426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635426" w:rsidRDefault="00635426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426" w:rsidRDefault="00635426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Источники географической информации. Карта – величайшее творение человечества.</w:t>
            </w:r>
          </w:p>
          <w:p w:rsidR="00635426" w:rsidRDefault="00635426">
            <w:pPr>
              <w:spacing w:line="36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  <w:u w:val="single"/>
              </w:rPr>
              <w:t>6 часа</w:t>
            </w:r>
          </w:p>
        </w:tc>
        <w:tc>
          <w:tcPr>
            <w:tcW w:w="7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426" w:rsidRDefault="00635426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Основные источники географической информации: глобус, справочники, географические сайты. Карта – величайшее творение человечества. Типы географических карт. Географическая карта в профессиях. История географической карты, глобуса. Великие учёные древности и современности, внёсших вклад в развитие науки география. По следам географических открытий. Без карты нет географии. Их имена на географической карте. Названия –близнецы .Приключения с географией (история географических названий)</w:t>
            </w:r>
          </w:p>
          <w:p w:rsidR="00635426" w:rsidRDefault="00635426">
            <w:pPr>
              <w:spacing w:line="360" w:lineRule="auto"/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Пособия: </w:t>
            </w:r>
            <w:r>
              <w:rPr>
                <w:rFonts w:ascii="Times New Roman" w:hAnsi="Times New Roman"/>
                <w:sz w:val="24"/>
                <w:szCs w:val="24"/>
              </w:rPr>
              <w:t>атлас, географические карты, портреты учёных – географов.</w:t>
            </w:r>
          </w:p>
          <w:p w:rsidR="00635426" w:rsidRDefault="00635426">
            <w:pPr>
              <w:spacing w:line="360" w:lineRule="auto"/>
              <w:ind w:firstLine="27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5426">
        <w:trPr>
          <w:trHeight w:val="420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426" w:rsidRDefault="00635426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426" w:rsidRDefault="00635426">
            <w:pPr>
              <w:spacing w:line="360" w:lineRule="auto"/>
            </w:pPr>
            <w:r>
              <w:rPr>
                <w:rFonts w:ascii="Times New Roman" w:hAnsi="Times New Roman"/>
                <w:sz w:val="24"/>
                <w:szCs w:val="24"/>
              </w:rPr>
              <w:t>Путешествие по родному краю .</w:t>
            </w:r>
          </w:p>
          <w:p w:rsidR="00635426" w:rsidRDefault="00635426">
            <w:pPr>
              <w:spacing w:line="360" w:lineRule="auto"/>
            </w:pPr>
            <w:r>
              <w:rPr>
                <w:rFonts w:ascii="Times New Roman" w:hAnsi="Times New Roman"/>
                <w:sz w:val="24"/>
                <w:szCs w:val="24"/>
                <w:u w:val="single"/>
              </w:rPr>
              <w:t>6 часов</w:t>
            </w:r>
          </w:p>
        </w:tc>
        <w:tc>
          <w:tcPr>
            <w:tcW w:w="7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426" w:rsidRDefault="00635426">
            <w:pPr>
              <w:spacing w:line="360" w:lineRule="auto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Занимательный материал по  родному краю .Рекорды  в рубрике «самый, самое, самая». Составления визитных карточек регионов области(«блинная столица», родина колобка). Необычные памятники нашего края. Обычаи, традиции, и праздники.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Проектная деятельность учащихся.Защита проектов. </w:t>
            </w:r>
          </w:p>
          <w:p w:rsidR="00635426" w:rsidRDefault="00635426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«И жизни след оставили свой…»</w:t>
            </w:r>
          </w:p>
          <w:p w:rsidR="00635426" w:rsidRDefault="00635426">
            <w:pPr>
              <w:spacing w:line="360" w:lineRule="auto"/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Оборудование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: презентации  видеоматериала </w:t>
            </w:r>
          </w:p>
        </w:tc>
      </w:tr>
      <w:tr w:rsidR="00635426">
        <w:trPr>
          <w:trHeight w:val="135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426" w:rsidRDefault="00635426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426" w:rsidRDefault="00635426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Загадки географических оболочек Земли.</w:t>
            </w:r>
          </w:p>
          <w:p w:rsidR="00635426" w:rsidRDefault="00635426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15 часов</w:t>
            </w:r>
          </w:p>
        </w:tc>
        <w:tc>
          <w:tcPr>
            <w:tcW w:w="7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426" w:rsidRDefault="00635426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Удивительное разнообразие оболочек  Земли. Литосфера- каменная оболочка Земли. Неразгаданные тайны глубин  земли. Геологическое прошлое планеты.</w:t>
            </w:r>
          </w:p>
          <w:p w:rsidR="00635426" w:rsidRDefault="00635426">
            <w:pPr>
              <w:spacing w:line="360" w:lineRule="auto"/>
            </w:pPr>
            <w:r>
              <w:rPr>
                <w:rFonts w:ascii="Times New Roman" w:hAnsi="Times New Roman"/>
                <w:sz w:val="24"/>
                <w:szCs w:val="24"/>
              </w:rPr>
              <w:t>Загадки атмосферы. Живые барометры . Проблемы изменения климата и как следствие- природы планеты. Природа и здоровье человека.</w:t>
            </w:r>
          </w:p>
          <w:p w:rsidR="00635426" w:rsidRDefault="00635426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Загадки Мирового океана. Рекорды  океанов «Самая, самое, самый». Атлас  несуществующих  земель.</w:t>
            </w:r>
          </w:p>
          <w:p w:rsidR="00635426" w:rsidRDefault="00635426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Биосфера. Эти удивительные растения (лекарственные растения вокруг нас).Красная книга.</w:t>
            </w:r>
          </w:p>
          <w:p w:rsidR="00635426" w:rsidRDefault="00635426">
            <w:pPr>
              <w:spacing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Проектная деятельность учащихся. Защита проектов.</w:t>
            </w:r>
          </w:p>
          <w:p w:rsidR="00635426" w:rsidRDefault="00635426">
            <w:pPr>
              <w:spacing w:line="360" w:lineRule="auto"/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Оборудование и пособия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/>
                <w:sz w:val="24"/>
                <w:szCs w:val="24"/>
              </w:rPr>
              <w:t>видеоматериал «История развития жизни на планете Земля» энциклопедии, справочники, хрестоматии.</w:t>
            </w:r>
          </w:p>
        </w:tc>
      </w:tr>
      <w:tr w:rsidR="00635426">
        <w:trPr>
          <w:trHeight w:val="591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426" w:rsidRDefault="00635426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426" w:rsidRDefault="00635426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Страны мира</w:t>
            </w:r>
          </w:p>
          <w:p w:rsidR="00635426" w:rsidRDefault="00635426">
            <w:pPr>
              <w:spacing w:line="36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  <w:u w:val="single"/>
              </w:rPr>
              <w:t>5 часов</w:t>
            </w:r>
          </w:p>
        </w:tc>
        <w:tc>
          <w:tcPr>
            <w:tcW w:w="7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426" w:rsidRDefault="00635426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Путешествие по странам мира. Разнообразие стран мира. Различия по территории, географическому положению, населению, природе и хозяйственной деятельности развития страны. Страны, которых нет. Обычаи народов мира.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635426" w:rsidRDefault="00635426">
            <w:pPr>
              <w:spacing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Проектная деятельность учащихся. Защита проектов.</w:t>
            </w:r>
          </w:p>
          <w:p w:rsidR="00635426" w:rsidRDefault="00635426">
            <w:pPr>
              <w:spacing w:line="360" w:lineRule="auto"/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Оборудование и пособия: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политическая карта мира, Справочник «Страны мира», Энциклопедия.</w:t>
            </w:r>
          </w:p>
        </w:tc>
      </w:tr>
      <w:tr w:rsidR="00635426">
        <w:trPr>
          <w:trHeight w:val="386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426" w:rsidRDefault="00635426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426" w:rsidRDefault="00635426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Итоговое занятие </w:t>
            </w:r>
          </w:p>
          <w:p w:rsidR="00635426" w:rsidRDefault="00635426">
            <w:pPr>
              <w:spacing w:line="360" w:lineRule="auto"/>
              <w:ind w:firstLine="708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</w:rPr>
              <w:t>1ч.</w:t>
            </w:r>
          </w:p>
        </w:tc>
        <w:tc>
          <w:tcPr>
            <w:tcW w:w="7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426" w:rsidRDefault="00635426">
            <w:pPr>
              <w:spacing w:line="360" w:lineRule="auto"/>
              <w:ind w:firstLine="27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Обобщение и контроль усвоения материала по программе факультатива. Итоговое тестирование учащихся. Самоанализы учащихся по работе факультатива. </w:t>
            </w:r>
          </w:p>
        </w:tc>
      </w:tr>
      <w:tr w:rsidR="00635426">
        <w:trPr>
          <w:trHeight w:val="386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426" w:rsidRDefault="00635426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426" w:rsidRDefault="00635426">
            <w:pPr>
              <w:spacing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34ч.</w:t>
            </w:r>
          </w:p>
        </w:tc>
        <w:tc>
          <w:tcPr>
            <w:tcW w:w="7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426" w:rsidRDefault="00635426">
            <w:pPr>
              <w:spacing w:line="360" w:lineRule="auto"/>
              <w:ind w:firstLine="277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</w:tbl>
    <w:p w:rsidR="00635426" w:rsidRDefault="00635426">
      <w:pPr>
        <w:spacing w:line="360" w:lineRule="auto"/>
        <w:jc w:val="center"/>
        <w:rPr>
          <w:rFonts w:ascii="Times New Roman" w:hAnsi="Times New Roman"/>
          <w:b/>
          <w:sz w:val="24"/>
          <w:szCs w:val="24"/>
          <w:lang w:val="en-US"/>
        </w:rPr>
      </w:pPr>
    </w:p>
    <w:p w:rsidR="00635426" w:rsidRDefault="00635426">
      <w:pPr>
        <w:spacing w:line="360" w:lineRule="auto"/>
        <w:jc w:val="center"/>
        <w:rPr>
          <w:rFonts w:ascii="Times New Roman" w:hAnsi="Times New Roman"/>
          <w:b/>
          <w:sz w:val="24"/>
          <w:szCs w:val="24"/>
          <w:lang w:val="en-US"/>
        </w:rPr>
      </w:pPr>
    </w:p>
    <w:p w:rsidR="00635426" w:rsidRDefault="00635426">
      <w:pPr>
        <w:spacing w:line="360" w:lineRule="auto"/>
        <w:jc w:val="center"/>
        <w:rPr>
          <w:rFonts w:ascii="Times New Roman" w:hAnsi="Times New Roman"/>
          <w:b/>
          <w:sz w:val="24"/>
          <w:szCs w:val="24"/>
          <w:lang w:val="en-US"/>
        </w:rPr>
      </w:pPr>
    </w:p>
    <w:p w:rsidR="00635426" w:rsidRDefault="00635426">
      <w:pPr>
        <w:spacing w:line="360" w:lineRule="auto"/>
        <w:jc w:val="center"/>
        <w:rPr>
          <w:rFonts w:ascii="Times New Roman" w:hAnsi="Times New Roman"/>
          <w:b/>
          <w:sz w:val="24"/>
          <w:szCs w:val="24"/>
          <w:lang w:val="en-US"/>
        </w:rPr>
      </w:pPr>
    </w:p>
    <w:p w:rsidR="00635426" w:rsidRDefault="00635426">
      <w:pPr>
        <w:spacing w:line="36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Распределение часов факультатива</w:t>
      </w:r>
    </w:p>
    <w:p w:rsidR="00635426" w:rsidRDefault="00635426">
      <w:pPr>
        <w:spacing w:line="360" w:lineRule="auto"/>
        <w:jc w:val="center"/>
      </w:pPr>
      <w:r>
        <w:t xml:space="preserve">«Занимательная география». </w:t>
      </w:r>
    </w:p>
    <w:tbl>
      <w:tblPr>
        <w:tblW w:w="10682" w:type="dxa"/>
        <w:tblInd w:w="-113" w:type="dxa"/>
        <w:tblLayout w:type="fixed"/>
        <w:tblLook w:val="00A0"/>
      </w:tblPr>
      <w:tblGrid>
        <w:gridCol w:w="738"/>
        <w:gridCol w:w="2759"/>
        <w:gridCol w:w="1639"/>
        <w:gridCol w:w="1351"/>
        <w:gridCol w:w="1426"/>
        <w:gridCol w:w="2769"/>
      </w:tblGrid>
      <w:tr w:rsidR="00635426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426" w:rsidRDefault="00635426">
            <w:pPr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635426" w:rsidRDefault="00635426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п.п.</w:t>
            </w:r>
          </w:p>
          <w:p w:rsidR="00635426" w:rsidRDefault="00635426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426" w:rsidRDefault="00635426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Перечень тем и разделов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426" w:rsidRDefault="00635426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426" w:rsidRDefault="00635426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Теория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426" w:rsidRDefault="00635426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Практика</w:t>
            </w:r>
          </w:p>
        </w:tc>
        <w:tc>
          <w:tcPr>
            <w:tcW w:w="2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426" w:rsidRDefault="00635426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Виды и формы деятельности</w:t>
            </w:r>
          </w:p>
        </w:tc>
      </w:tr>
      <w:tr w:rsidR="00635426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426" w:rsidRDefault="00635426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</w:tc>
        <w:tc>
          <w:tcPr>
            <w:tcW w:w="2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426" w:rsidRDefault="00635426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Введение. Программа факультатива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426" w:rsidRDefault="00635426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ч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426" w:rsidRDefault="0063542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426" w:rsidRDefault="0063542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426" w:rsidRDefault="0063542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</w:t>
            </w:r>
          </w:p>
          <w:p w:rsidR="00635426" w:rsidRDefault="00635426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35426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426" w:rsidRDefault="00635426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2.</w:t>
            </w:r>
          </w:p>
        </w:tc>
        <w:tc>
          <w:tcPr>
            <w:tcW w:w="2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426" w:rsidRDefault="00635426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Источники географической информации. Карта – величайшее творение человечества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426" w:rsidRDefault="0063542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 ч.</w:t>
            </w:r>
          </w:p>
          <w:p w:rsidR="00635426" w:rsidRDefault="00635426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426" w:rsidRDefault="0063542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426" w:rsidRDefault="0063542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426" w:rsidRDefault="00635426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Лекция Практикум .</w:t>
            </w:r>
          </w:p>
          <w:p w:rsidR="00635426" w:rsidRDefault="00635426">
            <w:pPr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Проектная деятельность учащихся. Защита проектов</w:t>
            </w:r>
          </w:p>
        </w:tc>
      </w:tr>
      <w:tr w:rsidR="00635426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426" w:rsidRDefault="00635426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3.</w:t>
            </w:r>
          </w:p>
        </w:tc>
        <w:tc>
          <w:tcPr>
            <w:tcW w:w="2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426" w:rsidRDefault="00635426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Путешествие по родному краю</w:t>
            </w:r>
          </w:p>
          <w:p w:rsidR="00635426" w:rsidRDefault="00635426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426" w:rsidRDefault="0063542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 ч.</w:t>
            </w:r>
          </w:p>
          <w:p w:rsidR="00635426" w:rsidRDefault="00635426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426" w:rsidRDefault="0063542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426" w:rsidRDefault="0063542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426" w:rsidRDefault="00635426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Лекция. Практическум.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Проектная деятельность учащихся. Защита проектов</w:t>
            </w:r>
          </w:p>
        </w:tc>
      </w:tr>
      <w:tr w:rsidR="00635426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426" w:rsidRDefault="00635426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4.</w:t>
            </w:r>
          </w:p>
        </w:tc>
        <w:tc>
          <w:tcPr>
            <w:tcW w:w="2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426" w:rsidRDefault="0063542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Загадки географических оболочек Земли.</w:t>
            </w:r>
          </w:p>
          <w:p w:rsidR="00635426" w:rsidRDefault="0063542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35426" w:rsidRDefault="00635426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426" w:rsidRDefault="0063542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 ч.</w:t>
            </w:r>
          </w:p>
          <w:p w:rsidR="00635426" w:rsidRDefault="00635426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426" w:rsidRDefault="0063542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426" w:rsidRDefault="0063542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426" w:rsidRDefault="00635426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Практикум</w:t>
            </w:r>
          </w:p>
        </w:tc>
      </w:tr>
      <w:tr w:rsidR="00635426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426" w:rsidRDefault="00635426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5.</w:t>
            </w:r>
          </w:p>
          <w:p w:rsidR="00635426" w:rsidRDefault="00635426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426" w:rsidRDefault="0063542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Страны мира</w:t>
            </w:r>
          </w:p>
          <w:p w:rsidR="00635426" w:rsidRDefault="00635426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426" w:rsidRDefault="0063542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 ч.</w:t>
            </w:r>
          </w:p>
          <w:p w:rsidR="00635426" w:rsidRDefault="00635426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426" w:rsidRDefault="0063542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426" w:rsidRDefault="0063542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426" w:rsidRDefault="00635426">
            <w:pPr>
              <w:spacing w:after="0" w:line="360" w:lineRule="auto"/>
            </w:pPr>
            <w:r>
              <w:rPr>
                <w:rFonts w:ascii="Times New Roman" w:hAnsi="Times New Roman"/>
                <w:sz w:val="24"/>
                <w:szCs w:val="24"/>
              </w:rPr>
              <w:t>Практикум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635426" w:rsidRDefault="00635426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Проектная деятельность учащихся. Защита проектов</w:t>
            </w:r>
          </w:p>
        </w:tc>
      </w:tr>
      <w:tr w:rsidR="00635426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426" w:rsidRDefault="00635426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6.</w:t>
            </w:r>
          </w:p>
        </w:tc>
        <w:tc>
          <w:tcPr>
            <w:tcW w:w="2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426" w:rsidRDefault="00635426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Итоговое занятие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426" w:rsidRDefault="0063542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ч.</w:t>
            </w:r>
          </w:p>
          <w:p w:rsidR="00635426" w:rsidRDefault="00635426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426" w:rsidRDefault="00635426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426" w:rsidRDefault="0063542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426" w:rsidRDefault="00635426">
            <w:pPr>
              <w:spacing w:after="0" w:line="36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Итоговое тестирование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.</w:t>
            </w:r>
          </w:p>
          <w:p w:rsidR="00635426" w:rsidRDefault="00635426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Защита проектов.</w:t>
            </w:r>
          </w:p>
        </w:tc>
      </w:tr>
      <w:tr w:rsidR="00635426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426" w:rsidRDefault="00635426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426" w:rsidRDefault="0063542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</w:t>
            </w:r>
          </w:p>
          <w:p w:rsidR="00635426" w:rsidRDefault="0063542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35426" w:rsidRDefault="0063542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426" w:rsidRDefault="0063542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426" w:rsidRDefault="0063542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426" w:rsidRDefault="0063542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426" w:rsidRDefault="0063542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35426" w:rsidRDefault="00635426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35426" w:rsidRDefault="00635426">
      <w:pPr>
        <w:spacing w:line="360" w:lineRule="auto"/>
        <w:rPr>
          <w:rFonts w:ascii="Times New Roman" w:hAnsi="Times New Roman"/>
          <w:b/>
          <w:sz w:val="24"/>
          <w:szCs w:val="24"/>
        </w:rPr>
      </w:pPr>
    </w:p>
    <w:p w:rsidR="00635426" w:rsidRDefault="00635426">
      <w:pPr>
        <w:tabs>
          <w:tab w:val="left" w:pos="4155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:rsidR="00635426" w:rsidRDefault="00635426">
      <w:pPr>
        <w:spacing w:line="360" w:lineRule="auto"/>
        <w:ind w:left="360"/>
        <w:rPr>
          <w:rFonts w:ascii="Times New Roman" w:hAnsi="Times New Roman"/>
          <w:sz w:val="24"/>
          <w:szCs w:val="24"/>
        </w:rPr>
      </w:pPr>
    </w:p>
    <w:p w:rsidR="00635426" w:rsidRDefault="00635426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35426" w:rsidRDefault="00635426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Календарно-тематическое планирование.</w:t>
      </w:r>
    </w:p>
    <w:p w:rsidR="00635426" w:rsidRDefault="00635426">
      <w:pPr>
        <w:spacing w:line="360" w:lineRule="auto"/>
        <w:jc w:val="center"/>
      </w:pPr>
      <w:r>
        <w:t>«Занимательная география»</w:t>
      </w:r>
    </w:p>
    <w:tbl>
      <w:tblPr>
        <w:tblW w:w="10322" w:type="dxa"/>
        <w:tblInd w:w="-5" w:type="dxa"/>
        <w:tblLayout w:type="fixed"/>
        <w:tblLook w:val="00A0"/>
      </w:tblPr>
      <w:tblGrid>
        <w:gridCol w:w="599"/>
        <w:gridCol w:w="2358"/>
        <w:gridCol w:w="1473"/>
        <w:gridCol w:w="2831"/>
        <w:gridCol w:w="992"/>
        <w:gridCol w:w="1134"/>
        <w:gridCol w:w="935"/>
      </w:tblGrid>
      <w:tr w:rsidR="00635426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426" w:rsidRDefault="00635426">
            <w:pPr>
              <w:spacing w:after="0" w:line="36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635426" w:rsidRDefault="00635426">
            <w:pPr>
              <w:spacing w:after="0" w:line="36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</w:tc>
        <w:tc>
          <w:tcPr>
            <w:tcW w:w="2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426" w:rsidRDefault="00635426">
            <w:pPr>
              <w:spacing w:after="0" w:line="36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635426" w:rsidRDefault="00635426">
            <w:pPr>
              <w:spacing w:after="0" w:line="36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Тема внеурочной деятельности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426" w:rsidRDefault="00635426">
            <w:pPr>
              <w:spacing w:after="0" w:line="36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635426" w:rsidRDefault="00635426">
            <w:pPr>
              <w:spacing w:after="0" w:line="36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Цель работы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426" w:rsidRDefault="00635426">
            <w:pPr>
              <w:spacing w:after="0" w:line="36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635426" w:rsidRDefault="00635426">
            <w:pPr>
              <w:spacing w:after="0" w:line="36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Результаты обучения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426" w:rsidRDefault="00635426">
            <w:pPr>
              <w:spacing w:after="0" w:line="36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635426" w:rsidRDefault="00635426">
            <w:pPr>
              <w:spacing w:after="0" w:line="36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Методы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426" w:rsidRDefault="00635426">
            <w:pPr>
              <w:spacing w:after="0" w:line="36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635426" w:rsidRDefault="00635426">
            <w:pPr>
              <w:spacing w:after="0" w:line="36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Оборудование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426" w:rsidRDefault="00635426">
            <w:pPr>
              <w:spacing w:after="0" w:line="36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Виды </w:t>
            </w:r>
          </w:p>
          <w:p w:rsidR="00635426" w:rsidRDefault="00635426">
            <w:pPr>
              <w:spacing w:after="0" w:line="36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деятельности</w:t>
            </w:r>
          </w:p>
        </w:tc>
      </w:tr>
      <w:tr w:rsidR="00635426">
        <w:tc>
          <w:tcPr>
            <w:tcW w:w="1032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426" w:rsidRDefault="00635426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Введение. 1час</w:t>
            </w:r>
          </w:p>
        </w:tc>
      </w:tr>
      <w:tr w:rsidR="00635426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426" w:rsidRDefault="00635426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2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426" w:rsidRDefault="00635426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Этот загадочный мир природы.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426" w:rsidRDefault="00635426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Пробудить познавательный  интерес к миру природы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426" w:rsidRDefault="00635426">
            <w:pPr>
              <w:spacing w:after="0" w:line="360" w:lineRule="auto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Предметные</w:t>
            </w:r>
            <w:r>
              <w:rPr>
                <w:rFonts w:ascii="Times New Roman" w:hAnsi="Times New Roman"/>
                <w:sz w:val="20"/>
                <w:szCs w:val="20"/>
              </w:rPr>
              <w:t>:-представление о природных условиях, о растительном и животном мире,умение надлюдать за окружающей  природой.</w:t>
            </w:r>
          </w:p>
          <w:p w:rsidR="00635426" w:rsidRDefault="00635426">
            <w:pPr>
              <w:spacing w:after="0" w:line="360" w:lineRule="auto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Универсальные: </w:t>
            </w:r>
            <w:r>
              <w:rPr>
                <w:rFonts w:ascii="Times New Roman" w:hAnsi="Times New Roman"/>
                <w:sz w:val="20"/>
                <w:szCs w:val="20"/>
              </w:rPr>
              <w:t>умение постановки цели и задач, развитие познавательного интереса.</w:t>
            </w:r>
          </w:p>
          <w:p w:rsidR="00635426" w:rsidRDefault="00635426">
            <w:pPr>
              <w:spacing w:after="0" w:line="360" w:lineRule="auto"/>
            </w:pPr>
            <w:r>
              <w:rPr>
                <w:rFonts w:ascii="Times New Roman" w:hAnsi="Times New Roman"/>
                <w:b/>
                <w:sz w:val="20"/>
                <w:szCs w:val="20"/>
                <w:u w:val="single"/>
              </w:rPr>
              <w:t>Личностные: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осознание значения знаний о природе и применение их в жизни, осознание целостности мира природы.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426" w:rsidRDefault="00635426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Наблюдения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426" w:rsidRDefault="00635426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Спревочники, учебник географииатласы.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426" w:rsidRDefault="00635426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35426">
        <w:tc>
          <w:tcPr>
            <w:tcW w:w="1032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426" w:rsidRDefault="00635426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Источники географической информации. 6 час.</w:t>
            </w:r>
          </w:p>
        </w:tc>
      </w:tr>
      <w:tr w:rsidR="00635426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426" w:rsidRDefault="00635426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2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426" w:rsidRDefault="00635426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Основные источники географической информации.</w:t>
            </w:r>
          </w:p>
        </w:tc>
        <w:tc>
          <w:tcPr>
            <w:tcW w:w="14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426" w:rsidRDefault="00635426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Найти необходимую информацию с помощью географических источников.</w:t>
            </w:r>
          </w:p>
          <w:p w:rsidR="00635426" w:rsidRDefault="00635426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Раскрыть историю создания карт, их значение для людей различных профессий.Познакомить с интересными фактами  возникновения названий на карте.</w:t>
            </w:r>
          </w:p>
        </w:tc>
        <w:tc>
          <w:tcPr>
            <w:tcW w:w="28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426" w:rsidRDefault="00635426">
            <w:pPr>
              <w:spacing w:after="0" w:line="240" w:lineRule="auto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Предметные</w:t>
            </w:r>
            <w:r>
              <w:rPr>
                <w:rFonts w:ascii="Times New Roman" w:hAnsi="Times New Roman"/>
                <w:sz w:val="20"/>
                <w:szCs w:val="20"/>
              </w:rPr>
              <w:t>:-представление о способах изображения местности на карте; умение работать с источниками информации.представление об ориентировании на местности, умение определять направление на карте,представление о картах городов  и военных картах, о значении карт для людей разных профессий.</w:t>
            </w:r>
          </w:p>
          <w:p w:rsidR="00635426" w:rsidRDefault="00635426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35426" w:rsidRDefault="00635426">
            <w:pPr>
              <w:spacing w:after="0" w:line="240" w:lineRule="auto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Универсальные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: умение сравнивать, анализировать, сличать , вносить коррекцию,развитие навыков </w:t>
            </w:r>
          </w:p>
          <w:p w:rsidR="00635426" w:rsidRDefault="006354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Работы с различными источниками знаний.</w:t>
            </w:r>
          </w:p>
          <w:p w:rsidR="00635426" w:rsidRDefault="0063542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635426" w:rsidRDefault="00635426">
            <w:pPr>
              <w:spacing w:after="0" w:line="360" w:lineRule="auto"/>
            </w:pPr>
            <w:r>
              <w:rPr>
                <w:rFonts w:ascii="Times New Roman" w:hAnsi="Times New Roman"/>
                <w:b/>
                <w:sz w:val="20"/>
                <w:szCs w:val="20"/>
                <w:u w:val="single"/>
              </w:rPr>
              <w:t>Личностные:</w:t>
            </w:r>
            <w:r>
              <w:rPr>
                <w:rFonts w:ascii="Times New Roman" w:hAnsi="Times New Roman"/>
                <w:sz w:val="20"/>
                <w:szCs w:val="20"/>
              </w:rPr>
              <w:t>формирование целостного восприятия мира, основ экологической культуры.</w:t>
            </w:r>
          </w:p>
          <w:p w:rsidR="00635426" w:rsidRDefault="00635426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35426" w:rsidRDefault="00635426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426" w:rsidRDefault="00635426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Методы анализа и сравнения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426" w:rsidRDefault="00635426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Атлас, глобус,географические карты. Портреты путешественников</w:t>
            </w:r>
          </w:p>
        </w:tc>
        <w:tc>
          <w:tcPr>
            <w:tcW w:w="9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426" w:rsidRDefault="00635426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Практикум</w:t>
            </w:r>
          </w:p>
          <w:p w:rsidR="00635426" w:rsidRDefault="00635426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35426" w:rsidRDefault="00635426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35426" w:rsidRDefault="00635426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35426" w:rsidRDefault="00635426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35426" w:rsidRDefault="00635426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35426" w:rsidRDefault="00635426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35426" w:rsidRDefault="00635426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35426" w:rsidRDefault="00635426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35426" w:rsidRDefault="00635426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Практикум</w:t>
            </w:r>
          </w:p>
        </w:tc>
      </w:tr>
      <w:tr w:rsidR="00635426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426" w:rsidRDefault="00635426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2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426" w:rsidRDefault="00635426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Карта- величайшее творение чаловечества.</w:t>
            </w:r>
          </w:p>
          <w:p w:rsidR="00635426" w:rsidRDefault="00635426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4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426" w:rsidRDefault="00635426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28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426" w:rsidRDefault="00635426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426" w:rsidRDefault="00635426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426" w:rsidRDefault="00635426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426" w:rsidRDefault="00635426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35426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426" w:rsidRDefault="00635426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2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426" w:rsidRDefault="00635426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Типы  географических карт.Географическая карта в профессиях.</w:t>
            </w:r>
          </w:p>
        </w:tc>
        <w:tc>
          <w:tcPr>
            <w:tcW w:w="14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426" w:rsidRDefault="00635426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426" w:rsidRDefault="00635426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426" w:rsidRDefault="00635426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426" w:rsidRDefault="00635426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426" w:rsidRDefault="00635426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35426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426" w:rsidRDefault="00635426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2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426" w:rsidRDefault="00635426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История географической карты и глобуса. Их имена на географической карте</w:t>
            </w:r>
          </w:p>
        </w:tc>
        <w:tc>
          <w:tcPr>
            <w:tcW w:w="14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426" w:rsidRDefault="00635426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426" w:rsidRDefault="00635426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426" w:rsidRDefault="00635426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426" w:rsidRDefault="00635426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426" w:rsidRDefault="00635426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35426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426" w:rsidRDefault="00635426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6.</w:t>
            </w:r>
          </w:p>
        </w:tc>
        <w:tc>
          <w:tcPr>
            <w:tcW w:w="2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426" w:rsidRDefault="00635426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 следам великих географических открытий.Географические закрытия.</w:t>
            </w:r>
          </w:p>
        </w:tc>
        <w:tc>
          <w:tcPr>
            <w:tcW w:w="14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426" w:rsidRDefault="00635426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426" w:rsidRDefault="00635426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426" w:rsidRDefault="00635426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426" w:rsidRDefault="00635426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426" w:rsidRDefault="00635426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35426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426" w:rsidRDefault="00635426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7.</w:t>
            </w:r>
          </w:p>
        </w:tc>
        <w:tc>
          <w:tcPr>
            <w:tcW w:w="2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426" w:rsidRDefault="00635426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Приключения с географией.(История с географическими названиями)</w:t>
            </w:r>
          </w:p>
        </w:tc>
        <w:tc>
          <w:tcPr>
            <w:tcW w:w="14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426" w:rsidRDefault="00635426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426" w:rsidRDefault="00635426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426" w:rsidRDefault="00635426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426" w:rsidRDefault="00635426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426" w:rsidRDefault="00635426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35426">
        <w:tc>
          <w:tcPr>
            <w:tcW w:w="1032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426" w:rsidRDefault="00635426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Путешествие по родному краю. 6 часов.</w:t>
            </w:r>
          </w:p>
        </w:tc>
      </w:tr>
      <w:tr w:rsidR="00635426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426" w:rsidRDefault="00635426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8.</w:t>
            </w:r>
          </w:p>
        </w:tc>
        <w:tc>
          <w:tcPr>
            <w:tcW w:w="2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426" w:rsidRDefault="00635426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История заселения Мордовского края.</w:t>
            </w:r>
          </w:p>
          <w:p w:rsidR="00635426" w:rsidRDefault="00635426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4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426" w:rsidRDefault="00635426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История заселения края древними племенами (буртасы, ильменьковские племена, формирование  народностей Поволжья).Знакомство с народной культурой, выдающимися земляками,их вклад в историю края.</w:t>
            </w:r>
          </w:p>
        </w:tc>
        <w:tc>
          <w:tcPr>
            <w:tcW w:w="28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426" w:rsidRDefault="00635426">
            <w:pPr>
              <w:spacing w:after="0" w:line="36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Предметные:</w:t>
            </w:r>
          </w:p>
          <w:p w:rsidR="00635426" w:rsidRDefault="00635426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умение овладевать картографическими знаниями</w:t>
            </w:r>
          </w:p>
          <w:p w:rsidR="00635426" w:rsidRDefault="00635426">
            <w:pPr>
              <w:spacing w:after="0" w:line="360" w:lineRule="auto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Универсальные: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формирование устойчивого познавательного интереса к истории своего края.</w:t>
            </w:r>
          </w:p>
          <w:p w:rsidR="00635426" w:rsidRDefault="00635426">
            <w:pPr>
              <w:spacing w:after="0" w:line="360" w:lineRule="auto"/>
            </w:pPr>
            <w:r>
              <w:rPr>
                <w:rFonts w:ascii="Times New Roman" w:hAnsi="Times New Roman"/>
                <w:b/>
                <w:sz w:val="20"/>
                <w:szCs w:val="20"/>
                <w:u w:val="single"/>
              </w:rPr>
              <w:t>Личностные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:осознание своей этнической принадлежности. </w:t>
            </w:r>
          </w:p>
          <w:p w:rsidR="00635426" w:rsidRDefault="00635426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35426" w:rsidRDefault="00635426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426" w:rsidRDefault="00635426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Методы исследования.</w:t>
            </w:r>
          </w:p>
          <w:p w:rsidR="00635426" w:rsidRDefault="006354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35426" w:rsidRDefault="006354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35426" w:rsidRDefault="006354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35426" w:rsidRDefault="006354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35426" w:rsidRDefault="006354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35426" w:rsidRDefault="006354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Метод проектирования.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426" w:rsidRDefault="00635426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Карта Ульяновской области</w:t>
            </w:r>
          </w:p>
          <w:p w:rsidR="00635426" w:rsidRDefault="00635426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426" w:rsidRDefault="006354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35426" w:rsidRDefault="006354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35426" w:rsidRDefault="006354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35426" w:rsidRDefault="006354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35426" w:rsidRDefault="006354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35426" w:rsidRDefault="006354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35426" w:rsidRDefault="006354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Практикум </w:t>
            </w:r>
          </w:p>
          <w:p w:rsidR="00635426" w:rsidRDefault="006354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35426" w:rsidRDefault="006354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35426" w:rsidRDefault="006354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35426" w:rsidRDefault="006354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35426" w:rsidRDefault="006354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35426" w:rsidRDefault="006354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35426" w:rsidRDefault="006354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35426" w:rsidRDefault="006354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Практикум</w:t>
            </w:r>
          </w:p>
        </w:tc>
      </w:tr>
      <w:tr w:rsidR="00635426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426" w:rsidRDefault="00635426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9.</w:t>
            </w:r>
          </w:p>
        </w:tc>
        <w:tc>
          <w:tcPr>
            <w:tcW w:w="2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426" w:rsidRDefault="00635426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Составление визитной </w:t>
            </w:r>
          </w:p>
          <w:p w:rsidR="00635426" w:rsidRDefault="00635426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карточки Саранска.</w:t>
            </w:r>
          </w:p>
          <w:p w:rsidR="00635426" w:rsidRDefault="00635426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4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426" w:rsidRDefault="00635426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28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426" w:rsidRDefault="00635426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426" w:rsidRDefault="00635426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426" w:rsidRDefault="00635426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426" w:rsidRDefault="00635426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35426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426" w:rsidRDefault="00635426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10.</w:t>
            </w:r>
          </w:p>
        </w:tc>
        <w:tc>
          <w:tcPr>
            <w:tcW w:w="2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426" w:rsidRDefault="00635426" w:rsidP="00EA0086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Районы  нашего края. </w:t>
            </w:r>
          </w:p>
        </w:tc>
        <w:tc>
          <w:tcPr>
            <w:tcW w:w="14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426" w:rsidRDefault="00635426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426" w:rsidRDefault="00635426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426" w:rsidRDefault="00635426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426" w:rsidRDefault="00635426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426" w:rsidRDefault="00635426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35426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426" w:rsidRDefault="00635426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11.</w:t>
            </w:r>
          </w:p>
        </w:tc>
        <w:tc>
          <w:tcPr>
            <w:tcW w:w="2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426" w:rsidRDefault="00635426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Обычаи и традиции Мордовского края.</w:t>
            </w:r>
          </w:p>
          <w:p w:rsidR="00635426" w:rsidRDefault="00635426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426" w:rsidRDefault="00635426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426" w:rsidRDefault="00635426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426" w:rsidRDefault="00635426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426" w:rsidRDefault="00635426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426" w:rsidRDefault="00635426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35426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426" w:rsidRDefault="00635426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12.</w:t>
            </w:r>
          </w:p>
        </w:tc>
        <w:tc>
          <w:tcPr>
            <w:tcW w:w="2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426" w:rsidRDefault="00635426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Обычаи и традиции Мордовского края.</w:t>
            </w:r>
          </w:p>
          <w:p w:rsidR="00635426" w:rsidRDefault="00635426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426" w:rsidRDefault="00635426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426" w:rsidRDefault="00635426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426" w:rsidRDefault="00635426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426" w:rsidRDefault="00635426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426" w:rsidRDefault="00635426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35426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426" w:rsidRDefault="00635426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13.</w:t>
            </w:r>
          </w:p>
        </w:tc>
        <w:tc>
          <w:tcPr>
            <w:tcW w:w="2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426" w:rsidRDefault="00635426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«И жизни след оставили свой…»</w:t>
            </w:r>
          </w:p>
        </w:tc>
        <w:tc>
          <w:tcPr>
            <w:tcW w:w="14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426" w:rsidRDefault="00635426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426" w:rsidRDefault="00635426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426" w:rsidRDefault="00635426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426" w:rsidRDefault="00635426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426" w:rsidRDefault="00635426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35426">
        <w:tc>
          <w:tcPr>
            <w:tcW w:w="1032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426" w:rsidRDefault="00635426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Загадки географических оболочек Земли.15 часов.</w:t>
            </w:r>
          </w:p>
          <w:p w:rsidR="00635426" w:rsidRDefault="00635426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635426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426" w:rsidRDefault="00635426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14.</w:t>
            </w:r>
          </w:p>
        </w:tc>
        <w:tc>
          <w:tcPr>
            <w:tcW w:w="2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426" w:rsidRDefault="00635426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Неразгаданные тайны глубин Земли.</w:t>
            </w:r>
          </w:p>
          <w:p w:rsidR="00635426" w:rsidRDefault="00635426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47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35426" w:rsidRDefault="00635426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Особенности</w:t>
            </w:r>
          </w:p>
          <w:p w:rsidR="00635426" w:rsidRDefault="00635426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Рельефа Земли.</w:t>
            </w:r>
          </w:p>
          <w:p w:rsidR="00635426" w:rsidRDefault="00635426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Изучить памятники природы Выявить роль рельефа, климата, и мирового океана  в жизни  и хозяйственной деятельности человека.</w:t>
            </w:r>
          </w:p>
          <w:p w:rsidR="00635426" w:rsidRDefault="00635426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Формировать потребность в бережном отношении к окружающей природе. Разработать маршрут путешествия по наиболее интересным и значимым</w:t>
            </w:r>
          </w:p>
          <w:p w:rsidR="00635426" w:rsidRDefault="00635426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географическим объектам.</w:t>
            </w:r>
          </w:p>
        </w:tc>
        <w:tc>
          <w:tcPr>
            <w:tcW w:w="28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426" w:rsidRDefault="00635426">
            <w:pPr>
              <w:spacing w:after="0" w:line="360" w:lineRule="auto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Предметные: </w:t>
            </w:r>
            <w:r>
              <w:rPr>
                <w:rFonts w:ascii="Times New Roman" w:hAnsi="Times New Roman"/>
                <w:sz w:val="20"/>
                <w:szCs w:val="20"/>
              </w:rPr>
              <w:t>представление о геологическом прошлом Земли, о горных породах и минералах, слагающих земную кору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sz w:val="20"/>
                <w:szCs w:val="20"/>
              </w:rPr>
              <w:t>и силах формирующих рельеф планеты,умение сопоставлять метеорологические карты и прогнозировать изменение погоды, выявлять причины изменения состояния вод мирового океана,сходство и различие географических объектов.</w:t>
            </w:r>
          </w:p>
          <w:p w:rsidR="00635426" w:rsidRDefault="00635426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Умение доказывать необходимость охраны природы.</w:t>
            </w:r>
          </w:p>
          <w:p w:rsidR="00635426" w:rsidRDefault="00635426">
            <w:pPr>
              <w:spacing w:after="0" w:line="360" w:lineRule="auto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Универсальные</w:t>
            </w:r>
            <w:r>
              <w:rPr>
                <w:rFonts w:ascii="Times New Roman" w:hAnsi="Times New Roman"/>
                <w:sz w:val="20"/>
                <w:szCs w:val="20"/>
              </w:rPr>
              <w:t>:анализировать  необходимую информацию из различных источников(карты, дневник наблюдения, диаграммы).</w:t>
            </w:r>
          </w:p>
          <w:p w:rsidR="00635426" w:rsidRDefault="00635426">
            <w:pPr>
              <w:spacing w:after="0" w:line="360" w:lineRule="auto"/>
            </w:pPr>
            <w:r>
              <w:rPr>
                <w:rFonts w:ascii="Times New Roman" w:hAnsi="Times New Roman"/>
                <w:b/>
                <w:sz w:val="20"/>
                <w:szCs w:val="20"/>
                <w:u w:val="single"/>
              </w:rPr>
              <w:t>Личностные:</w:t>
            </w:r>
            <w:r>
              <w:rPr>
                <w:rFonts w:ascii="Times New Roman" w:hAnsi="Times New Roman"/>
                <w:sz w:val="20"/>
                <w:szCs w:val="20"/>
              </w:rPr>
              <w:t>формирование мотивации к саморазвитию и самообразованию.</w:t>
            </w:r>
          </w:p>
          <w:p w:rsidR="00635426" w:rsidRDefault="00635426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426" w:rsidRDefault="00635426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Метод  исследования  и проектов.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426" w:rsidRDefault="00635426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Физические карты мира , России.</w:t>
            </w:r>
          </w:p>
        </w:tc>
        <w:tc>
          <w:tcPr>
            <w:tcW w:w="9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426" w:rsidRDefault="00635426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Практикум </w:t>
            </w:r>
          </w:p>
          <w:p w:rsidR="00635426" w:rsidRDefault="00635426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35426" w:rsidRDefault="00635426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35426" w:rsidRDefault="00635426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35426" w:rsidRDefault="00635426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35426" w:rsidRDefault="00635426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35426" w:rsidRDefault="00635426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35426" w:rsidRDefault="00635426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35426" w:rsidRDefault="00635426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35426" w:rsidRDefault="00635426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Практикум </w:t>
            </w:r>
          </w:p>
          <w:p w:rsidR="00635426" w:rsidRDefault="00635426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35426" w:rsidRDefault="00635426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35426" w:rsidRDefault="00635426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35426" w:rsidRDefault="00635426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Практикум </w:t>
            </w:r>
          </w:p>
          <w:p w:rsidR="00635426" w:rsidRDefault="00635426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35426" w:rsidRDefault="00635426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35426" w:rsidRDefault="00635426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35426" w:rsidRDefault="00635426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35426" w:rsidRDefault="00635426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35426" w:rsidRDefault="00635426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35426" w:rsidRDefault="00635426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35426" w:rsidRDefault="00635426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35426" w:rsidRDefault="00635426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35426" w:rsidRDefault="00635426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35426" w:rsidRDefault="00635426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35426" w:rsidRDefault="00635426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35426" w:rsidRDefault="00635426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35426" w:rsidRDefault="00635426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35426" w:rsidRDefault="00635426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35426" w:rsidRDefault="006354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Защита проек</w:t>
            </w:r>
          </w:p>
          <w:p w:rsidR="00635426" w:rsidRDefault="00635426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тов</w:t>
            </w:r>
          </w:p>
          <w:p w:rsidR="00635426" w:rsidRDefault="00635426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35426" w:rsidRDefault="00635426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35426" w:rsidRDefault="00635426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35426" w:rsidRDefault="00635426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35426" w:rsidRDefault="00635426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35426" w:rsidRDefault="00635426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35426" w:rsidRDefault="00635426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35426" w:rsidRDefault="00635426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35426" w:rsidRDefault="00635426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Практикум</w:t>
            </w:r>
          </w:p>
          <w:p w:rsidR="00635426" w:rsidRDefault="006354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35426" w:rsidRDefault="006354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35426" w:rsidRDefault="006354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Защита проек</w:t>
            </w:r>
          </w:p>
          <w:p w:rsidR="00635426" w:rsidRDefault="006354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Тов</w:t>
            </w:r>
          </w:p>
          <w:p w:rsidR="00635426" w:rsidRDefault="006354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35426" w:rsidRDefault="006354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35426" w:rsidRDefault="006354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35426" w:rsidRDefault="006354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35426" w:rsidRDefault="006354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35426" w:rsidRDefault="006354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35426" w:rsidRDefault="006354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35426" w:rsidRDefault="006354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35426" w:rsidRDefault="006354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Экскурсия</w:t>
            </w:r>
          </w:p>
        </w:tc>
      </w:tr>
      <w:tr w:rsidR="00635426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426" w:rsidRDefault="00635426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15.</w:t>
            </w:r>
          </w:p>
        </w:tc>
        <w:tc>
          <w:tcPr>
            <w:tcW w:w="2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426" w:rsidRDefault="00635426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Земли.Геологическое прошлое планеты.</w:t>
            </w:r>
          </w:p>
          <w:p w:rsidR="00635426" w:rsidRDefault="00635426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47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35426" w:rsidRDefault="00635426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28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426" w:rsidRDefault="00635426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426" w:rsidRDefault="00635426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426" w:rsidRDefault="00635426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426" w:rsidRDefault="00635426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35426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426" w:rsidRDefault="00635426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16.</w:t>
            </w:r>
          </w:p>
        </w:tc>
        <w:tc>
          <w:tcPr>
            <w:tcW w:w="2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426" w:rsidRDefault="00635426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Уникальные памятники ,созданные природой.</w:t>
            </w:r>
          </w:p>
          <w:p w:rsidR="00635426" w:rsidRDefault="00635426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47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35426" w:rsidRDefault="00635426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28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426" w:rsidRDefault="00635426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426" w:rsidRDefault="00635426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426" w:rsidRDefault="00635426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426" w:rsidRDefault="00635426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35426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426" w:rsidRDefault="00635426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2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426" w:rsidRDefault="00635426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Уникальные памятники ,созданные природой</w:t>
            </w:r>
          </w:p>
          <w:p w:rsidR="00635426" w:rsidRDefault="00635426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  <w:p w:rsidR="00635426" w:rsidRDefault="00635426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  <w:p w:rsidR="00635426" w:rsidRDefault="00635426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47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35426" w:rsidRDefault="00635426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28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426" w:rsidRDefault="00635426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426" w:rsidRDefault="00635426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426" w:rsidRDefault="00635426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426" w:rsidRDefault="00635426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35426">
        <w:trPr>
          <w:trHeight w:val="2121"/>
        </w:trPr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426" w:rsidRDefault="00635426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2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426" w:rsidRDefault="00635426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Загадки атмосферы.</w:t>
            </w:r>
          </w:p>
        </w:tc>
        <w:tc>
          <w:tcPr>
            <w:tcW w:w="147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35426" w:rsidRDefault="00635426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426" w:rsidRDefault="00635426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426" w:rsidRDefault="00635426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426" w:rsidRDefault="00635426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426" w:rsidRDefault="00635426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35426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426" w:rsidRDefault="00635426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2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426" w:rsidRDefault="00635426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Живые барометры.</w:t>
            </w:r>
          </w:p>
          <w:p w:rsidR="00635426" w:rsidRDefault="00635426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473" w:type="dxa"/>
            <w:tcBorders>
              <w:left w:val="single" w:sz="4" w:space="0" w:color="000000"/>
              <w:right w:val="single" w:sz="4" w:space="0" w:color="000000"/>
            </w:tcBorders>
          </w:tcPr>
          <w:p w:rsidR="00635426" w:rsidRDefault="00635426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426" w:rsidRDefault="00635426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426" w:rsidRDefault="00635426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426" w:rsidRDefault="00635426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426" w:rsidRDefault="00635426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35426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426" w:rsidRDefault="00635426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20.</w:t>
            </w:r>
          </w:p>
        </w:tc>
        <w:tc>
          <w:tcPr>
            <w:tcW w:w="2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426" w:rsidRDefault="00635426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Защита проектов по темам.</w:t>
            </w:r>
          </w:p>
        </w:tc>
        <w:tc>
          <w:tcPr>
            <w:tcW w:w="1473" w:type="dxa"/>
            <w:tcBorders>
              <w:left w:val="single" w:sz="4" w:space="0" w:color="000000"/>
              <w:right w:val="single" w:sz="4" w:space="0" w:color="000000"/>
            </w:tcBorders>
          </w:tcPr>
          <w:p w:rsidR="00635426" w:rsidRDefault="00635426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426" w:rsidRDefault="00635426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426" w:rsidRDefault="00635426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426" w:rsidRDefault="00635426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426" w:rsidRDefault="00635426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35426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426" w:rsidRDefault="00635426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21.</w:t>
            </w:r>
          </w:p>
        </w:tc>
        <w:tc>
          <w:tcPr>
            <w:tcW w:w="2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426" w:rsidRDefault="00635426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Аномальные зоны  океанов.</w:t>
            </w:r>
          </w:p>
        </w:tc>
        <w:tc>
          <w:tcPr>
            <w:tcW w:w="1473" w:type="dxa"/>
            <w:tcBorders>
              <w:left w:val="single" w:sz="4" w:space="0" w:color="000000"/>
              <w:right w:val="single" w:sz="4" w:space="0" w:color="000000"/>
            </w:tcBorders>
          </w:tcPr>
          <w:p w:rsidR="00635426" w:rsidRDefault="00635426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426" w:rsidRDefault="00635426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426" w:rsidRDefault="00635426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426" w:rsidRDefault="00635426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426" w:rsidRDefault="00635426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35426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426" w:rsidRDefault="00635426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22.</w:t>
            </w:r>
          </w:p>
        </w:tc>
        <w:tc>
          <w:tcPr>
            <w:tcW w:w="2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426" w:rsidRDefault="00635426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Атлас несуществующих земель.Топонимика.</w:t>
            </w:r>
          </w:p>
        </w:tc>
        <w:tc>
          <w:tcPr>
            <w:tcW w:w="1473" w:type="dxa"/>
            <w:tcBorders>
              <w:left w:val="single" w:sz="4" w:space="0" w:color="000000"/>
              <w:right w:val="single" w:sz="4" w:space="0" w:color="000000"/>
            </w:tcBorders>
          </w:tcPr>
          <w:p w:rsidR="00635426" w:rsidRDefault="00635426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426" w:rsidRDefault="00635426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426" w:rsidRDefault="00635426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426" w:rsidRDefault="00635426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426" w:rsidRDefault="00635426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35426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426" w:rsidRDefault="00635426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23.</w:t>
            </w:r>
          </w:p>
        </w:tc>
        <w:tc>
          <w:tcPr>
            <w:tcW w:w="2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426" w:rsidRDefault="00635426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Биосфера.</w:t>
            </w:r>
          </w:p>
          <w:p w:rsidR="00635426" w:rsidRDefault="00635426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3" w:type="dxa"/>
            <w:tcBorders>
              <w:left w:val="single" w:sz="4" w:space="0" w:color="000000"/>
              <w:right w:val="single" w:sz="4" w:space="0" w:color="000000"/>
            </w:tcBorders>
          </w:tcPr>
          <w:p w:rsidR="00635426" w:rsidRDefault="00635426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426" w:rsidRDefault="00635426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426" w:rsidRDefault="00635426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426" w:rsidRDefault="00635426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426" w:rsidRDefault="00635426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35426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426" w:rsidRDefault="00635426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24.</w:t>
            </w:r>
          </w:p>
        </w:tc>
        <w:tc>
          <w:tcPr>
            <w:tcW w:w="2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426" w:rsidRDefault="00635426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Эти удивительные растения. «Зеленая аптека».</w:t>
            </w:r>
          </w:p>
        </w:tc>
        <w:tc>
          <w:tcPr>
            <w:tcW w:w="1473" w:type="dxa"/>
            <w:tcBorders>
              <w:left w:val="single" w:sz="4" w:space="0" w:color="000000"/>
              <w:right w:val="single" w:sz="4" w:space="0" w:color="000000"/>
            </w:tcBorders>
          </w:tcPr>
          <w:p w:rsidR="00635426" w:rsidRDefault="00635426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426" w:rsidRDefault="00635426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426" w:rsidRDefault="00635426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426" w:rsidRDefault="00635426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426" w:rsidRDefault="00635426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35426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426" w:rsidRDefault="00635426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25.</w:t>
            </w:r>
          </w:p>
        </w:tc>
        <w:tc>
          <w:tcPr>
            <w:tcW w:w="2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426" w:rsidRDefault="00635426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Защита проектов по теме «Лекарственные растения»</w:t>
            </w:r>
          </w:p>
        </w:tc>
        <w:tc>
          <w:tcPr>
            <w:tcW w:w="1473" w:type="dxa"/>
            <w:tcBorders>
              <w:left w:val="single" w:sz="4" w:space="0" w:color="000000"/>
              <w:right w:val="single" w:sz="4" w:space="0" w:color="000000"/>
            </w:tcBorders>
          </w:tcPr>
          <w:p w:rsidR="00635426" w:rsidRDefault="00635426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426" w:rsidRDefault="00635426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426" w:rsidRDefault="00635426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426" w:rsidRDefault="00635426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426" w:rsidRDefault="00635426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35426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426" w:rsidRDefault="00635426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</w:t>
            </w:r>
          </w:p>
        </w:tc>
        <w:tc>
          <w:tcPr>
            <w:tcW w:w="2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426" w:rsidRDefault="00635426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Природные парки и заповедники.</w:t>
            </w:r>
          </w:p>
        </w:tc>
        <w:tc>
          <w:tcPr>
            <w:tcW w:w="1473" w:type="dxa"/>
            <w:tcBorders>
              <w:left w:val="single" w:sz="4" w:space="0" w:color="000000"/>
              <w:right w:val="single" w:sz="4" w:space="0" w:color="000000"/>
            </w:tcBorders>
          </w:tcPr>
          <w:p w:rsidR="00635426" w:rsidRDefault="00635426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426" w:rsidRDefault="00635426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426" w:rsidRDefault="00635426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426" w:rsidRDefault="00635426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426" w:rsidRDefault="00635426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35426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426" w:rsidRDefault="00635426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27.</w:t>
            </w:r>
          </w:p>
        </w:tc>
        <w:tc>
          <w:tcPr>
            <w:tcW w:w="2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426" w:rsidRDefault="00635426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Парки  и скверы города Саранска Ландшафтный дизайн.</w:t>
            </w:r>
          </w:p>
        </w:tc>
        <w:tc>
          <w:tcPr>
            <w:tcW w:w="1473" w:type="dxa"/>
            <w:tcBorders>
              <w:left w:val="single" w:sz="4" w:space="0" w:color="000000"/>
              <w:right w:val="single" w:sz="4" w:space="0" w:color="000000"/>
            </w:tcBorders>
          </w:tcPr>
          <w:p w:rsidR="00635426" w:rsidRDefault="00635426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426" w:rsidRDefault="00635426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426" w:rsidRDefault="00635426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426" w:rsidRDefault="00635426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426" w:rsidRDefault="00635426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35426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426" w:rsidRDefault="00635426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28.</w:t>
            </w:r>
          </w:p>
        </w:tc>
        <w:tc>
          <w:tcPr>
            <w:tcW w:w="2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426" w:rsidRDefault="00635426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Экскурсия по парку </w:t>
            </w:r>
          </w:p>
        </w:tc>
        <w:tc>
          <w:tcPr>
            <w:tcW w:w="14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426" w:rsidRDefault="00635426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426" w:rsidRDefault="00635426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426" w:rsidRDefault="00635426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426" w:rsidRDefault="00635426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426" w:rsidRDefault="00635426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35426">
        <w:tc>
          <w:tcPr>
            <w:tcW w:w="1032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426" w:rsidRDefault="00635426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Страны мира.5 часов.</w:t>
            </w:r>
          </w:p>
          <w:p w:rsidR="00635426" w:rsidRDefault="00635426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635426">
        <w:trPr>
          <w:trHeight w:val="1375"/>
        </w:trPr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426" w:rsidRDefault="00635426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29.</w:t>
            </w:r>
          </w:p>
        </w:tc>
        <w:tc>
          <w:tcPr>
            <w:tcW w:w="2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426" w:rsidRDefault="00635426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Путешествие по странам мира.</w:t>
            </w:r>
          </w:p>
        </w:tc>
        <w:tc>
          <w:tcPr>
            <w:tcW w:w="1473" w:type="dxa"/>
            <w:tcBorders>
              <w:left w:val="single" w:sz="4" w:space="0" w:color="000000"/>
              <w:right w:val="single" w:sz="4" w:space="0" w:color="000000"/>
            </w:tcBorders>
          </w:tcPr>
          <w:p w:rsidR="00635426" w:rsidRDefault="00635426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Разработать маршрут путешествия по наиболее интересным и значимым географическим объектам.</w:t>
            </w:r>
          </w:p>
          <w:p w:rsidR="00635426" w:rsidRDefault="00635426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Знакомство с обычаями и традициями народов мира.</w:t>
            </w:r>
          </w:p>
        </w:tc>
        <w:tc>
          <w:tcPr>
            <w:tcW w:w="28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426" w:rsidRDefault="00635426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35426" w:rsidRDefault="00635426">
            <w:pPr>
              <w:spacing w:after="0" w:line="360" w:lineRule="auto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Предметные: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формирование представлений о целостности и неоднородности Земли как планеты людей и изменения в пространстве и времени.</w:t>
            </w:r>
            <w:r>
              <w:rPr>
                <w:rFonts w:ascii="Times New Roman" w:hAnsi="Times New Roman"/>
                <w:b/>
                <w:sz w:val="20"/>
                <w:szCs w:val="20"/>
                <w:u w:val="single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Универсальные</w:t>
            </w:r>
            <w:r>
              <w:rPr>
                <w:rFonts w:ascii="Times New Roman" w:hAnsi="Times New Roman"/>
                <w:sz w:val="20"/>
                <w:szCs w:val="20"/>
              </w:rPr>
              <w:t>: умение организовать свою деятельность по описанию народов разных материков.</w:t>
            </w:r>
          </w:p>
          <w:p w:rsidR="00635426" w:rsidRDefault="00635426">
            <w:pPr>
              <w:spacing w:after="0" w:line="360" w:lineRule="auto"/>
            </w:pPr>
            <w:r>
              <w:rPr>
                <w:rFonts w:ascii="Times New Roman" w:hAnsi="Times New Roman"/>
                <w:b/>
                <w:sz w:val="20"/>
                <w:szCs w:val="20"/>
                <w:u w:val="single"/>
              </w:rPr>
              <w:t>Личностные</w:t>
            </w:r>
            <w:r>
              <w:rPr>
                <w:rFonts w:ascii="Times New Roman" w:hAnsi="Times New Roman"/>
                <w:sz w:val="20"/>
                <w:szCs w:val="20"/>
              </w:rPr>
              <w:t>: уважение к другим народам; осознание своей этнической принадлежности.</w:t>
            </w:r>
          </w:p>
          <w:p w:rsidR="00635426" w:rsidRDefault="00635426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426" w:rsidRDefault="00635426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Исследовательский.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426" w:rsidRDefault="00635426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Политическая карта мира и отдельных стран.</w:t>
            </w:r>
          </w:p>
        </w:tc>
        <w:tc>
          <w:tcPr>
            <w:tcW w:w="9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426" w:rsidRDefault="006354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35426" w:rsidRDefault="006354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35426" w:rsidRDefault="006354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35426" w:rsidRDefault="006354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35426" w:rsidRDefault="006354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35426" w:rsidRDefault="006354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35426" w:rsidRDefault="006354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35426" w:rsidRDefault="006354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35426" w:rsidRDefault="006354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35426" w:rsidRDefault="006354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35426" w:rsidRDefault="006354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35426" w:rsidRDefault="006354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35426" w:rsidRDefault="006354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35426" w:rsidRDefault="006354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35426" w:rsidRDefault="006354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35426" w:rsidRDefault="006354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35426" w:rsidRDefault="006354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35426" w:rsidRDefault="006354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35426" w:rsidRDefault="006354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35426" w:rsidRDefault="006354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35426" w:rsidRDefault="006354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35426" w:rsidRDefault="006354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35426" w:rsidRDefault="006354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35426" w:rsidRDefault="006354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Защита проек</w:t>
            </w:r>
          </w:p>
          <w:p w:rsidR="00635426" w:rsidRDefault="006354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тов </w:t>
            </w:r>
          </w:p>
          <w:p w:rsidR="00635426" w:rsidRDefault="006354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35426" w:rsidRDefault="006354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35426" w:rsidRDefault="006354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35426" w:rsidRDefault="006354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35426" w:rsidRDefault="006354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35426" w:rsidRDefault="006354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35426" w:rsidRDefault="006354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35426" w:rsidRDefault="006354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Защита проек</w:t>
            </w:r>
          </w:p>
          <w:p w:rsidR="00635426" w:rsidRDefault="00635426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тов</w:t>
            </w:r>
          </w:p>
        </w:tc>
      </w:tr>
      <w:tr w:rsidR="00635426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426" w:rsidRDefault="00635426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30.</w:t>
            </w:r>
          </w:p>
        </w:tc>
        <w:tc>
          <w:tcPr>
            <w:tcW w:w="2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426" w:rsidRDefault="00635426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Различие стран по площади, положению на карте.</w:t>
            </w:r>
          </w:p>
        </w:tc>
        <w:tc>
          <w:tcPr>
            <w:tcW w:w="1473" w:type="dxa"/>
            <w:tcBorders>
              <w:left w:val="single" w:sz="4" w:space="0" w:color="000000"/>
              <w:right w:val="single" w:sz="4" w:space="0" w:color="000000"/>
            </w:tcBorders>
          </w:tcPr>
          <w:p w:rsidR="00635426" w:rsidRDefault="00635426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426" w:rsidRDefault="00635426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426" w:rsidRDefault="00635426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426" w:rsidRDefault="00635426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426" w:rsidRDefault="00635426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35426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426" w:rsidRDefault="00635426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</w:t>
            </w:r>
          </w:p>
        </w:tc>
        <w:tc>
          <w:tcPr>
            <w:tcW w:w="2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426" w:rsidRDefault="00635426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Люди такие разные. Народы мира.</w:t>
            </w:r>
          </w:p>
          <w:p w:rsidR="00635426" w:rsidRDefault="00635426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3" w:type="dxa"/>
            <w:tcBorders>
              <w:left w:val="single" w:sz="4" w:space="0" w:color="000000"/>
              <w:right w:val="single" w:sz="4" w:space="0" w:color="000000"/>
            </w:tcBorders>
          </w:tcPr>
          <w:p w:rsidR="00635426" w:rsidRDefault="00635426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426" w:rsidRDefault="00635426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426" w:rsidRDefault="00635426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426" w:rsidRDefault="00635426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426" w:rsidRDefault="00635426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35426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426" w:rsidRDefault="00635426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32.</w:t>
            </w:r>
          </w:p>
        </w:tc>
        <w:tc>
          <w:tcPr>
            <w:tcW w:w="2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426" w:rsidRDefault="00635426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Обычаи и традиции народов мира.</w:t>
            </w:r>
          </w:p>
          <w:p w:rsidR="00635426" w:rsidRDefault="00635426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3" w:type="dxa"/>
            <w:tcBorders>
              <w:left w:val="single" w:sz="4" w:space="0" w:color="000000"/>
              <w:right w:val="single" w:sz="4" w:space="0" w:color="000000"/>
            </w:tcBorders>
          </w:tcPr>
          <w:p w:rsidR="00635426" w:rsidRDefault="00635426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426" w:rsidRDefault="00635426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426" w:rsidRDefault="00635426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426" w:rsidRDefault="00635426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426" w:rsidRDefault="00635426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35426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426" w:rsidRDefault="00635426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33.</w:t>
            </w:r>
          </w:p>
        </w:tc>
        <w:tc>
          <w:tcPr>
            <w:tcW w:w="2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426" w:rsidRDefault="00635426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Защита проектов. Презентации.</w:t>
            </w:r>
          </w:p>
          <w:p w:rsidR="00635426" w:rsidRDefault="00635426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426" w:rsidRDefault="00635426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426" w:rsidRDefault="00635426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426" w:rsidRDefault="00635426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426" w:rsidRDefault="00635426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426" w:rsidRDefault="00635426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35426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426" w:rsidRDefault="00635426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34.</w:t>
            </w:r>
          </w:p>
        </w:tc>
        <w:tc>
          <w:tcPr>
            <w:tcW w:w="2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426" w:rsidRDefault="00635426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Итоговое занятие.1ч.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426" w:rsidRDefault="00635426">
            <w:pPr>
              <w:spacing w:after="0" w:line="36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426" w:rsidRDefault="00635426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Подведение итогов. Самоанализ.курса.</w:t>
            </w:r>
          </w:p>
          <w:p w:rsidR="00635426" w:rsidRDefault="00635426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Тестирование.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426" w:rsidRDefault="00635426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426" w:rsidRDefault="00635426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426" w:rsidRDefault="00635426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635426" w:rsidRDefault="00635426">
      <w:pPr>
        <w:spacing w:line="360" w:lineRule="auto"/>
        <w:ind w:left="360"/>
        <w:rPr>
          <w:rFonts w:ascii="Times New Roman" w:hAnsi="Times New Roman"/>
          <w:b/>
          <w:sz w:val="24"/>
          <w:szCs w:val="24"/>
        </w:rPr>
      </w:pPr>
    </w:p>
    <w:p w:rsidR="00635426" w:rsidRDefault="00635426">
      <w:pPr>
        <w:pStyle w:val="40"/>
        <w:keepNext/>
        <w:keepLines/>
        <w:shd w:val="clear" w:color="auto" w:fill="auto"/>
        <w:spacing w:after="80" w:line="360" w:lineRule="auto"/>
        <w:ind w:right="60"/>
        <w:rPr>
          <w:b w:val="0"/>
          <w:sz w:val="24"/>
          <w:szCs w:val="24"/>
        </w:rPr>
      </w:pPr>
    </w:p>
    <w:p w:rsidR="00635426" w:rsidRDefault="00635426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35426" w:rsidRDefault="00635426">
      <w:pPr>
        <w:pStyle w:val="BodyText2"/>
        <w:spacing w:line="360" w:lineRule="auto"/>
        <w:jc w:val="center"/>
        <w:rPr>
          <w:b/>
        </w:rPr>
      </w:pPr>
    </w:p>
    <w:p w:rsidR="00635426" w:rsidRDefault="00635426">
      <w:pPr>
        <w:pStyle w:val="BodyText2"/>
        <w:spacing w:line="360" w:lineRule="auto"/>
        <w:jc w:val="both"/>
        <w:rPr>
          <w:color w:val="000000"/>
        </w:rPr>
      </w:pPr>
      <w:r>
        <w:rPr>
          <w:color w:val="000000"/>
        </w:rPr>
        <w:t> </w:t>
      </w:r>
    </w:p>
    <w:p w:rsidR="00635426" w:rsidRDefault="00635426">
      <w:pPr>
        <w:tabs>
          <w:tab w:val="left" w:pos="4155"/>
        </w:tabs>
        <w:rPr>
          <w:rFonts w:ascii="Times New Roman" w:hAnsi="Times New Roman"/>
          <w:b/>
          <w:sz w:val="24"/>
          <w:szCs w:val="24"/>
        </w:rPr>
      </w:pPr>
    </w:p>
    <w:p w:rsidR="00635426" w:rsidRDefault="00635426">
      <w:pPr>
        <w:tabs>
          <w:tab w:val="left" w:pos="4155"/>
        </w:tabs>
        <w:rPr>
          <w:rFonts w:ascii="Times New Roman" w:hAnsi="Times New Roman"/>
          <w:b/>
          <w:sz w:val="24"/>
          <w:szCs w:val="24"/>
        </w:rPr>
      </w:pPr>
    </w:p>
    <w:p w:rsidR="00635426" w:rsidRDefault="00635426">
      <w:pPr>
        <w:tabs>
          <w:tab w:val="left" w:pos="4155"/>
        </w:tabs>
        <w:rPr>
          <w:rFonts w:ascii="Times New Roman" w:hAnsi="Times New Roman"/>
          <w:b/>
          <w:sz w:val="24"/>
          <w:szCs w:val="24"/>
        </w:rPr>
      </w:pPr>
    </w:p>
    <w:p w:rsidR="00635426" w:rsidRDefault="00635426">
      <w:pPr>
        <w:tabs>
          <w:tab w:val="left" w:pos="4155"/>
        </w:tabs>
        <w:rPr>
          <w:rFonts w:ascii="Times New Roman" w:hAnsi="Times New Roman"/>
          <w:b/>
          <w:sz w:val="24"/>
          <w:szCs w:val="24"/>
        </w:rPr>
      </w:pPr>
    </w:p>
    <w:p w:rsidR="00635426" w:rsidRDefault="00635426">
      <w:pPr>
        <w:tabs>
          <w:tab w:val="left" w:pos="4155"/>
        </w:tabs>
        <w:rPr>
          <w:rFonts w:ascii="Times New Roman" w:hAnsi="Times New Roman"/>
          <w:b/>
          <w:sz w:val="24"/>
          <w:szCs w:val="24"/>
        </w:rPr>
      </w:pPr>
    </w:p>
    <w:p w:rsidR="00635426" w:rsidRDefault="00635426">
      <w:pPr>
        <w:tabs>
          <w:tab w:val="left" w:pos="4155"/>
        </w:tabs>
        <w:jc w:val="center"/>
        <w:rPr>
          <w:rFonts w:ascii="Times New Roman" w:hAnsi="Times New Roman"/>
          <w:b/>
          <w:sz w:val="24"/>
          <w:szCs w:val="24"/>
        </w:rPr>
      </w:pPr>
    </w:p>
    <w:p w:rsidR="00635426" w:rsidRDefault="00635426">
      <w:pPr>
        <w:tabs>
          <w:tab w:val="left" w:pos="4155"/>
        </w:tabs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br/>
      </w:r>
    </w:p>
    <w:p w:rsidR="00635426" w:rsidRDefault="00635426">
      <w:pPr>
        <w:tabs>
          <w:tab w:val="left" w:pos="4155"/>
        </w:tabs>
        <w:jc w:val="center"/>
        <w:rPr>
          <w:rFonts w:ascii="Times New Roman" w:hAnsi="Times New Roman"/>
          <w:b/>
          <w:sz w:val="24"/>
          <w:szCs w:val="24"/>
        </w:rPr>
      </w:pPr>
    </w:p>
    <w:p w:rsidR="00635426" w:rsidRDefault="00635426">
      <w:pPr>
        <w:tabs>
          <w:tab w:val="left" w:pos="4155"/>
        </w:tabs>
        <w:jc w:val="center"/>
        <w:rPr>
          <w:rFonts w:ascii="Times New Roman" w:hAnsi="Times New Roman"/>
          <w:b/>
          <w:sz w:val="24"/>
          <w:szCs w:val="24"/>
        </w:rPr>
      </w:pPr>
    </w:p>
    <w:p w:rsidR="00635426" w:rsidRDefault="00635426">
      <w:pPr>
        <w:tabs>
          <w:tab w:val="left" w:pos="4155"/>
        </w:tabs>
        <w:jc w:val="center"/>
        <w:rPr>
          <w:rFonts w:ascii="Times New Roman" w:hAnsi="Times New Roman"/>
          <w:b/>
          <w:sz w:val="24"/>
          <w:szCs w:val="24"/>
        </w:rPr>
      </w:pPr>
    </w:p>
    <w:p w:rsidR="00635426" w:rsidRDefault="00635426">
      <w:pPr>
        <w:tabs>
          <w:tab w:val="left" w:pos="4155"/>
        </w:tabs>
        <w:jc w:val="center"/>
        <w:rPr>
          <w:rFonts w:ascii="Times New Roman" w:hAnsi="Times New Roman"/>
          <w:b/>
          <w:sz w:val="24"/>
          <w:szCs w:val="24"/>
        </w:rPr>
      </w:pPr>
    </w:p>
    <w:p w:rsidR="00635426" w:rsidRDefault="00635426">
      <w:pPr>
        <w:tabs>
          <w:tab w:val="left" w:pos="4155"/>
        </w:tabs>
        <w:jc w:val="center"/>
        <w:rPr>
          <w:rFonts w:ascii="Times New Roman" w:hAnsi="Times New Roman"/>
          <w:b/>
          <w:sz w:val="24"/>
          <w:szCs w:val="24"/>
        </w:rPr>
      </w:pPr>
    </w:p>
    <w:p w:rsidR="00635426" w:rsidRDefault="00635426">
      <w:pPr>
        <w:tabs>
          <w:tab w:val="left" w:pos="4155"/>
        </w:tabs>
        <w:jc w:val="center"/>
        <w:rPr>
          <w:rFonts w:ascii="Times New Roman" w:hAnsi="Times New Roman"/>
          <w:b/>
          <w:sz w:val="24"/>
          <w:szCs w:val="24"/>
        </w:rPr>
      </w:pPr>
    </w:p>
    <w:p w:rsidR="00635426" w:rsidRDefault="00635426">
      <w:pPr>
        <w:tabs>
          <w:tab w:val="left" w:pos="4155"/>
        </w:tabs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Методическое обеспечение.</w:t>
      </w:r>
    </w:p>
    <w:p w:rsidR="00635426" w:rsidRDefault="00635426">
      <w:pPr>
        <w:spacing w:line="360" w:lineRule="auto"/>
        <w:rPr>
          <w:rFonts w:ascii="Times New Roman" w:hAnsi="Times New Roman"/>
          <w:b/>
          <w:sz w:val="24"/>
          <w:szCs w:val="24"/>
        </w:rPr>
      </w:pPr>
      <w:r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shape 0" o:spid="_x0000_s1026" type="#_x0000_t202" style="position:absolute;margin-left:-5.4pt;margin-top:23.05pt;width:498pt;height:373.65pt;z-index:251658240;visibility:visible;mso-wrap-distance-left:0">
            <v:fill opacity="100f"/>
            <v:textbox inset="0,0,0,0">
              <w:txbxContent>
                <w:tbl>
                  <w:tblPr>
                    <w:tblW w:w="9960" w:type="dxa"/>
                    <w:tblInd w:w="-5" w:type="dxa"/>
                    <w:tblLayout w:type="fixed"/>
                    <w:tblLook w:val="00A0"/>
                  </w:tblPr>
                  <w:tblGrid>
                    <w:gridCol w:w="2160"/>
                    <w:gridCol w:w="2640"/>
                    <w:gridCol w:w="2760"/>
                    <w:gridCol w:w="2400"/>
                  </w:tblGrid>
                  <w:tr w:rsidR="00635426">
                    <w:trPr>
                      <w:trHeight w:val="1716"/>
                    </w:trPr>
                    <w:tc>
                      <w:tcPr>
                        <w:tcW w:w="216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635426" w:rsidRDefault="00635426">
                        <w:pPr>
                          <w:spacing w:line="360" w:lineRule="auto"/>
                          <w:jc w:val="center"/>
                          <w:rPr>
                            <w:rFonts w:ascii="Times New Roman" w:hAnsi="Times New Roman"/>
                            <w:b/>
                          </w:rPr>
                        </w:pPr>
                      </w:p>
                      <w:p w:rsidR="00635426" w:rsidRDefault="00635426">
                        <w:pPr>
                          <w:spacing w:line="360" w:lineRule="auto"/>
                          <w:jc w:val="center"/>
                          <w:rPr>
                            <w:rFonts w:ascii="Times New Roman" w:hAnsi="Times New Roman"/>
                            <w:b/>
                          </w:rPr>
                        </w:pPr>
                        <w:r>
                          <w:rPr>
                            <w:rFonts w:ascii="Times New Roman" w:hAnsi="Times New Roman"/>
                            <w:b/>
                          </w:rPr>
                          <w:t>Наименование программы факультатива</w:t>
                        </w:r>
                      </w:p>
                    </w:tc>
                    <w:tc>
                      <w:tcPr>
                        <w:tcW w:w="264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635426" w:rsidRDefault="00635426">
                        <w:pPr>
                          <w:spacing w:line="360" w:lineRule="auto"/>
                          <w:jc w:val="center"/>
                          <w:rPr>
                            <w:rFonts w:ascii="Times New Roman" w:hAnsi="Times New Roman"/>
                            <w:b/>
                          </w:rPr>
                        </w:pPr>
                      </w:p>
                      <w:p w:rsidR="00635426" w:rsidRDefault="00635426">
                        <w:pPr>
                          <w:spacing w:line="360" w:lineRule="auto"/>
                          <w:jc w:val="center"/>
                          <w:rPr>
                            <w:rFonts w:ascii="Times New Roman" w:hAnsi="Times New Roman"/>
                            <w:b/>
                          </w:rPr>
                        </w:pPr>
                        <w:r>
                          <w:rPr>
                            <w:rFonts w:ascii="Times New Roman" w:hAnsi="Times New Roman"/>
                            <w:b/>
                          </w:rPr>
                          <w:t>Литература для учащихся</w:t>
                        </w:r>
                      </w:p>
                    </w:tc>
                    <w:tc>
                      <w:tcPr>
                        <w:tcW w:w="276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635426" w:rsidRDefault="00635426">
                        <w:pPr>
                          <w:spacing w:line="360" w:lineRule="auto"/>
                          <w:jc w:val="center"/>
                          <w:rPr>
                            <w:rFonts w:ascii="Times New Roman" w:hAnsi="Times New Roman"/>
                            <w:b/>
                          </w:rPr>
                        </w:pPr>
                      </w:p>
                      <w:p w:rsidR="00635426" w:rsidRDefault="00635426">
                        <w:pPr>
                          <w:spacing w:line="360" w:lineRule="auto"/>
                          <w:jc w:val="center"/>
                          <w:rPr>
                            <w:rFonts w:ascii="Times New Roman" w:hAnsi="Times New Roman"/>
                            <w:b/>
                          </w:rPr>
                        </w:pPr>
                        <w:r>
                          <w:rPr>
                            <w:rFonts w:ascii="Times New Roman" w:hAnsi="Times New Roman"/>
                            <w:b/>
                          </w:rPr>
                          <w:t>Литература и пособия для учителя</w:t>
                        </w:r>
                      </w:p>
                    </w:tc>
                    <w:tc>
                      <w:tcPr>
                        <w:tcW w:w="24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635426" w:rsidRDefault="00635426">
                        <w:pPr>
                          <w:spacing w:line="360" w:lineRule="auto"/>
                          <w:jc w:val="center"/>
                          <w:rPr>
                            <w:rFonts w:ascii="Times New Roman" w:hAnsi="Times New Roman"/>
                            <w:b/>
                          </w:rPr>
                        </w:pPr>
                      </w:p>
                      <w:p w:rsidR="00635426" w:rsidRDefault="00635426">
                        <w:pPr>
                          <w:spacing w:line="360" w:lineRule="auto"/>
                          <w:jc w:val="center"/>
                          <w:rPr>
                            <w:rFonts w:ascii="Times New Roman" w:hAnsi="Times New Roman"/>
                            <w:b/>
                          </w:rPr>
                        </w:pPr>
                        <w:r>
                          <w:rPr>
                            <w:rFonts w:ascii="Times New Roman" w:hAnsi="Times New Roman"/>
                            <w:b/>
                          </w:rPr>
                          <w:t>Медиаресурсы</w:t>
                        </w:r>
                      </w:p>
                    </w:tc>
                  </w:tr>
                  <w:tr w:rsidR="00635426">
                    <w:tc>
                      <w:tcPr>
                        <w:tcW w:w="216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635426" w:rsidRDefault="00635426">
                        <w:pPr>
                          <w:spacing w:line="360" w:lineRule="auto"/>
                          <w:jc w:val="center"/>
                          <w:rPr>
                            <w:rFonts w:ascii="Times New Roman" w:hAnsi="Times New Roman"/>
                            <w:b/>
                          </w:rPr>
                        </w:pPr>
                      </w:p>
                      <w:p w:rsidR="00635426" w:rsidRDefault="00635426">
                        <w:pPr>
                          <w:spacing w:line="360" w:lineRule="auto"/>
                          <w:jc w:val="center"/>
                          <w:rPr>
                            <w:rFonts w:ascii="Times New Roman" w:hAnsi="Times New Roman"/>
                            <w:b/>
                          </w:rPr>
                        </w:pPr>
                        <w:r>
                          <w:rPr>
                            <w:rFonts w:ascii="Times New Roman" w:hAnsi="Times New Roman"/>
                            <w:b/>
                          </w:rPr>
                          <w:t>«Занимательная география».</w:t>
                        </w:r>
                      </w:p>
                      <w:p w:rsidR="00635426" w:rsidRDefault="00635426">
                        <w:pPr>
                          <w:spacing w:line="360" w:lineRule="auto"/>
                          <w:jc w:val="center"/>
                          <w:rPr>
                            <w:rFonts w:ascii="Times New Roman" w:hAnsi="Times New Roman"/>
                            <w:b/>
                          </w:rPr>
                        </w:pPr>
                        <w:r>
                          <w:rPr>
                            <w:rFonts w:ascii="Times New Roman" w:hAnsi="Times New Roman"/>
                            <w:b/>
                          </w:rPr>
                          <w:t>6 класс</w:t>
                        </w:r>
                      </w:p>
                    </w:tc>
                    <w:tc>
                      <w:tcPr>
                        <w:tcW w:w="264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635426" w:rsidRDefault="00635426">
                        <w:pPr>
                          <w:spacing w:line="360" w:lineRule="auto"/>
                          <w:rPr>
                            <w:rFonts w:ascii="Times New Roman" w:hAnsi="Times New Roman"/>
                          </w:rPr>
                        </w:pPr>
                        <w:r>
                          <w:rPr>
                            <w:rFonts w:ascii="Times New Roman" w:hAnsi="Times New Roman"/>
                          </w:rPr>
                          <w:t>География.Начальный курс.5-6 классы. Учебник для общеобразовательных учреждений.А.А.Летягин.\\Вентана граф//;-М. 2015.</w:t>
                        </w:r>
                      </w:p>
                      <w:p w:rsidR="00635426" w:rsidRDefault="00635426">
                        <w:pPr>
                          <w:spacing w:line="360" w:lineRule="auto"/>
                        </w:pPr>
                        <w:r>
                          <w:rPr>
                            <w:rFonts w:ascii="Times New Roman" w:hAnsi="Times New Roman"/>
                          </w:rPr>
                          <w:t>Географическое краеведение. г.Ульяновск .2010г</w:t>
                        </w:r>
                      </w:p>
                      <w:p w:rsidR="00635426" w:rsidRDefault="00635426">
                        <w:pPr>
                          <w:spacing w:line="360" w:lineRule="auto"/>
                          <w:rPr>
                            <w:rFonts w:ascii="Times New Roman" w:hAnsi="Times New Roman"/>
                          </w:rPr>
                        </w:pPr>
                        <w:r>
                          <w:rPr>
                            <w:rFonts w:ascii="Times New Roman" w:hAnsi="Times New Roman"/>
                          </w:rPr>
                          <w:t>Энцеклопедический справочник «Страны и народы» ;-М.2014</w:t>
                        </w:r>
                      </w:p>
                    </w:tc>
                    <w:tc>
                      <w:tcPr>
                        <w:tcW w:w="276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635426" w:rsidRDefault="00635426">
                        <w:pPr>
                          <w:spacing w:line="360" w:lineRule="auto"/>
                          <w:jc w:val="both"/>
                          <w:rPr>
                            <w:rFonts w:ascii="Times New Roman" w:hAnsi="Times New Roman"/>
                            <w:bCs/>
                            <w:iCs/>
                          </w:rPr>
                        </w:pPr>
                        <w:r>
                          <w:rPr>
                            <w:rFonts w:ascii="Times New Roman" w:hAnsi="Times New Roman"/>
                            <w:bCs/>
                            <w:iCs/>
                          </w:rPr>
                          <w:t>В.А. Низовцев «География. Школьные олимпиады», Москва, Айрис – Пресс, 2006 год</w:t>
                        </w:r>
                      </w:p>
                      <w:p w:rsidR="00635426" w:rsidRDefault="00635426">
                        <w:pPr>
                          <w:spacing w:line="360" w:lineRule="auto"/>
                          <w:jc w:val="both"/>
                          <w:rPr>
                            <w:rFonts w:ascii="Times New Roman" w:hAnsi="Times New Roman"/>
                          </w:rPr>
                        </w:pPr>
                        <w:r>
                          <w:rPr>
                            <w:rFonts w:ascii="Times New Roman" w:hAnsi="Times New Roman"/>
                          </w:rPr>
                          <w:t>В.Н. Иванова «География. Активизация познавательной деятельности учащихся». Волгоград., «Учитель»., 2009 год.</w:t>
                        </w:r>
                      </w:p>
                      <w:p w:rsidR="00635426" w:rsidRDefault="00635426">
                        <w:pPr>
                          <w:rPr>
                            <w:rFonts w:ascii="Times New Roman" w:hAnsi="Times New Roman"/>
                          </w:rPr>
                        </w:pPr>
                      </w:p>
                    </w:tc>
                    <w:tc>
                      <w:tcPr>
                        <w:tcW w:w="24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635426" w:rsidRDefault="00635426">
                        <w:pPr>
                          <w:spacing w:line="360" w:lineRule="auto"/>
                          <w:jc w:val="both"/>
                          <w:rPr>
                            <w:rFonts w:ascii="Times New Roman" w:hAnsi="Times New Roman"/>
                          </w:rPr>
                        </w:pPr>
                        <w:r>
                          <w:rPr>
                            <w:rFonts w:ascii="Times New Roman" w:hAnsi="Times New Roman"/>
                          </w:rPr>
                          <w:t>Ресурсы Интернета</w:t>
                        </w:r>
                      </w:p>
                      <w:p w:rsidR="00635426" w:rsidRDefault="00635426">
                        <w:pPr>
                          <w:spacing w:line="360" w:lineRule="auto"/>
                          <w:jc w:val="both"/>
                          <w:rPr>
                            <w:rFonts w:ascii="Times New Roman" w:hAnsi="Times New Roman"/>
                          </w:rPr>
                        </w:pPr>
                        <w:r>
                          <w:rPr>
                            <w:rFonts w:ascii="Times New Roman" w:hAnsi="Times New Roman"/>
                          </w:rPr>
                          <w:t>Диск «География. Планета Земля», линия «Сфера»</w:t>
                        </w:r>
                      </w:p>
                    </w:tc>
                  </w:tr>
                </w:tbl>
                <w:p w:rsidR="00635426" w:rsidRDefault="00635426"/>
              </w:txbxContent>
            </v:textbox>
            <w10:wrap type="square"/>
          </v:shape>
        </w:pict>
      </w:r>
    </w:p>
    <w:p w:rsidR="00635426" w:rsidRDefault="00635426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35426" w:rsidRDefault="00635426">
      <w:pPr>
        <w:spacing w:line="36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635426" w:rsidRDefault="00635426">
      <w:pPr>
        <w:spacing w:line="36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:rsidR="00635426" w:rsidRDefault="00635426">
      <w:pPr>
        <w:spacing w:line="360" w:lineRule="auto"/>
        <w:ind w:left="360"/>
        <w:rPr>
          <w:rFonts w:ascii="Times New Roman" w:hAnsi="Times New Roman"/>
          <w:sz w:val="24"/>
          <w:szCs w:val="24"/>
        </w:rPr>
      </w:pPr>
    </w:p>
    <w:p w:rsidR="00635426" w:rsidRDefault="00635426">
      <w:pPr>
        <w:spacing w:line="360" w:lineRule="auto"/>
        <w:ind w:left="360"/>
        <w:rPr>
          <w:rFonts w:ascii="Times New Roman" w:hAnsi="Times New Roman"/>
          <w:sz w:val="24"/>
          <w:szCs w:val="24"/>
        </w:rPr>
      </w:pPr>
    </w:p>
    <w:p w:rsidR="00635426" w:rsidRDefault="00635426">
      <w:pPr>
        <w:spacing w:line="360" w:lineRule="auto"/>
        <w:ind w:left="360"/>
        <w:rPr>
          <w:rFonts w:ascii="Times New Roman" w:hAnsi="Times New Roman"/>
          <w:sz w:val="24"/>
          <w:szCs w:val="24"/>
        </w:rPr>
      </w:pPr>
    </w:p>
    <w:p w:rsidR="00635426" w:rsidRDefault="00635426">
      <w:pPr>
        <w:spacing w:line="360" w:lineRule="auto"/>
        <w:ind w:left="360"/>
        <w:rPr>
          <w:rFonts w:ascii="Times New Roman" w:hAnsi="Times New Roman"/>
          <w:sz w:val="24"/>
          <w:szCs w:val="24"/>
        </w:rPr>
      </w:pPr>
    </w:p>
    <w:p w:rsidR="00635426" w:rsidRDefault="00635426">
      <w:pPr>
        <w:spacing w:line="360" w:lineRule="auto"/>
        <w:ind w:left="360"/>
        <w:rPr>
          <w:rFonts w:ascii="Times New Roman" w:hAnsi="Times New Roman"/>
          <w:sz w:val="24"/>
          <w:szCs w:val="24"/>
        </w:rPr>
      </w:pPr>
    </w:p>
    <w:p w:rsidR="00635426" w:rsidRDefault="00635426">
      <w:pPr>
        <w:spacing w:line="360" w:lineRule="auto"/>
        <w:ind w:left="360"/>
        <w:rPr>
          <w:rFonts w:ascii="Times New Roman" w:hAnsi="Times New Roman"/>
          <w:sz w:val="24"/>
          <w:szCs w:val="24"/>
        </w:rPr>
      </w:pPr>
    </w:p>
    <w:p w:rsidR="00635426" w:rsidRDefault="00635426">
      <w:pPr>
        <w:spacing w:line="360" w:lineRule="auto"/>
        <w:ind w:left="360"/>
        <w:rPr>
          <w:rFonts w:ascii="Times New Roman" w:hAnsi="Times New Roman"/>
          <w:sz w:val="24"/>
          <w:szCs w:val="24"/>
        </w:rPr>
      </w:pPr>
    </w:p>
    <w:p w:rsidR="00635426" w:rsidRDefault="00635426">
      <w:pPr>
        <w:spacing w:line="360" w:lineRule="auto"/>
        <w:ind w:left="360"/>
        <w:rPr>
          <w:rFonts w:ascii="Times New Roman" w:hAnsi="Times New Roman"/>
          <w:sz w:val="24"/>
          <w:szCs w:val="24"/>
        </w:rPr>
      </w:pPr>
    </w:p>
    <w:p w:rsidR="00635426" w:rsidRDefault="00635426">
      <w:pPr>
        <w:spacing w:line="360" w:lineRule="auto"/>
        <w:rPr>
          <w:rFonts w:ascii="Times New Roman" w:hAnsi="Times New Roman"/>
          <w:sz w:val="24"/>
          <w:szCs w:val="24"/>
        </w:rPr>
      </w:pPr>
    </w:p>
    <w:p w:rsidR="00635426" w:rsidRDefault="00635426">
      <w:pPr>
        <w:rPr>
          <w:rFonts w:ascii="Times New Roman" w:hAnsi="Times New Roman"/>
          <w:sz w:val="24"/>
          <w:szCs w:val="24"/>
        </w:rPr>
      </w:pPr>
    </w:p>
    <w:sectPr w:rsidR="00635426" w:rsidSect="001F1910">
      <w:pgSz w:w="11906" w:h="16838"/>
      <w:pgMar w:top="720" w:right="720" w:bottom="720" w:left="720" w:header="0" w:footer="0" w:gutter="0"/>
      <w:cols w:space="1701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35426" w:rsidRDefault="00635426">
      <w:pPr>
        <w:spacing w:after="0" w:line="240" w:lineRule="auto"/>
      </w:pPr>
      <w:r>
        <w:separator/>
      </w:r>
    </w:p>
  </w:endnote>
  <w:endnote w:type="continuationSeparator" w:id="0">
    <w:p w:rsidR="00635426" w:rsidRDefault="006354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DejaVu Sans">
    <w:altName w:val="Malgun Gothic"/>
    <w:panose1 w:val="020B0603030804020204"/>
    <w:charset w:val="CC"/>
    <w:family w:val="swiss"/>
    <w:pitch w:val="variable"/>
    <w:sig w:usb0="E7002EFF" w:usb1="5200FDFF" w:usb2="0A242021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35426" w:rsidRDefault="00635426">
      <w:pPr>
        <w:spacing w:after="0" w:line="240" w:lineRule="auto"/>
      </w:pPr>
      <w:r>
        <w:separator/>
      </w:r>
    </w:p>
  </w:footnote>
  <w:footnote w:type="continuationSeparator" w:id="0">
    <w:p w:rsidR="00635426" w:rsidRDefault="0063542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F1910"/>
    <w:rsid w:val="00032B4D"/>
    <w:rsid w:val="001F1910"/>
    <w:rsid w:val="003045CB"/>
    <w:rsid w:val="003A20C9"/>
    <w:rsid w:val="0055751A"/>
    <w:rsid w:val="005A012D"/>
    <w:rsid w:val="005B01A7"/>
    <w:rsid w:val="006113EE"/>
    <w:rsid w:val="00635426"/>
    <w:rsid w:val="0068649C"/>
    <w:rsid w:val="00A7565E"/>
    <w:rsid w:val="00AA7156"/>
    <w:rsid w:val="00B16EB2"/>
    <w:rsid w:val="00E8703A"/>
    <w:rsid w:val="00EA00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DejaVu Sans" w:hAnsi="Times New Roman" w:cs="DejaVu Sans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">
    <w:name w:val="Normal"/>
    <w:qFormat/>
    <w:rsid w:val="001F1910"/>
    <w:pPr>
      <w:spacing w:after="200" w:line="276" w:lineRule="auto"/>
    </w:pPr>
    <w:rPr>
      <w:rFonts w:ascii="Calibri" w:hAnsi="Calibri" w:cs="Times New Roman"/>
      <w:lang w:eastAsia="zh-CN"/>
    </w:rPr>
  </w:style>
  <w:style w:type="paragraph" w:styleId="Heading1">
    <w:name w:val="heading 1"/>
    <w:basedOn w:val="Normal"/>
    <w:next w:val="Normal"/>
    <w:link w:val="Heading1Char1"/>
    <w:uiPriority w:val="99"/>
    <w:qFormat/>
    <w:rsid w:val="0068649C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1"/>
    <w:uiPriority w:val="99"/>
    <w:locked/>
    <w:rsid w:val="001F1910"/>
    <w:rPr>
      <w:rFonts w:ascii="Arial" w:hAnsi="Arial" w:cs="Times New Roman"/>
      <w:sz w:val="40"/>
    </w:rPr>
  </w:style>
  <w:style w:type="paragraph" w:customStyle="1" w:styleId="Heading11">
    <w:name w:val="Heading 11"/>
    <w:basedOn w:val="Normal"/>
    <w:next w:val="Normal"/>
    <w:link w:val="Heading1Char"/>
    <w:uiPriority w:val="99"/>
    <w:rsid w:val="001F1910"/>
    <w:pPr>
      <w:keepNext/>
      <w:keepLines/>
      <w:spacing w:before="480"/>
      <w:outlineLvl w:val="0"/>
    </w:pPr>
    <w:rPr>
      <w:rFonts w:ascii="Arial" w:eastAsia="Times New Roman" w:hAnsi="Arial"/>
      <w:sz w:val="40"/>
      <w:szCs w:val="20"/>
      <w:lang w:eastAsia="ru-RU"/>
    </w:rPr>
  </w:style>
  <w:style w:type="paragraph" w:customStyle="1" w:styleId="Heading21">
    <w:name w:val="Heading 21"/>
    <w:basedOn w:val="Normal"/>
    <w:next w:val="Normal"/>
    <w:link w:val="Heading2Char"/>
    <w:uiPriority w:val="99"/>
    <w:rsid w:val="001F1910"/>
    <w:pPr>
      <w:keepNext/>
      <w:keepLines/>
      <w:spacing w:before="360"/>
      <w:outlineLvl w:val="1"/>
    </w:pPr>
    <w:rPr>
      <w:rFonts w:ascii="Arial" w:hAnsi="Arial"/>
      <w:sz w:val="34"/>
      <w:szCs w:val="20"/>
      <w:lang w:eastAsia="ru-RU"/>
    </w:rPr>
  </w:style>
  <w:style w:type="character" w:customStyle="1" w:styleId="Heading2Char">
    <w:name w:val="Heading 2 Char"/>
    <w:link w:val="Heading21"/>
    <w:uiPriority w:val="99"/>
    <w:locked/>
    <w:rsid w:val="001F1910"/>
    <w:rPr>
      <w:rFonts w:ascii="Arial" w:hAnsi="Arial"/>
      <w:sz w:val="34"/>
    </w:rPr>
  </w:style>
  <w:style w:type="paragraph" w:customStyle="1" w:styleId="Heading31">
    <w:name w:val="Heading 31"/>
    <w:basedOn w:val="Normal"/>
    <w:next w:val="Normal"/>
    <w:link w:val="Heading3Char"/>
    <w:uiPriority w:val="99"/>
    <w:rsid w:val="001F1910"/>
    <w:pPr>
      <w:keepNext/>
      <w:keepLines/>
      <w:spacing w:before="320"/>
      <w:outlineLvl w:val="2"/>
    </w:pPr>
    <w:rPr>
      <w:rFonts w:ascii="Arial" w:hAnsi="Arial"/>
      <w:sz w:val="30"/>
      <w:szCs w:val="20"/>
      <w:lang w:eastAsia="ru-RU"/>
    </w:rPr>
  </w:style>
  <w:style w:type="character" w:customStyle="1" w:styleId="Heading3Char">
    <w:name w:val="Heading 3 Char"/>
    <w:link w:val="Heading31"/>
    <w:uiPriority w:val="99"/>
    <w:locked/>
    <w:rsid w:val="001F1910"/>
    <w:rPr>
      <w:rFonts w:ascii="Arial" w:hAnsi="Arial"/>
      <w:sz w:val="30"/>
    </w:rPr>
  </w:style>
  <w:style w:type="paragraph" w:customStyle="1" w:styleId="Heading41">
    <w:name w:val="Heading 41"/>
    <w:basedOn w:val="Normal"/>
    <w:next w:val="Normal"/>
    <w:link w:val="Heading4Char"/>
    <w:uiPriority w:val="99"/>
    <w:rsid w:val="001F1910"/>
    <w:pPr>
      <w:keepNext/>
      <w:keepLines/>
      <w:spacing w:before="320"/>
      <w:outlineLvl w:val="3"/>
    </w:pPr>
    <w:rPr>
      <w:rFonts w:ascii="Arial" w:hAnsi="Arial"/>
      <w:b/>
      <w:sz w:val="26"/>
      <w:szCs w:val="20"/>
      <w:lang w:eastAsia="ru-RU"/>
    </w:rPr>
  </w:style>
  <w:style w:type="character" w:customStyle="1" w:styleId="Heading4Char">
    <w:name w:val="Heading 4 Char"/>
    <w:link w:val="Heading41"/>
    <w:uiPriority w:val="99"/>
    <w:locked/>
    <w:rsid w:val="001F1910"/>
    <w:rPr>
      <w:rFonts w:ascii="Arial" w:hAnsi="Arial"/>
      <w:b/>
      <w:sz w:val="26"/>
    </w:rPr>
  </w:style>
  <w:style w:type="paragraph" w:customStyle="1" w:styleId="Heading51">
    <w:name w:val="Heading 51"/>
    <w:basedOn w:val="Normal"/>
    <w:next w:val="Normal"/>
    <w:link w:val="Heading5Char"/>
    <w:uiPriority w:val="99"/>
    <w:rsid w:val="001F1910"/>
    <w:pPr>
      <w:keepNext/>
      <w:keepLines/>
      <w:spacing w:before="320"/>
      <w:outlineLvl w:val="4"/>
    </w:pPr>
    <w:rPr>
      <w:rFonts w:ascii="Arial" w:hAnsi="Arial"/>
      <w:b/>
      <w:sz w:val="24"/>
      <w:szCs w:val="20"/>
      <w:lang w:eastAsia="ru-RU"/>
    </w:rPr>
  </w:style>
  <w:style w:type="character" w:customStyle="1" w:styleId="Heading5Char">
    <w:name w:val="Heading 5 Char"/>
    <w:link w:val="Heading51"/>
    <w:uiPriority w:val="99"/>
    <w:locked/>
    <w:rsid w:val="001F1910"/>
    <w:rPr>
      <w:rFonts w:ascii="Arial" w:hAnsi="Arial"/>
      <w:b/>
      <w:sz w:val="24"/>
    </w:rPr>
  </w:style>
  <w:style w:type="paragraph" w:customStyle="1" w:styleId="Heading61">
    <w:name w:val="Heading 61"/>
    <w:basedOn w:val="Normal"/>
    <w:next w:val="Normal"/>
    <w:link w:val="Heading6Char"/>
    <w:uiPriority w:val="99"/>
    <w:rsid w:val="001F1910"/>
    <w:pPr>
      <w:keepNext/>
      <w:keepLines/>
      <w:spacing w:before="320"/>
      <w:outlineLvl w:val="5"/>
    </w:pPr>
    <w:rPr>
      <w:rFonts w:ascii="Arial" w:hAnsi="Arial"/>
      <w:b/>
      <w:szCs w:val="20"/>
      <w:lang w:eastAsia="ru-RU"/>
    </w:rPr>
  </w:style>
  <w:style w:type="character" w:customStyle="1" w:styleId="Heading6Char">
    <w:name w:val="Heading 6 Char"/>
    <w:link w:val="Heading61"/>
    <w:uiPriority w:val="99"/>
    <w:locked/>
    <w:rsid w:val="001F1910"/>
    <w:rPr>
      <w:rFonts w:ascii="Arial" w:hAnsi="Arial"/>
      <w:b/>
      <w:sz w:val="22"/>
    </w:rPr>
  </w:style>
  <w:style w:type="paragraph" w:customStyle="1" w:styleId="Heading71">
    <w:name w:val="Heading 71"/>
    <w:basedOn w:val="Normal"/>
    <w:next w:val="Normal"/>
    <w:link w:val="Heading7Char"/>
    <w:uiPriority w:val="99"/>
    <w:rsid w:val="001F1910"/>
    <w:pPr>
      <w:keepNext/>
      <w:keepLines/>
      <w:spacing w:before="320"/>
      <w:outlineLvl w:val="6"/>
    </w:pPr>
    <w:rPr>
      <w:rFonts w:ascii="Arial" w:hAnsi="Arial"/>
      <w:b/>
      <w:i/>
      <w:szCs w:val="20"/>
      <w:lang w:eastAsia="ru-RU"/>
    </w:rPr>
  </w:style>
  <w:style w:type="character" w:customStyle="1" w:styleId="Heading7Char">
    <w:name w:val="Heading 7 Char"/>
    <w:link w:val="Heading71"/>
    <w:uiPriority w:val="99"/>
    <w:locked/>
    <w:rsid w:val="001F1910"/>
    <w:rPr>
      <w:rFonts w:ascii="Arial" w:hAnsi="Arial"/>
      <w:b/>
      <w:i/>
      <w:sz w:val="22"/>
    </w:rPr>
  </w:style>
  <w:style w:type="paragraph" w:customStyle="1" w:styleId="Heading81">
    <w:name w:val="Heading 81"/>
    <w:basedOn w:val="Normal"/>
    <w:next w:val="Normal"/>
    <w:link w:val="Heading8Char"/>
    <w:uiPriority w:val="99"/>
    <w:rsid w:val="001F1910"/>
    <w:pPr>
      <w:keepNext/>
      <w:keepLines/>
      <w:spacing w:before="320"/>
      <w:outlineLvl w:val="7"/>
    </w:pPr>
    <w:rPr>
      <w:rFonts w:ascii="Arial" w:hAnsi="Arial"/>
      <w:i/>
      <w:szCs w:val="20"/>
      <w:lang w:eastAsia="ru-RU"/>
    </w:rPr>
  </w:style>
  <w:style w:type="character" w:customStyle="1" w:styleId="Heading8Char">
    <w:name w:val="Heading 8 Char"/>
    <w:link w:val="Heading81"/>
    <w:uiPriority w:val="99"/>
    <w:locked/>
    <w:rsid w:val="001F1910"/>
    <w:rPr>
      <w:rFonts w:ascii="Arial" w:hAnsi="Arial"/>
      <w:i/>
      <w:sz w:val="22"/>
    </w:rPr>
  </w:style>
  <w:style w:type="paragraph" w:customStyle="1" w:styleId="Heading91">
    <w:name w:val="Heading 91"/>
    <w:basedOn w:val="Normal"/>
    <w:next w:val="Normal"/>
    <w:link w:val="Heading9Char"/>
    <w:uiPriority w:val="99"/>
    <w:rsid w:val="001F1910"/>
    <w:pPr>
      <w:keepNext/>
      <w:keepLines/>
      <w:spacing w:before="320"/>
      <w:outlineLvl w:val="8"/>
    </w:pPr>
    <w:rPr>
      <w:rFonts w:ascii="Arial" w:hAnsi="Arial"/>
      <w:i/>
      <w:sz w:val="21"/>
      <w:szCs w:val="20"/>
      <w:lang w:eastAsia="ru-RU"/>
    </w:rPr>
  </w:style>
  <w:style w:type="character" w:customStyle="1" w:styleId="Heading9Char">
    <w:name w:val="Heading 9 Char"/>
    <w:link w:val="Heading91"/>
    <w:uiPriority w:val="99"/>
    <w:locked/>
    <w:rsid w:val="001F1910"/>
    <w:rPr>
      <w:rFonts w:ascii="Arial" w:hAnsi="Arial"/>
      <w:i/>
      <w:sz w:val="21"/>
    </w:rPr>
  </w:style>
  <w:style w:type="paragraph" w:styleId="ListParagraph">
    <w:name w:val="List Paragraph"/>
    <w:basedOn w:val="Normal"/>
    <w:uiPriority w:val="99"/>
    <w:qFormat/>
    <w:rsid w:val="001F1910"/>
    <w:pPr>
      <w:ind w:left="720"/>
      <w:contextualSpacing/>
    </w:pPr>
  </w:style>
  <w:style w:type="paragraph" w:styleId="NoSpacing">
    <w:name w:val="No Spacing"/>
    <w:uiPriority w:val="99"/>
    <w:qFormat/>
    <w:rsid w:val="001F1910"/>
    <w:rPr>
      <w:sz w:val="24"/>
      <w:szCs w:val="24"/>
      <w:lang w:val="en-US" w:eastAsia="zh-CN" w:bidi="hi-IN"/>
    </w:rPr>
  </w:style>
  <w:style w:type="paragraph" w:styleId="Title">
    <w:name w:val="Title"/>
    <w:basedOn w:val="Normal"/>
    <w:next w:val="Normal"/>
    <w:link w:val="TitleChar"/>
    <w:uiPriority w:val="99"/>
    <w:qFormat/>
    <w:rsid w:val="001F1910"/>
    <w:pPr>
      <w:spacing w:before="300"/>
      <w:contextualSpacing/>
    </w:pPr>
    <w:rPr>
      <w:rFonts w:ascii="Times New Roman" w:hAnsi="Times New Roman"/>
      <w:sz w:val="48"/>
      <w:szCs w:val="48"/>
      <w:lang w:eastAsia="ru-RU"/>
    </w:rPr>
  </w:style>
  <w:style w:type="character" w:customStyle="1" w:styleId="TitleChar">
    <w:name w:val="Title Char"/>
    <w:basedOn w:val="DefaultParagraphFont"/>
    <w:link w:val="Title"/>
    <w:uiPriority w:val="99"/>
    <w:locked/>
    <w:rsid w:val="001F1910"/>
    <w:rPr>
      <w:rFonts w:cs="Times New Roman"/>
      <w:sz w:val="48"/>
    </w:rPr>
  </w:style>
  <w:style w:type="paragraph" w:styleId="Subtitle">
    <w:name w:val="Subtitle"/>
    <w:basedOn w:val="Normal"/>
    <w:next w:val="Normal"/>
    <w:link w:val="SubtitleChar"/>
    <w:uiPriority w:val="99"/>
    <w:qFormat/>
    <w:rsid w:val="001F1910"/>
    <w:pPr>
      <w:spacing w:before="200"/>
    </w:pPr>
    <w:rPr>
      <w:rFonts w:ascii="Times New Roman" w:hAnsi="Times New Roman"/>
      <w:sz w:val="24"/>
      <w:szCs w:val="24"/>
      <w:lang w:eastAsia="ru-RU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1F1910"/>
    <w:rPr>
      <w:rFonts w:cs="Times New Roman"/>
      <w:sz w:val="24"/>
    </w:rPr>
  </w:style>
  <w:style w:type="paragraph" w:styleId="Quote">
    <w:name w:val="Quote"/>
    <w:basedOn w:val="Normal"/>
    <w:next w:val="Normal"/>
    <w:link w:val="QuoteChar"/>
    <w:uiPriority w:val="99"/>
    <w:qFormat/>
    <w:rsid w:val="001F1910"/>
    <w:pPr>
      <w:ind w:left="720" w:right="720"/>
    </w:pPr>
    <w:rPr>
      <w:rFonts w:ascii="Times New Roman" w:hAnsi="Times New Roman"/>
      <w:i/>
      <w:sz w:val="20"/>
      <w:szCs w:val="20"/>
      <w:lang w:eastAsia="ru-RU"/>
    </w:rPr>
  </w:style>
  <w:style w:type="character" w:customStyle="1" w:styleId="QuoteChar">
    <w:name w:val="Quote Char"/>
    <w:basedOn w:val="DefaultParagraphFont"/>
    <w:link w:val="Quote"/>
    <w:uiPriority w:val="99"/>
    <w:locked/>
    <w:rsid w:val="001F1910"/>
    <w:rPr>
      <w:rFonts w:cs="Times New Roman"/>
      <w:i/>
    </w:rPr>
  </w:style>
  <w:style w:type="paragraph" w:styleId="IntenseQuote">
    <w:name w:val="Intense Quote"/>
    <w:basedOn w:val="Normal"/>
    <w:next w:val="Normal"/>
    <w:link w:val="IntenseQuoteChar"/>
    <w:uiPriority w:val="99"/>
    <w:qFormat/>
    <w:rsid w:val="001F1910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rFonts w:ascii="Times New Roman" w:hAnsi="Times New Roman"/>
      <w:i/>
      <w:sz w:val="20"/>
      <w:szCs w:val="20"/>
      <w:lang w:eastAsia="ru-RU"/>
    </w:rPr>
  </w:style>
  <w:style w:type="character" w:customStyle="1" w:styleId="IntenseQuoteChar">
    <w:name w:val="Intense Quote Char"/>
    <w:basedOn w:val="DefaultParagraphFont"/>
    <w:link w:val="IntenseQuote"/>
    <w:uiPriority w:val="99"/>
    <w:locked/>
    <w:rsid w:val="001F1910"/>
    <w:rPr>
      <w:rFonts w:cs="Times New Roman"/>
      <w:i/>
    </w:rPr>
  </w:style>
  <w:style w:type="paragraph" w:customStyle="1" w:styleId="Header1">
    <w:name w:val="Header1"/>
    <w:basedOn w:val="Normal"/>
    <w:link w:val="HeaderChar"/>
    <w:uiPriority w:val="99"/>
    <w:rsid w:val="001F1910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HeaderChar">
    <w:name w:val="Header Char"/>
    <w:link w:val="Header1"/>
    <w:uiPriority w:val="99"/>
    <w:locked/>
    <w:rsid w:val="001F1910"/>
  </w:style>
  <w:style w:type="paragraph" w:customStyle="1" w:styleId="Footer1">
    <w:name w:val="Footer1"/>
    <w:basedOn w:val="Normal"/>
    <w:link w:val="CaptionChar"/>
    <w:uiPriority w:val="99"/>
    <w:rsid w:val="001F1910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uiPriority w:val="99"/>
    <w:rsid w:val="001F1910"/>
  </w:style>
  <w:style w:type="character" w:customStyle="1" w:styleId="CaptionChar">
    <w:name w:val="Caption Char"/>
    <w:link w:val="Footer1"/>
    <w:uiPriority w:val="99"/>
    <w:locked/>
    <w:rsid w:val="001F1910"/>
  </w:style>
  <w:style w:type="table" w:styleId="TableGrid">
    <w:name w:val="Table Grid"/>
    <w:basedOn w:val="TableNormal"/>
    <w:uiPriority w:val="99"/>
    <w:rsid w:val="001F1910"/>
    <w:rPr>
      <w:sz w:val="24"/>
      <w:szCs w:val="24"/>
      <w:lang w:val="en-US" w:eastAsia="zh-CN" w:bidi="hi-I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99"/>
    <w:rsid w:val="001F1910"/>
    <w:rPr>
      <w:sz w:val="24"/>
      <w:szCs w:val="24"/>
      <w:lang w:val="en-US" w:eastAsia="zh-CN" w:bidi="hi-I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99"/>
    <w:rsid w:val="001F1910"/>
    <w:rPr>
      <w:sz w:val="24"/>
      <w:szCs w:val="24"/>
      <w:lang w:val="en-US" w:eastAsia="zh-CN" w:bidi="hi-I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2">
    <w:name w:val="Plain Table 2"/>
    <w:uiPriority w:val="99"/>
    <w:rsid w:val="001F1910"/>
    <w:rPr>
      <w:sz w:val="24"/>
      <w:szCs w:val="24"/>
      <w:lang w:val="en-US" w:eastAsia="zh-CN" w:bidi="hi-I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3">
    <w:name w:val="Plain Table 3"/>
    <w:uiPriority w:val="99"/>
    <w:rsid w:val="001F1910"/>
    <w:rPr>
      <w:sz w:val="24"/>
      <w:szCs w:val="24"/>
      <w:lang w:val="en-US"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4">
    <w:name w:val="Plain Table 4"/>
    <w:uiPriority w:val="99"/>
    <w:rsid w:val="001F1910"/>
    <w:rPr>
      <w:sz w:val="24"/>
      <w:szCs w:val="24"/>
      <w:lang w:val="en-US"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5">
    <w:name w:val="Plain Table 5"/>
    <w:uiPriority w:val="99"/>
    <w:rsid w:val="001F1910"/>
    <w:rPr>
      <w:sz w:val="24"/>
      <w:szCs w:val="24"/>
      <w:lang w:val="en-US"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">
    <w:name w:val="Grid Table 1 Light"/>
    <w:uiPriority w:val="99"/>
    <w:rsid w:val="001F1910"/>
    <w:rPr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sid w:val="001F1910"/>
    <w:rPr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sid w:val="001F1910"/>
    <w:rPr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sid w:val="001F1910"/>
    <w:rPr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sid w:val="001F1910"/>
    <w:rPr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sid w:val="001F1910"/>
    <w:rPr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sid w:val="001F1910"/>
    <w:rPr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">
    <w:name w:val="Grid Table 2"/>
    <w:uiPriority w:val="99"/>
    <w:rsid w:val="001F1910"/>
    <w:rPr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sid w:val="001F1910"/>
    <w:rPr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sid w:val="001F1910"/>
    <w:rPr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sid w:val="001F1910"/>
    <w:rPr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sid w:val="001F1910"/>
    <w:rPr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sid w:val="001F1910"/>
    <w:rPr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sid w:val="001F1910"/>
    <w:rPr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">
    <w:name w:val="Grid Table 3"/>
    <w:uiPriority w:val="99"/>
    <w:rsid w:val="001F1910"/>
    <w:rPr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sid w:val="001F1910"/>
    <w:rPr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sid w:val="001F1910"/>
    <w:rPr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sid w:val="001F1910"/>
    <w:rPr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sid w:val="001F1910"/>
    <w:rPr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sid w:val="001F1910"/>
    <w:rPr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sid w:val="001F1910"/>
    <w:rPr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">
    <w:name w:val="Grid Table 4"/>
    <w:uiPriority w:val="99"/>
    <w:rsid w:val="001F1910"/>
    <w:rPr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99"/>
    <w:rsid w:val="001F1910"/>
    <w:rPr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99"/>
    <w:rsid w:val="001F1910"/>
    <w:rPr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99"/>
    <w:rsid w:val="001F1910"/>
    <w:rPr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99"/>
    <w:rsid w:val="001F1910"/>
    <w:rPr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99"/>
    <w:rsid w:val="001F1910"/>
    <w:rPr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99"/>
    <w:rsid w:val="001F1910"/>
    <w:rPr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">
    <w:name w:val="Grid Table 5 Dark"/>
    <w:uiPriority w:val="99"/>
    <w:rsid w:val="001F1910"/>
    <w:rPr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sid w:val="001F1910"/>
    <w:rPr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sid w:val="001F1910"/>
    <w:rPr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sid w:val="001F1910"/>
    <w:rPr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sid w:val="001F1910"/>
    <w:rPr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sid w:val="001F1910"/>
    <w:rPr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sid w:val="001F1910"/>
    <w:rPr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">
    <w:name w:val="Grid Table 6 Colorful"/>
    <w:uiPriority w:val="99"/>
    <w:rsid w:val="001F1910"/>
    <w:rPr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sid w:val="001F1910"/>
    <w:rPr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sid w:val="001F1910"/>
    <w:rPr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sid w:val="001F1910"/>
    <w:rPr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sid w:val="001F1910"/>
    <w:rPr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sid w:val="001F1910"/>
    <w:rPr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sid w:val="001F1910"/>
    <w:rPr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">
    <w:name w:val="Grid Table 7 Colorful"/>
    <w:uiPriority w:val="99"/>
    <w:rsid w:val="001F1910"/>
    <w:rPr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sid w:val="001F1910"/>
    <w:rPr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sid w:val="001F1910"/>
    <w:rPr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sid w:val="001F1910"/>
    <w:rPr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sid w:val="001F1910"/>
    <w:rPr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sid w:val="001F1910"/>
    <w:rPr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sid w:val="001F1910"/>
    <w:rPr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">
    <w:name w:val="List Table 1 Light"/>
    <w:uiPriority w:val="99"/>
    <w:rsid w:val="001F1910"/>
    <w:rPr>
      <w:sz w:val="24"/>
      <w:szCs w:val="24"/>
      <w:lang w:val="en-US"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sid w:val="001F1910"/>
    <w:rPr>
      <w:sz w:val="24"/>
      <w:szCs w:val="24"/>
      <w:lang w:val="en-US"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sid w:val="001F1910"/>
    <w:rPr>
      <w:sz w:val="24"/>
      <w:szCs w:val="24"/>
      <w:lang w:val="en-US"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sid w:val="001F1910"/>
    <w:rPr>
      <w:sz w:val="24"/>
      <w:szCs w:val="24"/>
      <w:lang w:val="en-US"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sid w:val="001F1910"/>
    <w:rPr>
      <w:sz w:val="24"/>
      <w:szCs w:val="24"/>
      <w:lang w:val="en-US"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sid w:val="001F1910"/>
    <w:rPr>
      <w:sz w:val="24"/>
      <w:szCs w:val="24"/>
      <w:lang w:val="en-US"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sid w:val="001F1910"/>
    <w:rPr>
      <w:sz w:val="24"/>
      <w:szCs w:val="24"/>
      <w:lang w:val="en-US"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">
    <w:name w:val="List Table 2"/>
    <w:uiPriority w:val="99"/>
    <w:rsid w:val="001F1910"/>
    <w:rPr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sid w:val="001F1910"/>
    <w:rPr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sid w:val="001F1910"/>
    <w:rPr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sid w:val="001F1910"/>
    <w:rPr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sid w:val="001F1910"/>
    <w:rPr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sid w:val="001F1910"/>
    <w:rPr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sid w:val="001F1910"/>
    <w:rPr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">
    <w:name w:val="List Table 3"/>
    <w:uiPriority w:val="99"/>
    <w:rsid w:val="001F1910"/>
    <w:rPr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sid w:val="001F1910"/>
    <w:rPr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sid w:val="001F1910"/>
    <w:rPr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sid w:val="001F1910"/>
    <w:rPr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sid w:val="001F1910"/>
    <w:rPr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sid w:val="001F1910"/>
    <w:rPr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sid w:val="001F1910"/>
    <w:rPr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">
    <w:name w:val="List Table 4"/>
    <w:uiPriority w:val="99"/>
    <w:rsid w:val="001F1910"/>
    <w:rPr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sid w:val="001F1910"/>
    <w:rPr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sid w:val="001F1910"/>
    <w:rPr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sid w:val="001F1910"/>
    <w:rPr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sid w:val="001F1910"/>
    <w:rPr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sid w:val="001F1910"/>
    <w:rPr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sid w:val="001F1910"/>
    <w:rPr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">
    <w:name w:val="List Table 5 Dark"/>
    <w:uiPriority w:val="99"/>
    <w:rsid w:val="001F1910"/>
    <w:rPr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sid w:val="001F1910"/>
    <w:rPr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sid w:val="001F1910"/>
    <w:rPr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sid w:val="001F1910"/>
    <w:rPr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sid w:val="001F1910"/>
    <w:rPr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sid w:val="001F1910"/>
    <w:rPr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sid w:val="001F1910"/>
    <w:rPr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">
    <w:name w:val="List Table 6 Colorful"/>
    <w:uiPriority w:val="99"/>
    <w:rsid w:val="001F1910"/>
    <w:rPr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sid w:val="001F1910"/>
    <w:rPr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sid w:val="001F1910"/>
    <w:rPr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sid w:val="001F1910"/>
    <w:rPr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sid w:val="001F1910"/>
    <w:rPr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sid w:val="001F1910"/>
    <w:rPr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sid w:val="001F1910"/>
    <w:rPr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">
    <w:name w:val="List Table 7 Colorful"/>
    <w:uiPriority w:val="99"/>
    <w:rsid w:val="001F1910"/>
    <w:rPr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sid w:val="001F1910"/>
    <w:rPr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sid w:val="001F1910"/>
    <w:rPr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sid w:val="001F1910"/>
    <w:rPr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sid w:val="001F1910"/>
    <w:rPr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sid w:val="001F1910"/>
    <w:rPr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sid w:val="001F1910"/>
    <w:rPr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sid w:val="001F1910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sid w:val="001F1910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sid w:val="001F1910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sid w:val="001F1910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sid w:val="001F1910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sid w:val="001F1910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sid w:val="001F1910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sid w:val="001F1910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sid w:val="001F1910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sid w:val="001F1910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sid w:val="001F1910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sid w:val="001F1910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sid w:val="001F1910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sid w:val="001F1910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sid w:val="001F1910"/>
    <w:rPr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sid w:val="001F1910"/>
    <w:rPr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sid w:val="001F1910"/>
    <w:rPr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sid w:val="001F1910"/>
    <w:rPr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sid w:val="001F1910"/>
    <w:rPr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sid w:val="001F1910"/>
    <w:rPr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sid w:val="001F1910"/>
    <w:rPr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Hyperlink">
    <w:name w:val="Hyperlink"/>
    <w:basedOn w:val="DefaultParagraphFont"/>
    <w:uiPriority w:val="99"/>
    <w:rsid w:val="001F1910"/>
    <w:rPr>
      <w:rFonts w:cs="Times New Roman"/>
      <w:color w:val="0000FF"/>
      <w:u w:val="single"/>
    </w:rPr>
  </w:style>
  <w:style w:type="paragraph" w:styleId="FootnoteText">
    <w:name w:val="footnote text"/>
    <w:basedOn w:val="Normal"/>
    <w:link w:val="FootnoteTextChar"/>
    <w:uiPriority w:val="99"/>
    <w:semiHidden/>
    <w:rsid w:val="001F1910"/>
    <w:pPr>
      <w:spacing w:after="40" w:line="240" w:lineRule="auto"/>
    </w:pPr>
    <w:rPr>
      <w:rFonts w:ascii="Times New Roman" w:hAnsi="Times New Roman"/>
      <w:sz w:val="18"/>
      <w:szCs w:val="20"/>
      <w:lang w:eastAsia="ru-RU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1F1910"/>
    <w:rPr>
      <w:rFonts w:cs="Times New Roman"/>
      <w:sz w:val="18"/>
    </w:rPr>
  </w:style>
  <w:style w:type="character" w:styleId="FootnoteReference">
    <w:name w:val="footnote reference"/>
    <w:basedOn w:val="DefaultParagraphFont"/>
    <w:uiPriority w:val="99"/>
    <w:rsid w:val="001F1910"/>
    <w:rPr>
      <w:rFonts w:cs="Times New Roman"/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rsid w:val="001F1910"/>
    <w:pPr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character" w:customStyle="1" w:styleId="EndnoteTextChar">
    <w:name w:val="Endnote Text Char"/>
    <w:basedOn w:val="DefaultParagraphFont"/>
    <w:link w:val="EndnoteText"/>
    <w:uiPriority w:val="99"/>
    <w:locked/>
    <w:rsid w:val="001F1910"/>
    <w:rPr>
      <w:rFonts w:cs="Times New Roman"/>
      <w:sz w:val="20"/>
    </w:rPr>
  </w:style>
  <w:style w:type="character" w:styleId="EndnoteReference">
    <w:name w:val="endnote reference"/>
    <w:basedOn w:val="DefaultParagraphFont"/>
    <w:uiPriority w:val="99"/>
    <w:semiHidden/>
    <w:rsid w:val="001F1910"/>
    <w:rPr>
      <w:rFonts w:cs="Times New Roman"/>
      <w:vertAlign w:val="superscript"/>
    </w:rPr>
  </w:style>
  <w:style w:type="paragraph" w:styleId="TOC1">
    <w:name w:val="toc 1"/>
    <w:basedOn w:val="Normal"/>
    <w:next w:val="Normal"/>
    <w:uiPriority w:val="99"/>
    <w:rsid w:val="001F1910"/>
    <w:pPr>
      <w:spacing w:after="57"/>
    </w:pPr>
  </w:style>
  <w:style w:type="paragraph" w:styleId="TOC2">
    <w:name w:val="toc 2"/>
    <w:basedOn w:val="Normal"/>
    <w:next w:val="Normal"/>
    <w:uiPriority w:val="99"/>
    <w:rsid w:val="001F1910"/>
    <w:pPr>
      <w:spacing w:after="57"/>
      <w:ind w:left="283"/>
    </w:pPr>
  </w:style>
  <w:style w:type="paragraph" w:styleId="TOC3">
    <w:name w:val="toc 3"/>
    <w:basedOn w:val="Normal"/>
    <w:next w:val="Normal"/>
    <w:uiPriority w:val="99"/>
    <w:rsid w:val="001F1910"/>
    <w:pPr>
      <w:spacing w:after="57"/>
      <w:ind w:left="567"/>
    </w:pPr>
  </w:style>
  <w:style w:type="paragraph" w:styleId="TOC4">
    <w:name w:val="toc 4"/>
    <w:basedOn w:val="Normal"/>
    <w:next w:val="Normal"/>
    <w:uiPriority w:val="99"/>
    <w:rsid w:val="001F1910"/>
    <w:pPr>
      <w:spacing w:after="57"/>
      <w:ind w:left="850"/>
    </w:pPr>
  </w:style>
  <w:style w:type="paragraph" w:styleId="TOC5">
    <w:name w:val="toc 5"/>
    <w:basedOn w:val="Normal"/>
    <w:next w:val="Normal"/>
    <w:uiPriority w:val="99"/>
    <w:rsid w:val="001F1910"/>
    <w:pPr>
      <w:spacing w:after="57"/>
      <w:ind w:left="1134"/>
    </w:pPr>
  </w:style>
  <w:style w:type="paragraph" w:styleId="TOC6">
    <w:name w:val="toc 6"/>
    <w:basedOn w:val="Normal"/>
    <w:next w:val="Normal"/>
    <w:uiPriority w:val="99"/>
    <w:rsid w:val="001F1910"/>
    <w:pPr>
      <w:spacing w:after="57"/>
      <w:ind w:left="1417"/>
    </w:pPr>
  </w:style>
  <w:style w:type="paragraph" w:styleId="TOC7">
    <w:name w:val="toc 7"/>
    <w:basedOn w:val="Normal"/>
    <w:next w:val="Normal"/>
    <w:uiPriority w:val="99"/>
    <w:rsid w:val="001F1910"/>
    <w:pPr>
      <w:spacing w:after="57"/>
      <w:ind w:left="1701"/>
    </w:pPr>
  </w:style>
  <w:style w:type="paragraph" w:styleId="TOC8">
    <w:name w:val="toc 8"/>
    <w:basedOn w:val="Normal"/>
    <w:next w:val="Normal"/>
    <w:uiPriority w:val="99"/>
    <w:rsid w:val="001F1910"/>
    <w:pPr>
      <w:spacing w:after="57"/>
      <w:ind w:left="1984"/>
    </w:pPr>
  </w:style>
  <w:style w:type="paragraph" w:styleId="TOC9">
    <w:name w:val="toc 9"/>
    <w:basedOn w:val="Normal"/>
    <w:next w:val="Normal"/>
    <w:uiPriority w:val="99"/>
    <w:rsid w:val="001F1910"/>
    <w:pPr>
      <w:spacing w:after="57"/>
      <w:ind w:left="2268"/>
    </w:pPr>
  </w:style>
  <w:style w:type="character" w:customStyle="1" w:styleId="Heading1Char1">
    <w:name w:val="Heading 1 Char1"/>
    <w:basedOn w:val="DefaultParagraphFont"/>
    <w:link w:val="Heading1"/>
    <w:uiPriority w:val="99"/>
    <w:locked/>
    <w:rsid w:val="0068649C"/>
    <w:rPr>
      <w:rFonts w:ascii="Cambria" w:hAnsi="Cambria" w:cs="Times New Roman"/>
      <w:b/>
      <w:bCs/>
      <w:kern w:val="32"/>
      <w:sz w:val="32"/>
      <w:szCs w:val="32"/>
      <w:lang w:eastAsia="zh-CN"/>
    </w:rPr>
  </w:style>
  <w:style w:type="paragraph" w:styleId="TOCHeading">
    <w:name w:val="TOC Heading"/>
    <w:basedOn w:val="Heading1"/>
    <w:uiPriority w:val="99"/>
    <w:qFormat/>
    <w:rsid w:val="001F1910"/>
    <w:pPr>
      <w:keepNext w:val="0"/>
      <w:spacing w:before="0" w:after="0" w:line="240" w:lineRule="auto"/>
      <w:outlineLvl w:val="9"/>
    </w:pPr>
    <w:rPr>
      <w:rFonts w:ascii="Times New Roman" w:eastAsia="DejaVu Sans" w:hAnsi="Times New Roman" w:cs="DejaVu Sans"/>
      <w:b w:val="0"/>
      <w:bCs w:val="0"/>
      <w:kern w:val="0"/>
      <w:sz w:val="24"/>
      <w:szCs w:val="24"/>
      <w:lang w:val="en-US" w:bidi="hi-IN"/>
    </w:rPr>
  </w:style>
  <w:style w:type="paragraph" w:styleId="TableofFigures">
    <w:name w:val="table of figures"/>
    <w:basedOn w:val="Normal"/>
    <w:next w:val="Normal"/>
    <w:uiPriority w:val="99"/>
    <w:rsid w:val="001F1910"/>
    <w:pPr>
      <w:spacing w:after="0"/>
    </w:pPr>
  </w:style>
  <w:style w:type="character" w:customStyle="1" w:styleId="2">
    <w:name w:val="Основной текст 2 Знак"/>
    <w:uiPriority w:val="99"/>
    <w:rsid w:val="001F1910"/>
    <w:rPr>
      <w:rFonts w:ascii="Times New Roman" w:hAnsi="Times New Roman"/>
      <w:sz w:val="24"/>
    </w:rPr>
  </w:style>
  <w:style w:type="character" w:customStyle="1" w:styleId="4">
    <w:name w:val="Заголовок №4_"/>
    <w:uiPriority w:val="99"/>
    <w:rsid w:val="001F1910"/>
    <w:rPr>
      <w:rFonts w:ascii="Times New Roman" w:hAnsi="Times New Roman"/>
      <w:b/>
      <w:sz w:val="20"/>
      <w:shd w:val="clear" w:color="auto" w:fill="FFFFFF"/>
    </w:rPr>
  </w:style>
  <w:style w:type="paragraph" w:customStyle="1" w:styleId="Heading">
    <w:name w:val="Heading"/>
    <w:basedOn w:val="Normal"/>
    <w:next w:val="BodyText"/>
    <w:uiPriority w:val="99"/>
    <w:rsid w:val="001F1910"/>
    <w:pPr>
      <w:keepNext/>
      <w:spacing w:before="240" w:after="120"/>
    </w:pPr>
    <w:rPr>
      <w:rFonts w:ascii="Arial" w:hAnsi="Arial" w:cs="DejaVu Sans"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1F1910"/>
    <w:pPr>
      <w:spacing w:after="14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68649C"/>
    <w:rPr>
      <w:rFonts w:ascii="Calibri" w:hAnsi="Calibri" w:cs="Times New Roman"/>
      <w:lang w:eastAsia="zh-CN"/>
    </w:rPr>
  </w:style>
  <w:style w:type="paragraph" w:styleId="List">
    <w:name w:val="List"/>
    <w:basedOn w:val="BodyText"/>
    <w:uiPriority w:val="99"/>
    <w:rsid w:val="001F1910"/>
  </w:style>
  <w:style w:type="paragraph" w:customStyle="1" w:styleId="Caption1">
    <w:name w:val="Caption1"/>
    <w:basedOn w:val="Normal"/>
    <w:uiPriority w:val="99"/>
    <w:rsid w:val="001F1910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Normal"/>
    <w:uiPriority w:val="99"/>
    <w:rsid w:val="001F1910"/>
    <w:pPr>
      <w:suppressLineNumbers/>
    </w:pPr>
  </w:style>
  <w:style w:type="paragraph" w:styleId="BodyText2">
    <w:name w:val="Body Text 2"/>
    <w:basedOn w:val="Normal"/>
    <w:link w:val="BodyText2Char"/>
    <w:uiPriority w:val="99"/>
    <w:rsid w:val="001F1910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68649C"/>
    <w:rPr>
      <w:rFonts w:ascii="Calibri" w:hAnsi="Calibri" w:cs="Times New Roman"/>
      <w:lang w:eastAsia="zh-CN"/>
    </w:rPr>
  </w:style>
  <w:style w:type="paragraph" w:customStyle="1" w:styleId="40">
    <w:name w:val="Заголовок №4"/>
    <w:basedOn w:val="Normal"/>
    <w:uiPriority w:val="99"/>
    <w:rsid w:val="001F1910"/>
    <w:pPr>
      <w:widowControl w:val="0"/>
      <w:shd w:val="clear" w:color="auto" w:fill="FFFFFF"/>
      <w:spacing w:after="120" w:line="240" w:lineRule="atLeast"/>
      <w:jc w:val="center"/>
      <w:outlineLvl w:val="3"/>
    </w:pPr>
    <w:rPr>
      <w:rFonts w:ascii="Times New Roman" w:eastAsia="Times New Roman" w:hAnsi="Times New Roman"/>
      <w:b/>
      <w:bCs/>
      <w:sz w:val="20"/>
      <w:szCs w:val="20"/>
    </w:rPr>
  </w:style>
  <w:style w:type="paragraph" w:customStyle="1" w:styleId="TableContents">
    <w:name w:val="Table Contents"/>
    <w:basedOn w:val="Normal"/>
    <w:uiPriority w:val="99"/>
    <w:rsid w:val="001F1910"/>
    <w:pPr>
      <w:widowControl w:val="0"/>
      <w:suppressLineNumbers/>
    </w:pPr>
  </w:style>
  <w:style w:type="paragraph" w:customStyle="1" w:styleId="TableHeading">
    <w:name w:val="Table Heading"/>
    <w:basedOn w:val="TableContents"/>
    <w:uiPriority w:val="99"/>
    <w:rsid w:val="001F1910"/>
    <w:pPr>
      <w:jc w:val="center"/>
    </w:pPr>
    <w:rPr>
      <w:b/>
      <w:bCs/>
    </w:rPr>
  </w:style>
  <w:style w:type="paragraph" w:customStyle="1" w:styleId="FrameContents">
    <w:name w:val="Frame Contents"/>
    <w:basedOn w:val="Normal"/>
    <w:uiPriority w:val="99"/>
    <w:rsid w:val="001F191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14</TotalTime>
  <Pages>15</Pages>
  <Words>2995</Words>
  <Characters>17072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User</cp:lastModifiedBy>
  <cp:revision>8</cp:revision>
  <cp:lastPrinted>2023-10-18T06:03:00Z</cp:lastPrinted>
  <dcterms:created xsi:type="dcterms:W3CDTF">2019-09-02T21:27:00Z</dcterms:created>
  <dcterms:modified xsi:type="dcterms:W3CDTF">2023-10-18T10:08:00Z</dcterms:modified>
</cp:coreProperties>
</file>