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CD0" w:rsidRPr="00C724F4" w:rsidRDefault="00536CD0" w:rsidP="00815B9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C724F4">
        <w:rPr>
          <w:rFonts w:ascii="Times New Roman" w:hAnsi="Times New Roman"/>
          <w:b/>
          <w:color w:val="000000"/>
          <w:sz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2.75pt;height:842.25pt">
            <v:imagedata r:id="rId5" o:title=""/>
          </v:shape>
        </w:pict>
      </w:r>
    </w:p>
    <w:p w:rsidR="00536CD0" w:rsidRPr="00CF0118" w:rsidRDefault="00536CD0" w:rsidP="00CF0118">
      <w:pPr>
        <w:kinsoku w:val="0"/>
        <w:overflowPunct w:val="0"/>
        <w:spacing w:before="51"/>
        <w:ind w:left="3517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val="ru-RU" w:eastAsia="ru-RU"/>
        </w:rPr>
        <w:pict>
          <v:rect id="_x0000_s1026" style="position:absolute;left:0;text-align:left;margin-left:48.2pt;margin-top:2.7pt;width:520.3pt;height:13.75pt;z-index:-251658240;mso-position-horizontal-relative:page" o:allowincell="f" fillcolor="#f1f1f1" stroked="f">
            <v:path arrowok="t"/>
            <w10:wrap anchorx="page"/>
          </v:rect>
        </w:pict>
      </w:r>
      <w:r w:rsidRPr="00CF0118">
        <w:rPr>
          <w:rFonts w:ascii="Times New Roman" w:hAnsi="Times New Roman"/>
          <w:b/>
          <w:bCs/>
          <w:spacing w:val="-1"/>
          <w:sz w:val="24"/>
          <w:szCs w:val="24"/>
          <w:lang w:val="ru-RU"/>
        </w:rPr>
        <w:t>ПОЯСНИТЕЛЬНАЯ</w:t>
      </w:r>
      <w:r w:rsidRPr="00CF0118">
        <w:rPr>
          <w:rFonts w:ascii="Times New Roman" w:hAnsi="Times New Roman"/>
          <w:b/>
          <w:bCs/>
          <w:sz w:val="24"/>
          <w:szCs w:val="24"/>
          <w:lang w:val="ru-RU"/>
        </w:rPr>
        <w:t xml:space="preserve"> ЗАПИСКА</w:t>
      </w:r>
    </w:p>
    <w:p w:rsidR="00536CD0" w:rsidRPr="00CF0118" w:rsidRDefault="00536CD0" w:rsidP="00CF0118">
      <w:pPr>
        <w:pStyle w:val="BodyText"/>
        <w:kinsoku w:val="0"/>
        <w:overflowPunct w:val="0"/>
        <w:spacing w:line="276" w:lineRule="auto"/>
        <w:ind w:left="113" w:right="119" w:firstLine="478"/>
        <w:jc w:val="both"/>
        <w:rPr>
          <w:spacing w:val="-1"/>
          <w:sz w:val="24"/>
          <w:szCs w:val="24"/>
        </w:rPr>
      </w:pPr>
      <w:r w:rsidRPr="00CF0118">
        <w:rPr>
          <w:sz w:val="24"/>
          <w:szCs w:val="24"/>
        </w:rPr>
        <w:t xml:space="preserve">Рабочая </w:t>
      </w:r>
      <w:r w:rsidRPr="00CF0118">
        <w:rPr>
          <w:spacing w:val="-1"/>
          <w:sz w:val="24"/>
          <w:szCs w:val="24"/>
        </w:rPr>
        <w:t>программа</w:t>
      </w:r>
      <w:r w:rsidRPr="00CF0118">
        <w:rPr>
          <w:sz w:val="24"/>
          <w:szCs w:val="24"/>
        </w:rPr>
        <w:t xml:space="preserve"> по </w:t>
      </w:r>
      <w:r w:rsidRPr="00CF0118">
        <w:rPr>
          <w:spacing w:val="-1"/>
          <w:sz w:val="24"/>
          <w:szCs w:val="24"/>
        </w:rPr>
        <w:t>математике</w:t>
      </w:r>
      <w:r w:rsidRPr="00CF0118">
        <w:rPr>
          <w:sz w:val="24"/>
          <w:szCs w:val="24"/>
        </w:rPr>
        <w:t xml:space="preserve"> 5</w:t>
      </w:r>
      <w:r w:rsidRPr="00CF0118">
        <w:rPr>
          <w:spacing w:val="-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класса</w:t>
      </w:r>
      <w:r w:rsidRPr="00CF0118">
        <w:rPr>
          <w:spacing w:val="-2"/>
          <w:sz w:val="24"/>
          <w:szCs w:val="24"/>
        </w:rPr>
        <w:t xml:space="preserve"> </w:t>
      </w:r>
      <w:r w:rsidRPr="00CF0118">
        <w:rPr>
          <w:sz w:val="24"/>
          <w:szCs w:val="24"/>
        </w:rPr>
        <w:t xml:space="preserve">для </w:t>
      </w:r>
      <w:r w:rsidRPr="00CF0118">
        <w:rPr>
          <w:spacing w:val="-1"/>
          <w:sz w:val="24"/>
          <w:szCs w:val="24"/>
        </w:rPr>
        <w:t>обучающихся</w:t>
      </w:r>
      <w:r w:rsidRPr="00CF0118">
        <w:rPr>
          <w:sz w:val="24"/>
          <w:szCs w:val="24"/>
        </w:rPr>
        <w:t xml:space="preserve"> с </w:t>
      </w:r>
      <w:r w:rsidRPr="00CF0118">
        <w:rPr>
          <w:spacing w:val="-1"/>
          <w:sz w:val="24"/>
          <w:szCs w:val="24"/>
        </w:rPr>
        <w:t>задержкой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психического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развития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(далее</w:t>
      </w:r>
      <w:r w:rsidRPr="00CF0118">
        <w:rPr>
          <w:spacing w:val="5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ЗПР)</w:t>
      </w:r>
      <w:r w:rsidRPr="00CF0118">
        <w:rPr>
          <w:spacing w:val="2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разработана</w:t>
      </w:r>
      <w:r w:rsidRPr="00CF0118">
        <w:rPr>
          <w:spacing w:val="21"/>
          <w:sz w:val="24"/>
          <w:szCs w:val="24"/>
        </w:rPr>
        <w:t xml:space="preserve"> </w:t>
      </w:r>
      <w:r w:rsidRPr="00CF0118">
        <w:rPr>
          <w:sz w:val="24"/>
          <w:szCs w:val="24"/>
        </w:rPr>
        <w:t>на</w:t>
      </w:r>
      <w:r w:rsidRPr="00CF0118">
        <w:rPr>
          <w:spacing w:val="2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основе</w:t>
      </w:r>
      <w:r w:rsidRPr="00CF0118">
        <w:rPr>
          <w:spacing w:val="2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Федерального</w:t>
      </w:r>
      <w:r w:rsidRPr="00CF0118">
        <w:rPr>
          <w:spacing w:val="21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государственного</w:t>
      </w:r>
      <w:r w:rsidRPr="00CF0118">
        <w:rPr>
          <w:spacing w:val="24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образовательного</w:t>
      </w:r>
      <w:r w:rsidRPr="00CF0118">
        <w:rPr>
          <w:spacing w:val="2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стандарта</w:t>
      </w:r>
      <w:r w:rsidRPr="00CF0118">
        <w:rPr>
          <w:spacing w:val="2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основного</w:t>
      </w:r>
      <w:r w:rsidRPr="00CF0118">
        <w:rPr>
          <w:spacing w:val="24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общего</w:t>
      </w:r>
      <w:r w:rsidRPr="00CF0118">
        <w:rPr>
          <w:spacing w:val="6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образования</w:t>
      </w:r>
      <w:r w:rsidRPr="00CF0118">
        <w:rPr>
          <w:spacing w:val="18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(Приказ</w:t>
      </w:r>
      <w:r w:rsidRPr="00CF0118">
        <w:rPr>
          <w:spacing w:val="1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Минпросвещения</w:t>
      </w:r>
      <w:r w:rsidRPr="00CF0118">
        <w:rPr>
          <w:spacing w:val="1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России</w:t>
      </w:r>
      <w:r w:rsidRPr="00CF0118">
        <w:rPr>
          <w:spacing w:val="18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от</w:t>
      </w:r>
      <w:r w:rsidRPr="00CF0118">
        <w:rPr>
          <w:spacing w:val="13"/>
          <w:sz w:val="24"/>
          <w:szCs w:val="24"/>
        </w:rPr>
        <w:t xml:space="preserve"> </w:t>
      </w:r>
      <w:r w:rsidRPr="00CF0118">
        <w:rPr>
          <w:sz w:val="24"/>
          <w:szCs w:val="24"/>
        </w:rPr>
        <w:t>31.05.2021</w:t>
      </w:r>
      <w:r w:rsidRPr="00CF0118">
        <w:rPr>
          <w:spacing w:val="14"/>
          <w:sz w:val="24"/>
          <w:szCs w:val="24"/>
        </w:rPr>
        <w:t xml:space="preserve"> </w:t>
      </w:r>
      <w:r w:rsidRPr="00CF0118">
        <w:rPr>
          <w:spacing w:val="-10"/>
          <w:sz w:val="24"/>
          <w:szCs w:val="24"/>
        </w:rPr>
        <w:t>г.</w:t>
      </w:r>
      <w:r w:rsidRPr="00CF0118">
        <w:rPr>
          <w:spacing w:val="16"/>
          <w:sz w:val="24"/>
          <w:szCs w:val="24"/>
        </w:rPr>
        <w:t xml:space="preserve"> </w:t>
      </w:r>
      <w:r w:rsidRPr="00CF0118">
        <w:rPr>
          <w:sz w:val="24"/>
          <w:szCs w:val="24"/>
        </w:rPr>
        <w:t>№</w:t>
      </w:r>
      <w:r w:rsidRPr="00CF0118">
        <w:rPr>
          <w:spacing w:val="17"/>
          <w:sz w:val="24"/>
          <w:szCs w:val="24"/>
        </w:rPr>
        <w:t xml:space="preserve"> </w:t>
      </w:r>
      <w:r w:rsidRPr="00CF0118">
        <w:rPr>
          <w:sz w:val="24"/>
          <w:szCs w:val="24"/>
        </w:rPr>
        <w:t>287,</w:t>
      </w:r>
      <w:r w:rsidRPr="00CF0118">
        <w:rPr>
          <w:spacing w:val="16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зарегистрирован</w:t>
      </w:r>
      <w:r w:rsidRPr="00CF0118">
        <w:rPr>
          <w:spacing w:val="16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Министерством</w:t>
      </w:r>
      <w:r w:rsidRPr="00CF0118"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юс</w:t>
      </w:r>
      <w:r w:rsidRPr="00CF0118">
        <w:rPr>
          <w:spacing w:val="-1"/>
          <w:sz w:val="24"/>
          <w:szCs w:val="24"/>
        </w:rPr>
        <w:t>тиции</w:t>
      </w:r>
      <w:r w:rsidRPr="00CF0118">
        <w:rPr>
          <w:spacing w:val="11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Российской</w:t>
      </w:r>
      <w:r w:rsidRPr="00CF0118">
        <w:rPr>
          <w:spacing w:val="1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Федерации</w:t>
      </w:r>
      <w:r w:rsidRPr="00CF0118">
        <w:rPr>
          <w:spacing w:val="1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05.07.2021</w:t>
      </w:r>
      <w:r w:rsidRPr="00CF0118">
        <w:rPr>
          <w:spacing w:val="11"/>
          <w:sz w:val="24"/>
          <w:szCs w:val="24"/>
        </w:rPr>
        <w:t xml:space="preserve"> </w:t>
      </w:r>
      <w:r w:rsidRPr="00CF0118">
        <w:rPr>
          <w:spacing w:val="-8"/>
          <w:sz w:val="24"/>
          <w:szCs w:val="24"/>
        </w:rPr>
        <w:t>г.,</w:t>
      </w:r>
      <w:r w:rsidRPr="00CF0118">
        <w:rPr>
          <w:spacing w:val="11"/>
          <w:sz w:val="24"/>
          <w:szCs w:val="24"/>
        </w:rPr>
        <w:t xml:space="preserve"> </w:t>
      </w:r>
      <w:r w:rsidRPr="00CF0118">
        <w:rPr>
          <w:spacing w:val="-8"/>
          <w:sz w:val="24"/>
          <w:szCs w:val="24"/>
        </w:rPr>
        <w:t>рег.</w:t>
      </w:r>
      <w:r w:rsidRPr="00CF0118">
        <w:rPr>
          <w:spacing w:val="11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номер</w:t>
      </w:r>
      <w:r w:rsidRPr="00CF0118">
        <w:rPr>
          <w:spacing w:val="27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64101)</w:t>
      </w:r>
      <w:r w:rsidRPr="00CF0118">
        <w:rPr>
          <w:spacing w:val="1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(далее</w:t>
      </w:r>
      <w:r w:rsidRPr="00CF0118">
        <w:rPr>
          <w:spacing w:val="14"/>
          <w:sz w:val="24"/>
          <w:szCs w:val="24"/>
        </w:rPr>
        <w:t xml:space="preserve"> </w:t>
      </w:r>
      <w:r w:rsidRPr="00CF0118">
        <w:rPr>
          <w:sz w:val="24"/>
          <w:szCs w:val="24"/>
        </w:rPr>
        <w:t>–</w:t>
      </w:r>
      <w:r w:rsidRPr="00CF0118">
        <w:rPr>
          <w:spacing w:val="9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ФГОС</w:t>
      </w:r>
      <w:r w:rsidRPr="00CF0118">
        <w:rPr>
          <w:spacing w:val="11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ООО),</w:t>
      </w:r>
      <w:r w:rsidRPr="00CF0118">
        <w:rPr>
          <w:spacing w:val="1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Примерной</w:t>
      </w:r>
      <w:r w:rsidRPr="00CF0118"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адаптиро</w:t>
      </w:r>
      <w:r w:rsidRPr="00CF0118">
        <w:rPr>
          <w:spacing w:val="-1"/>
          <w:sz w:val="24"/>
          <w:szCs w:val="24"/>
        </w:rPr>
        <w:t>ванной</w:t>
      </w:r>
      <w:r w:rsidRPr="00CF0118">
        <w:rPr>
          <w:spacing w:val="54"/>
          <w:sz w:val="24"/>
          <w:szCs w:val="24"/>
        </w:rPr>
        <w:t xml:space="preserve"> </w:t>
      </w:r>
      <w:r w:rsidRPr="00CF0118">
        <w:rPr>
          <w:sz w:val="24"/>
          <w:szCs w:val="24"/>
        </w:rPr>
        <w:t>основной</w:t>
      </w:r>
      <w:r w:rsidRPr="00CF0118">
        <w:rPr>
          <w:spacing w:val="54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образовательной</w:t>
      </w:r>
      <w:r w:rsidRPr="00CF0118">
        <w:rPr>
          <w:spacing w:val="5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программы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основного</w:t>
      </w:r>
      <w:r w:rsidRPr="00CF0118">
        <w:rPr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общего</w:t>
      </w:r>
      <w:r w:rsidRPr="00CF0118">
        <w:rPr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образования</w:t>
      </w:r>
      <w:r w:rsidRPr="00CF0118">
        <w:rPr>
          <w:spacing w:val="54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обучающихся</w:t>
      </w:r>
      <w:r w:rsidRPr="00CF0118">
        <w:rPr>
          <w:spacing w:val="52"/>
          <w:sz w:val="24"/>
          <w:szCs w:val="24"/>
        </w:rPr>
        <w:t xml:space="preserve"> </w:t>
      </w:r>
      <w:r w:rsidRPr="00CF0118">
        <w:rPr>
          <w:sz w:val="24"/>
          <w:szCs w:val="24"/>
        </w:rPr>
        <w:t xml:space="preserve">с </w:t>
      </w:r>
      <w:r w:rsidRPr="00CF0118">
        <w:rPr>
          <w:spacing w:val="-3"/>
          <w:sz w:val="24"/>
          <w:szCs w:val="24"/>
        </w:rPr>
        <w:t>задержкой</w:t>
      </w:r>
      <w:r w:rsidRPr="00CF0118">
        <w:rPr>
          <w:spacing w:val="95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психического</w:t>
      </w:r>
      <w:r w:rsidRPr="00CF0118">
        <w:rPr>
          <w:spacing w:val="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развития</w:t>
      </w:r>
      <w:r w:rsidRPr="00CF0118">
        <w:rPr>
          <w:spacing w:val="3"/>
          <w:sz w:val="24"/>
          <w:szCs w:val="24"/>
        </w:rPr>
        <w:t xml:space="preserve"> </w:t>
      </w:r>
      <w:r w:rsidRPr="00CF0118">
        <w:rPr>
          <w:sz w:val="24"/>
          <w:szCs w:val="24"/>
        </w:rPr>
        <w:t>(далее</w:t>
      </w:r>
      <w:r w:rsidRPr="00CF0118">
        <w:rPr>
          <w:spacing w:val="4"/>
          <w:sz w:val="24"/>
          <w:szCs w:val="24"/>
        </w:rPr>
        <w:t xml:space="preserve"> </w:t>
      </w:r>
      <w:r w:rsidRPr="00CF0118">
        <w:rPr>
          <w:sz w:val="24"/>
          <w:szCs w:val="24"/>
        </w:rPr>
        <w:t>–</w:t>
      </w:r>
      <w:r w:rsidRPr="00CF0118">
        <w:rPr>
          <w:spacing w:val="5"/>
          <w:sz w:val="24"/>
          <w:szCs w:val="24"/>
        </w:rPr>
        <w:t xml:space="preserve"> </w:t>
      </w:r>
      <w:r w:rsidRPr="00CF0118">
        <w:rPr>
          <w:spacing w:val="-4"/>
          <w:sz w:val="24"/>
          <w:szCs w:val="24"/>
        </w:rPr>
        <w:t>ПАООП</w:t>
      </w:r>
      <w:r w:rsidRPr="00CF0118">
        <w:rPr>
          <w:spacing w:val="3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ООО</w:t>
      </w:r>
      <w:r w:rsidRPr="00CF0118">
        <w:rPr>
          <w:spacing w:val="3"/>
          <w:sz w:val="24"/>
          <w:szCs w:val="24"/>
        </w:rPr>
        <w:t xml:space="preserve"> </w:t>
      </w:r>
      <w:r w:rsidRPr="00CF0118">
        <w:rPr>
          <w:sz w:val="24"/>
          <w:szCs w:val="24"/>
        </w:rPr>
        <w:t>ЗПР),</w:t>
      </w:r>
      <w:r w:rsidRPr="00CF0118">
        <w:rPr>
          <w:spacing w:val="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Примерной</w:t>
      </w:r>
      <w:r w:rsidRPr="00CF0118">
        <w:rPr>
          <w:spacing w:val="4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рабочей</w:t>
      </w:r>
      <w:r w:rsidRPr="00CF0118">
        <w:rPr>
          <w:spacing w:val="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программы</w:t>
      </w:r>
      <w:r w:rsidRPr="00CF0118">
        <w:rPr>
          <w:spacing w:val="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основного</w:t>
      </w:r>
      <w:r w:rsidRPr="00CF0118">
        <w:rPr>
          <w:spacing w:val="2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общего</w:t>
      </w:r>
      <w:r w:rsidRPr="00CF0118">
        <w:rPr>
          <w:spacing w:val="4"/>
          <w:sz w:val="24"/>
          <w:szCs w:val="24"/>
        </w:rPr>
        <w:t xml:space="preserve"> </w:t>
      </w:r>
      <w:r w:rsidRPr="00CF0118">
        <w:rPr>
          <w:sz w:val="24"/>
          <w:szCs w:val="24"/>
        </w:rPr>
        <w:t>обра-</w:t>
      </w:r>
      <w:r w:rsidRPr="00CF0118">
        <w:rPr>
          <w:spacing w:val="71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зования</w:t>
      </w:r>
      <w:r w:rsidRPr="00CF0118">
        <w:rPr>
          <w:spacing w:val="18"/>
          <w:sz w:val="24"/>
          <w:szCs w:val="24"/>
        </w:rPr>
        <w:t xml:space="preserve"> </w:t>
      </w:r>
      <w:r w:rsidRPr="00CF0118">
        <w:rPr>
          <w:sz w:val="24"/>
          <w:szCs w:val="24"/>
        </w:rPr>
        <w:t>по</w:t>
      </w:r>
      <w:r w:rsidRPr="00CF0118">
        <w:rPr>
          <w:spacing w:val="1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предмету</w:t>
      </w:r>
      <w:r w:rsidRPr="00CF0118">
        <w:rPr>
          <w:spacing w:val="19"/>
          <w:sz w:val="24"/>
          <w:szCs w:val="24"/>
        </w:rPr>
        <w:t xml:space="preserve"> </w:t>
      </w:r>
      <w:r w:rsidRPr="00CF0118">
        <w:rPr>
          <w:spacing w:val="-3"/>
          <w:sz w:val="24"/>
          <w:szCs w:val="24"/>
        </w:rPr>
        <w:t>«Математика»,</w:t>
      </w:r>
      <w:r w:rsidRPr="00CF0118">
        <w:rPr>
          <w:spacing w:val="19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Примерной</w:t>
      </w:r>
      <w:r w:rsidRPr="00CF0118">
        <w:rPr>
          <w:spacing w:val="1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программы</w:t>
      </w:r>
      <w:r w:rsidRPr="00CF0118">
        <w:rPr>
          <w:spacing w:val="19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воспитания,</w:t>
      </w:r>
      <w:r w:rsidRPr="00CF0118">
        <w:rPr>
          <w:spacing w:val="19"/>
          <w:sz w:val="24"/>
          <w:szCs w:val="24"/>
        </w:rPr>
        <w:t xml:space="preserve"> </w:t>
      </w:r>
      <w:r w:rsidRPr="00CF0118">
        <w:rPr>
          <w:sz w:val="24"/>
          <w:szCs w:val="24"/>
        </w:rPr>
        <w:t>с</w:t>
      </w:r>
      <w:r w:rsidRPr="00CF0118">
        <w:rPr>
          <w:spacing w:val="26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учѐтом</w:t>
      </w:r>
      <w:r w:rsidRPr="00CF0118">
        <w:rPr>
          <w:spacing w:val="1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распределѐнных</w:t>
      </w:r>
      <w:r w:rsidRPr="00CF0118">
        <w:rPr>
          <w:spacing w:val="18"/>
          <w:sz w:val="24"/>
          <w:szCs w:val="24"/>
        </w:rPr>
        <w:t xml:space="preserve"> </w:t>
      </w:r>
      <w:r w:rsidRPr="00CF0118">
        <w:rPr>
          <w:sz w:val="24"/>
          <w:szCs w:val="24"/>
        </w:rPr>
        <w:t>по</w:t>
      </w:r>
      <w:r w:rsidRPr="00CF0118">
        <w:rPr>
          <w:spacing w:val="18"/>
          <w:sz w:val="24"/>
          <w:szCs w:val="24"/>
        </w:rPr>
        <w:t xml:space="preserve"> </w:t>
      </w:r>
      <w:r w:rsidRPr="00CF0118">
        <w:rPr>
          <w:sz w:val="24"/>
          <w:szCs w:val="24"/>
        </w:rPr>
        <w:t>клас-</w:t>
      </w:r>
      <w:r w:rsidRPr="00CF0118">
        <w:rPr>
          <w:spacing w:val="91"/>
          <w:sz w:val="24"/>
          <w:szCs w:val="24"/>
        </w:rPr>
        <w:t xml:space="preserve"> </w:t>
      </w:r>
      <w:r w:rsidRPr="00CF0118">
        <w:rPr>
          <w:sz w:val="24"/>
          <w:szCs w:val="24"/>
        </w:rPr>
        <w:t xml:space="preserve">сам </w:t>
      </w:r>
      <w:r w:rsidRPr="00CF0118">
        <w:rPr>
          <w:spacing w:val="-1"/>
          <w:sz w:val="24"/>
          <w:szCs w:val="24"/>
        </w:rPr>
        <w:t>проверяемых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требований</w:t>
      </w:r>
      <w:r w:rsidRPr="00CF0118">
        <w:rPr>
          <w:sz w:val="24"/>
          <w:szCs w:val="24"/>
        </w:rPr>
        <w:t xml:space="preserve"> к </w:t>
      </w:r>
      <w:r w:rsidRPr="00CF0118">
        <w:rPr>
          <w:spacing w:val="-3"/>
          <w:sz w:val="24"/>
          <w:szCs w:val="24"/>
        </w:rPr>
        <w:t>результатам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освоения</w:t>
      </w:r>
      <w:r w:rsidRPr="00CF0118">
        <w:rPr>
          <w:spacing w:val="-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Адаптированной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 xml:space="preserve">основной </w:t>
      </w:r>
      <w:r w:rsidRPr="00CF0118">
        <w:rPr>
          <w:spacing w:val="-2"/>
          <w:sz w:val="24"/>
          <w:szCs w:val="24"/>
        </w:rPr>
        <w:t>образовательной</w:t>
      </w:r>
      <w:r w:rsidRPr="00CF0118">
        <w:rPr>
          <w:spacing w:val="-1"/>
          <w:sz w:val="24"/>
          <w:szCs w:val="24"/>
        </w:rPr>
        <w:t xml:space="preserve"> программы</w:t>
      </w:r>
      <w:r w:rsidRPr="00CF0118">
        <w:rPr>
          <w:spacing w:val="10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основного</w:t>
      </w:r>
      <w:r w:rsidRPr="00CF0118">
        <w:rPr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общего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 xml:space="preserve">образования </w:t>
      </w:r>
      <w:r>
        <w:rPr>
          <w:spacing w:val="-2"/>
          <w:sz w:val="24"/>
          <w:szCs w:val="24"/>
        </w:rPr>
        <w:t xml:space="preserve">учащейся с расстройством аутистического </w:t>
      </w:r>
      <w:bookmarkStart w:id="0" w:name="_GoBack"/>
      <w:bookmarkEnd w:id="0"/>
      <w:r>
        <w:rPr>
          <w:spacing w:val="-2"/>
          <w:sz w:val="24"/>
          <w:szCs w:val="24"/>
        </w:rPr>
        <w:t>спектра</w:t>
      </w:r>
      <w:r w:rsidRPr="00CF0118">
        <w:rPr>
          <w:spacing w:val="-1"/>
          <w:sz w:val="24"/>
          <w:szCs w:val="24"/>
        </w:rPr>
        <w:t>,</w:t>
      </w:r>
      <w:r w:rsidRPr="00CF0118">
        <w:rPr>
          <w:spacing w:val="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Основной образовательной</w:t>
      </w:r>
      <w:r w:rsidRPr="00CF0118">
        <w:rPr>
          <w:spacing w:val="7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программы</w:t>
      </w:r>
      <w:r w:rsidRPr="00CF0118">
        <w:rPr>
          <w:spacing w:val="3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основного</w:t>
      </w:r>
      <w:r w:rsidRPr="00CF0118">
        <w:rPr>
          <w:spacing w:val="3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общего</w:t>
      </w:r>
      <w:r w:rsidRPr="00CF0118">
        <w:rPr>
          <w:spacing w:val="3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образования</w:t>
      </w:r>
      <w:r w:rsidRPr="00CF0118">
        <w:rPr>
          <w:spacing w:val="3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Муниципального</w:t>
      </w:r>
      <w:r w:rsidRPr="00CF0118">
        <w:rPr>
          <w:spacing w:val="31"/>
          <w:sz w:val="24"/>
          <w:szCs w:val="24"/>
        </w:rPr>
        <w:t xml:space="preserve"> бюджетного </w:t>
      </w:r>
      <w:r w:rsidRPr="00CF0118">
        <w:rPr>
          <w:spacing w:val="-1"/>
          <w:sz w:val="24"/>
          <w:szCs w:val="24"/>
        </w:rPr>
        <w:t>общеобразовательного</w:t>
      </w:r>
      <w:r w:rsidRPr="00CF0118">
        <w:rPr>
          <w:spacing w:val="3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учреждения</w:t>
      </w:r>
      <w:r w:rsidRPr="00CF0118">
        <w:rPr>
          <w:spacing w:val="2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Атяшевская средняя школа.</w:t>
      </w:r>
      <w:r w:rsidRPr="00CF0118">
        <w:rPr>
          <w:spacing w:val="36"/>
          <w:sz w:val="24"/>
          <w:szCs w:val="24"/>
        </w:rPr>
        <w:t xml:space="preserve"> </w:t>
      </w:r>
      <w:r w:rsidRPr="00CF0118">
        <w:rPr>
          <w:sz w:val="24"/>
          <w:szCs w:val="24"/>
        </w:rPr>
        <w:t>В</w:t>
      </w:r>
      <w:r w:rsidRPr="00CF0118">
        <w:rPr>
          <w:spacing w:val="3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рабочей</w:t>
      </w:r>
      <w:r w:rsidRPr="00CF0118">
        <w:rPr>
          <w:spacing w:val="3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программе</w:t>
      </w:r>
      <w:r w:rsidRPr="00CF0118">
        <w:rPr>
          <w:spacing w:val="36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учтены</w:t>
      </w:r>
      <w:r w:rsidRPr="00CF0118">
        <w:rPr>
          <w:spacing w:val="35"/>
          <w:sz w:val="24"/>
          <w:szCs w:val="24"/>
        </w:rPr>
        <w:t xml:space="preserve"> </w:t>
      </w:r>
      <w:r w:rsidRPr="00CF0118">
        <w:rPr>
          <w:sz w:val="24"/>
          <w:szCs w:val="24"/>
        </w:rPr>
        <w:t>идеи</w:t>
      </w:r>
      <w:r w:rsidRPr="00CF0118">
        <w:rPr>
          <w:spacing w:val="35"/>
          <w:sz w:val="24"/>
          <w:szCs w:val="24"/>
        </w:rPr>
        <w:t xml:space="preserve"> </w:t>
      </w:r>
      <w:r w:rsidRPr="00CF0118">
        <w:rPr>
          <w:sz w:val="24"/>
          <w:szCs w:val="24"/>
        </w:rPr>
        <w:t>и</w:t>
      </w:r>
      <w:r w:rsidRPr="00CF0118">
        <w:rPr>
          <w:spacing w:val="35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положения</w:t>
      </w:r>
      <w:r w:rsidRPr="00CF0118">
        <w:rPr>
          <w:spacing w:val="35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Концепции</w:t>
      </w:r>
      <w:r w:rsidRPr="00CF0118">
        <w:rPr>
          <w:spacing w:val="5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развития</w:t>
      </w:r>
      <w:r w:rsidRPr="00CF0118">
        <w:rPr>
          <w:spacing w:val="-2"/>
          <w:sz w:val="24"/>
          <w:szCs w:val="24"/>
        </w:rPr>
        <w:t xml:space="preserve"> </w:t>
      </w:r>
      <w:r w:rsidRPr="00CF0118">
        <w:rPr>
          <w:spacing w:val="-3"/>
          <w:sz w:val="24"/>
          <w:szCs w:val="24"/>
        </w:rPr>
        <w:t>математического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 xml:space="preserve">образования </w:t>
      </w:r>
      <w:r w:rsidRPr="00CF0118">
        <w:rPr>
          <w:sz w:val="24"/>
          <w:szCs w:val="24"/>
        </w:rPr>
        <w:t>в</w:t>
      </w:r>
      <w:r w:rsidRPr="00CF0118">
        <w:rPr>
          <w:spacing w:val="-1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Российской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Федерации.</w:t>
      </w:r>
    </w:p>
    <w:p w:rsidR="00536CD0" w:rsidRPr="00CF0118" w:rsidRDefault="00536CD0" w:rsidP="00CF0118">
      <w:pPr>
        <w:pStyle w:val="BodyText"/>
        <w:kinsoku w:val="0"/>
        <w:overflowPunct w:val="0"/>
        <w:spacing w:before="1" w:line="276" w:lineRule="auto"/>
        <w:ind w:left="113" w:right="127" w:firstLine="427"/>
        <w:jc w:val="both"/>
        <w:rPr>
          <w:spacing w:val="-2"/>
          <w:sz w:val="24"/>
          <w:szCs w:val="24"/>
        </w:rPr>
      </w:pPr>
      <w:r w:rsidRPr="00CF0118">
        <w:rPr>
          <w:spacing w:val="-1"/>
          <w:sz w:val="24"/>
          <w:szCs w:val="24"/>
        </w:rPr>
        <w:t>Программа</w:t>
      </w:r>
      <w:r w:rsidRPr="00CF0118">
        <w:rPr>
          <w:spacing w:val="4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соответствует</w:t>
      </w:r>
      <w:r w:rsidRPr="00CF0118">
        <w:rPr>
          <w:spacing w:val="4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учебнику</w:t>
      </w:r>
      <w:r w:rsidRPr="00CF0118">
        <w:rPr>
          <w:spacing w:val="4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«Математика:</w:t>
      </w:r>
      <w:r w:rsidRPr="00CF0118">
        <w:rPr>
          <w:spacing w:val="4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5-й</w:t>
      </w:r>
      <w:r w:rsidRPr="00CF0118">
        <w:rPr>
          <w:spacing w:val="42"/>
          <w:sz w:val="24"/>
          <w:szCs w:val="24"/>
        </w:rPr>
        <w:t xml:space="preserve"> </w:t>
      </w:r>
      <w:r w:rsidRPr="00CF0118">
        <w:rPr>
          <w:sz w:val="24"/>
          <w:szCs w:val="24"/>
        </w:rPr>
        <w:t>класс:</w:t>
      </w:r>
      <w:r w:rsidRPr="00CF0118">
        <w:rPr>
          <w:spacing w:val="4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базовый</w:t>
      </w:r>
      <w:r w:rsidRPr="00CF0118">
        <w:rPr>
          <w:spacing w:val="4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уровень:</w:t>
      </w:r>
      <w:r w:rsidRPr="00CF0118">
        <w:rPr>
          <w:spacing w:val="4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учебник:</w:t>
      </w:r>
      <w:r w:rsidRPr="00CF0118">
        <w:rPr>
          <w:spacing w:val="44"/>
          <w:sz w:val="24"/>
          <w:szCs w:val="24"/>
        </w:rPr>
        <w:t xml:space="preserve"> </w:t>
      </w:r>
      <w:r w:rsidRPr="00CF0118">
        <w:rPr>
          <w:sz w:val="24"/>
          <w:szCs w:val="24"/>
        </w:rPr>
        <w:t>в</w:t>
      </w:r>
      <w:r w:rsidRPr="00CF0118">
        <w:rPr>
          <w:spacing w:val="42"/>
          <w:sz w:val="24"/>
          <w:szCs w:val="24"/>
        </w:rPr>
        <w:t xml:space="preserve"> </w:t>
      </w:r>
      <w:r w:rsidRPr="00CF0118">
        <w:rPr>
          <w:sz w:val="24"/>
          <w:szCs w:val="24"/>
        </w:rPr>
        <w:t>2</w:t>
      </w:r>
      <w:r w:rsidRPr="00CF0118">
        <w:rPr>
          <w:spacing w:val="43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частях</w:t>
      </w:r>
      <w:r w:rsidRPr="00CF0118">
        <w:rPr>
          <w:spacing w:val="40"/>
          <w:sz w:val="24"/>
          <w:szCs w:val="24"/>
        </w:rPr>
        <w:t xml:space="preserve"> </w:t>
      </w:r>
      <w:r w:rsidRPr="00CF0118">
        <w:rPr>
          <w:sz w:val="24"/>
          <w:szCs w:val="24"/>
        </w:rPr>
        <w:t>/</w:t>
      </w:r>
      <w:r w:rsidRPr="00CF0118">
        <w:rPr>
          <w:spacing w:val="6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Н.Я.Виленкин,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В.И.Жохов,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А.С.Чесноков</w:t>
      </w:r>
      <w:r w:rsidRPr="00CF0118">
        <w:rPr>
          <w:spacing w:val="-3"/>
          <w:sz w:val="24"/>
          <w:szCs w:val="24"/>
        </w:rPr>
        <w:t xml:space="preserve"> </w:t>
      </w:r>
      <w:r w:rsidRPr="00CF0118">
        <w:rPr>
          <w:sz w:val="24"/>
          <w:szCs w:val="24"/>
        </w:rPr>
        <w:t xml:space="preserve">[и </w:t>
      </w:r>
      <w:r w:rsidRPr="00CF0118">
        <w:rPr>
          <w:spacing w:val="-1"/>
          <w:sz w:val="24"/>
          <w:szCs w:val="24"/>
        </w:rPr>
        <w:t>др.].</w:t>
      </w:r>
      <w:r w:rsidRPr="00CF0118">
        <w:rPr>
          <w:spacing w:val="2"/>
          <w:sz w:val="24"/>
          <w:szCs w:val="24"/>
        </w:rPr>
        <w:t xml:space="preserve"> </w:t>
      </w:r>
      <w:r w:rsidRPr="00CF0118">
        <w:rPr>
          <w:sz w:val="24"/>
          <w:szCs w:val="24"/>
        </w:rPr>
        <w:t>-</w:t>
      </w:r>
      <w:r w:rsidRPr="00CF0118">
        <w:rPr>
          <w:spacing w:val="-4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3-е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изд.,</w:t>
      </w:r>
      <w:r w:rsidRPr="00CF0118">
        <w:rPr>
          <w:sz w:val="24"/>
          <w:szCs w:val="24"/>
        </w:rPr>
        <w:t xml:space="preserve"> перераб. </w:t>
      </w:r>
      <w:r w:rsidRPr="00CF0118">
        <w:rPr>
          <w:spacing w:val="-1"/>
          <w:sz w:val="24"/>
          <w:szCs w:val="24"/>
        </w:rPr>
        <w:t>-Москва:</w:t>
      </w:r>
      <w:r w:rsidRPr="00CF0118">
        <w:rPr>
          <w:spacing w:val="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Просвещение,</w:t>
      </w:r>
      <w:r w:rsidRPr="00CF0118">
        <w:rPr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2023».</w:t>
      </w:r>
    </w:p>
    <w:p w:rsidR="00536CD0" w:rsidRPr="00CF0118" w:rsidRDefault="00536CD0" w:rsidP="00CF0118">
      <w:pPr>
        <w:pStyle w:val="BodyText"/>
        <w:kinsoku w:val="0"/>
        <w:overflowPunct w:val="0"/>
        <w:spacing w:line="276" w:lineRule="auto"/>
        <w:ind w:left="541" w:firstLine="0"/>
        <w:rPr>
          <w:sz w:val="24"/>
          <w:szCs w:val="24"/>
        </w:rPr>
      </w:pPr>
      <w:r w:rsidRPr="00CF0118">
        <w:rPr>
          <w:sz w:val="24"/>
          <w:szCs w:val="24"/>
        </w:rPr>
        <w:t xml:space="preserve">Рабочая </w:t>
      </w:r>
      <w:r w:rsidRPr="00CF0118">
        <w:rPr>
          <w:spacing w:val="-1"/>
          <w:sz w:val="24"/>
          <w:szCs w:val="24"/>
        </w:rPr>
        <w:t>программа</w:t>
      </w:r>
      <w:r w:rsidRPr="00CF0118">
        <w:rPr>
          <w:spacing w:val="-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рассчитана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на</w:t>
      </w:r>
      <w:r w:rsidRPr="00CF0118">
        <w:rPr>
          <w:spacing w:val="1"/>
          <w:sz w:val="24"/>
          <w:szCs w:val="24"/>
        </w:rPr>
        <w:t xml:space="preserve"> </w:t>
      </w:r>
      <w:r w:rsidRPr="00CF0118">
        <w:rPr>
          <w:sz w:val="24"/>
          <w:szCs w:val="24"/>
        </w:rPr>
        <w:t xml:space="preserve">102 </w:t>
      </w:r>
      <w:r w:rsidRPr="00CF0118">
        <w:rPr>
          <w:spacing w:val="-1"/>
          <w:sz w:val="24"/>
          <w:szCs w:val="24"/>
        </w:rPr>
        <w:t>часов (3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 xml:space="preserve">часа  </w:t>
      </w:r>
      <w:r w:rsidRPr="00CF0118">
        <w:rPr>
          <w:sz w:val="24"/>
          <w:szCs w:val="24"/>
        </w:rPr>
        <w:t>в</w:t>
      </w:r>
      <w:r w:rsidRPr="00CF0118">
        <w:rPr>
          <w:spacing w:val="-1"/>
          <w:sz w:val="24"/>
          <w:szCs w:val="24"/>
        </w:rPr>
        <w:t xml:space="preserve"> </w:t>
      </w:r>
      <w:r w:rsidRPr="00CF0118">
        <w:rPr>
          <w:sz w:val="24"/>
          <w:szCs w:val="24"/>
        </w:rPr>
        <w:t>неделю).</w:t>
      </w:r>
    </w:p>
    <w:p w:rsidR="00536CD0" w:rsidRPr="00CF0118" w:rsidRDefault="00536CD0" w:rsidP="00CF0118">
      <w:pPr>
        <w:pStyle w:val="Heading3"/>
        <w:kinsoku w:val="0"/>
        <w:overflowPunct w:val="0"/>
        <w:spacing w:before="188"/>
        <w:rPr>
          <w:rFonts w:ascii="Times New Roman" w:hAnsi="Times New Roman"/>
          <w:b w:val="0"/>
          <w:bCs w:val="0"/>
          <w:color w:val="auto"/>
          <w:sz w:val="24"/>
          <w:szCs w:val="24"/>
          <w:lang w:val="ru-RU"/>
        </w:rPr>
      </w:pPr>
      <w:r w:rsidRPr="00CF0118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Цели</w:t>
      </w:r>
      <w:r w:rsidRPr="00CF0118">
        <w:rPr>
          <w:rFonts w:ascii="Times New Roman" w:hAnsi="Times New Roman"/>
          <w:color w:val="auto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обучения.</w:t>
      </w:r>
    </w:p>
    <w:p w:rsidR="00536CD0" w:rsidRPr="00CF0118" w:rsidRDefault="00536CD0" w:rsidP="00CF0118">
      <w:pPr>
        <w:pStyle w:val="BodyText"/>
        <w:kinsoku w:val="0"/>
        <w:overflowPunct w:val="0"/>
        <w:spacing w:line="276" w:lineRule="auto"/>
        <w:ind w:left="541" w:firstLine="0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Приоритетными целями обучения математике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являются:</w:t>
      </w:r>
    </w:p>
    <w:p w:rsidR="00536CD0" w:rsidRPr="00CF0118" w:rsidRDefault="00536CD0" w:rsidP="00CF0118">
      <w:pPr>
        <w:pStyle w:val="BodyText"/>
        <w:numPr>
          <w:ilvl w:val="0"/>
          <w:numId w:val="9"/>
        </w:numPr>
        <w:tabs>
          <w:tab w:val="left" w:pos="823"/>
        </w:tabs>
        <w:kinsoku w:val="0"/>
        <w:overflowPunct w:val="0"/>
        <w:spacing w:line="276" w:lineRule="auto"/>
        <w:ind w:right="127" w:firstLine="428"/>
        <w:jc w:val="both"/>
        <w:rPr>
          <w:spacing w:val="-2"/>
          <w:sz w:val="24"/>
          <w:szCs w:val="24"/>
        </w:rPr>
      </w:pPr>
      <w:r w:rsidRPr="00CF0118">
        <w:rPr>
          <w:spacing w:val="-2"/>
          <w:sz w:val="24"/>
          <w:szCs w:val="24"/>
        </w:rPr>
        <w:t>продолжение</w:t>
      </w:r>
      <w:r w:rsidRPr="00CF0118">
        <w:rPr>
          <w:spacing w:val="50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формирования</w:t>
      </w:r>
      <w:r w:rsidRPr="00CF0118">
        <w:rPr>
          <w:spacing w:val="52"/>
          <w:sz w:val="24"/>
          <w:szCs w:val="24"/>
        </w:rPr>
        <w:t xml:space="preserve"> </w:t>
      </w:r>
      <w:r w:rsidRPr="00CF0118">
        <w:rPr>
          <w:sz w:val="24"/>
          <w:szCs w:val="24"/>
        </w:rPr>
        <w:t>основных</w:t>
      </w:r>
      <w:r w:rsidRPr="00CF0118">
        <w:rPr>
          <w:spacing w:val="52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математических</w:t>
      </w:r>
      <w:r w:rsidRPr="00CF0118">
        <w:rPr>
          <w:spacing w:val="5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понятий</w:t>
      </w:r>
      <w:r w:rsidRPr="00CF0118">
        <w:rPr>
          <w:spacing w:val="5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(число,</w:t>
      </w:r>
      <w:r w:rsidRPr="00CF0118">
        <w:rPr>
          <w:spacing w:val="5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величина,</w:t>
      </w:r>
      <w:r w:rsidRPr="00CF0118">
        <w:rPr>
          <w:spacing w:val="50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геометрическая</w:t>
      </w:r>
      <w:r w:rsidRPr="00CF0118">
        <w:rPr>
          <w:spacing w:val="57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фигура),</w:t>
      </w:r>
      <w:r w:rsidRPr="00CF0118">
        <w:rPr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обеспечивающих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преемственность</w:t>
      </w:r>
      <w:r w:rsidRPr="00CF0118">
        <w:rPr>
          <w:sz w:val="24"/>
          <w:szCs w:val="24"/>
        </w:rPr>
        <w:t xml:space="preserve"> и </w:t>
      </w:r>
      <w:r w:rsidRPr="00CF0118">
        <w:rPr>
          <w:spacing w:val="-1"/>
          <w:sz w:val="24"/>
          <w:szCs w:val="24"/>
        </w:rPr>
        <w:t>перспективность</w:t>
      </w:r>
      <w:r w:rsidRPr="00CF0118">
        <w:rPr>
          <w:spacing w:val="2"/>
          <w:sz w:val="24"/>
          <w:szCs w:val="24"/>
        </w:rPr>
        <w:t xml:space="preserve"> </w:t>
      </w:r>
      <w:r w:rsidRPr="00CF0118">
        <w:rPr>
          <w:spacing w:val="-3"/>
          <w:sz w:val="24"/>
          <w:szCs w:val="24"/>
        </w:rPr>
        <w:t>математического</w:t>
      </w:r>
      <w:r w:rsidRPr="00CF0118">
        <w:rPr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образования</w:t>
      </w:r>
      <w:r w:rsidRPr="00CF0118">
        <w:rPr>
          <w:spacing w:val="-1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обучающихся;</w:t>
      </w:r>
    </w:p>
    <w:p w:rsidR="00536CD0" w:rsidRPr="00CF0118" w:rsidRDefault="00536CD0" w:rsidP="00CF0118">
      <w:pPr>
        <w:pStyle w:val="BodyText"/>
        <w:numPr>
          <w:ilvl w:val="0"/>
          <w:numId w:val="9"/>
        </w:numPr>
        <w:tabs>
          <w:tab w:val="left" w:pos="823"/>
        </w:tabs>
        <w:kinsoku w:val="0"/>
        <w:overflowPunct w:val="0"/>
        <w:spacing w:line="276" w:lineRule="auto"/>
        <w:ind w:right="125" w:firstLine="428"/>
        <w:jc w:val="both"/>
        <w:rPr>
          <w:spacing w:val="-2"/>
          <w:sz w:val="24"/>
          <w:szCs w:val="24"/>
        </w:rPr>
      </w:pPr>
      <w:r w:rsidRPr="00CF0118">
        <w:rPr>
          <w:spacing w:val="-1"/>
          <w:sz w:val="24"/>
          <w:szCs w:val="24"/>
        </w:rPr>
        <w:t>развитие</w:t>
      </w:r>
      <w:r w:rsidRPr="00CF0118">
        <w:rPr>
          <w:spacing w:val="2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интеллектуальных</w:t>
      </w:r>
      <w:r w:rsidRPr="00CF0118">
        <w:rPr>
          <w:spacing w:val="21"/>
          <w:sz w:val="24"/>
          <w:szCs w:val="24"/>
        </w:rPr>
        <w:t xml:space="preserve"> </w:t>
      </w:r>
      <w:r w:rsidRPr="00CF0118">
        <w:rPr>
          <w:sz w:val="24"/>
          <w:szCs w:val="24"/>
        </w:rPr>
        <w:t>и</w:t>
      </w:r>
      <w:r w:rsidRPr="00CF0118">
        <w:rPr>
          <w:spacing w:val="20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творческих</w:t>
      </w:r>
      <w:r w:rsidRPr="00CF0118">
        <w:rPr>
          <w:spacing w:val="18"/>
          <w:sz w:val="24"/>
          <w:szCs w:val="24"/>
        </w:rPr>
        <w:t xml:space="preserve"> </w:t>
      </w:r>
      <w:r w:rsidRPr="00CF0118">
        <w:rPr>
          <w:sz w:val="24"/>
          <w:szCs w:val="24"/>
        </w:rPr>
        <w:t>способностей,</w:t>
      </w:r>
      <w:r w:rsidRPr="00CF0118">
        <w:rPr>
          <w:spacing w:val="21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обучающихся</w:t>
      </w:r>
      <w:r w:rsidRPr="00CF0118">
        <w:rPr>
          <w:spacing w:val="18"/>
          <w:sz w:val="24"/>
          <w:szCs w:val="24"/>
        </w:rPr>
        <w:t xml:space="preserve"> </w:t>
      </w:r>
      <w:r w:rsidRPr="00CF0118">
        <w:rPr>
          <w:sz w:val="24"/>
          <w:szCs w:val="24"/>
        </w:rPr>
        <w:t>c</w:t>
      </w:r>
      <w:r w:rsidRPr="00CF0118">
        <w:rPr>
          <w:spacing w:val="21"/>
          <w:sz w:val="24"/>
          <w:szCs w:val="24"/>
        </w:rPr>
        <w:t xml:space="preserve"> </w:t>
      </w:r>
      <w:r w:rsidRPr="00CF0118">
        <w:rPr>
          <w:spacing w:val="-8"/>
          <w:sz w:val="24"/>
          <w:szCs w:val="24"/>
        </w:rPr>
        <w:t>ЗПР,</w:t>
      </w:r>
      <w:r w:rsidRPr="00CF0118">
        <w:rPr>
          <w:spacing w:val="2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познавательной</w:t>
      </w:r>
      <w:r w:rsidRPr="00CF0118">
        <w:rPr>
          <w:spacing w:val="18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актив-</w:t>
      </w:r>
      <w:r w:rsidRPr="00CF0118">
        <w:rPr>
          <w:spacing w:val="29"/>
          <w:sz w:val="24"/>
          <w:szCs w:val="24"/>
        </w:rPr>
        <w:t xml:space="preserve"> </w:t>
      </w:r>
      <w:r w:rsidRPr="00CF0118">
        <w:rPr>
          <w:sz w:val="24"/>
          <w:szCs w:val="24"/>
        </w:rPr>
        <w:t xml:space="preserve">ности, </w:t>
      </w:r>
      <w:r w:rsidRPr="00CF0118">
        <w:rPr>
          <w:spacing w:val="-2"/>
          <w:sz w:val="24"/>
          <w:szCs w:val="24"/>
        </w:rPr>
        <w:t>исследовательских</w:t>
      </w:r>
      <w:r w:rsidRPr="00CF0118">
        <w:rPr>
          <w:spacing w:val="-3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умений,</w:t>
      </w:r>
      <w:r w:rsidRPr="00CF0118">
        <w:rPr>
          <w:sz w:val="24"/>
          <w:szCs w:val="24"/>
        </w:rPr>
        <w:t xml:space="preserve"> интереса к</w:t>
      </w:r>
      <w:r w:rsidRPr="00CF0118">
        <w:rPr>
          <w:spacing w:val="1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изучению</w:t>
      </w:r>
      <w:r w:rsidRPr="00CF0118">
        <w:rPr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математики;</w:t>
      </w:r>
    </w:p>
    <w:p w:rsidR="00536CD0" w:rsidRPr="00CF0118" w:rsidRDefault="00536CD0" w:rsidP="00CF0118">
      <w:pPr>
        <w:pStyle w:val="BodyText"/>
        <w:numPr>
          <w:ilvl w:val="0"/>
          <w:numId w:val="9"/>
        </w:numPr>
        <w:tabs>
          <w:tab w:val="left" w:pos="823"/>
        </w:tabs>
        <w:kinsoku w:val="0"/>
        <w:overflowPunct w:val="0"/>
        <w:spacing w:line="276" w:lineRule="auto"/>
        <w:ind w:right="124" w:firstLine="428"/>
        <w:jc w:val="both"/>
        <w:rPr>
          <w:spacing w:val="-1"/>
          <w:sz w:val="24"/>
          <w:szCs w:val="24"/>
        </w:rPr>
      </w:pPr>
      <w:r w:rsidRPr="00CF0118">
        <w:rPr>
          <w:spacing w:val="-2"/>
          <w:sz w:val="24"/>
          <w:szCs w:val="24"/>
        </w:rPr>
        <w:t>подведение</w:t>
      </w:r>
      <w:r w:rsidRPr="00CF0118">
        <w:rPr>
          <w:spacing w:val="2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обучающихся</w:t>
      </w:r>
      <w:r w:rsidRPr="00CF0118">
        <w:rPr>
          <w:spacing w:val="-1"/>
          <w:sz w:val="24"/>
          <w:szCs w:val="24"/>
        </w:rPr>
        <w:t xml:space="preserve"> </w:t>
      </w:r>
      <w:r w:rsidRPr="00CF0118">
        <w:rPr>
          <w:sz w:val="24"/>
          <w:szCs w:val="24"/>
        </w:rPr>
        <w:t>с</w:t>
      </w:r>
      <w:r w:rsidRPr="00CF0118">
        <w:rPr>
          <w:spacing w:val="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ЗПР</w:t>
      </w:r>
      <w:r w:rsidRPr="00CF0118">
        <w:rPr>
          <w:spacing w:val="1"/>
          <w:sz w:val="24"/>
          <w:szCs w:val="24"/>
        </w:rPr>
        <w:t xml:space="preserve"> </w:t>
      </w:r>
      <w:r w:rsidRPr="00CF0118">
        <w:rPr>
          <w:sz w:val="24"/>
          <w:szCs w:val="24"/>
        </w:rPr>
        <w:t xml:space="preserve">на </w:t>
      </w:r>
      <w:r w:rsidRPr="00CF0118">
        <w:rPr>
          <w:spacing w:val="-1"/>
          <w:sz w:val="24"/>
          <w:szCs w:val="24"/>
        </w:rPr>
        <w:t>доступном</w:t>
      </w:r>
      <w:r w:rsidRPr="00CF0118">
        <w:rPr>
          <w:spacing w:val="1"/>
          <w:sz w:val="24"/>
          <w:szCs w:val="24"/>
        </w:rPr>
        <w:t xml:space="preserve"> </w:t>
      </w:r>
      <w:r w:rsidRPr="00CF0118">
        <w:rPr>
          <w:sz w:val="24"/>
          <w:szCs w:val="24"/>
        </w:rPr>
        <w:t xml:space="preserve">для </w:t>
      </w:r>
      <w:r w:rsidRPr="00CF0118">
        <w:rPr>
          <w:spacing w:val="-1"/>
          <w:sz w:val="24"/>
          <w:szCs w:val="24"/>
        </w:rPr>
        <w:t>них</w:t>
      </w:r>
      <w:r w:rsidRPr="00CF0118">
        <w:rPr>
          <w:spacing w:val="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уровне</w:t>
      </w:r>
      <w:r w:rsidRPr="00CF0118">
        <w:rPr>
          <w:spacing w:val="2"/>
          <w:sz w:val="24"/>
          <w:szCs w:val="24"/>
        </w:rPr>
        <w:t xml:space="preserve"> </w:t>
      </w:r>
      <w:r w:rsidRPr="00CF0118">
        <w:rPr>
          <w:sz w:val="24"/>
          <w:szCs w:val="24"/>
        </w:rPr>
        <w:t>к</w:t>
      </w:r>
      <w:r w:rsidRPr="00CF0118">
        <w:rPr>
          <w:spacing w:val="7"/>
          <w:sz w:val="24"/>
          <w:szCs w:val="24"/>
        </w:rPr>
        <w:t xml:space="preserve"> </w:t>
      </w:r>
      <w:r w:rsidRPr="00CF0118">
        <w:rPr>
          <w:sz w:val="24"/>
          <w:szCs w:val="24"/>
        </w:rPr>
        <w:t>осознанию</w:t>
      </w:r>
      <w:r w:rsidRPr="00CF0118">
        <w:rPr>
          <w:spacing w:val="-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взаимосвязи</w:t>
      </w:r>
      <w:r w:rsidRPr="00CF0118">
        <w:rPr>
          <w:spacing w:val="1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математики</w:t>
      </w:r>
      <w:r w:rsidRPr="00CF0118">
        <w:rPr>
          <w:sz w:val="24"/>
          <w:szCs w:val="24"/>
        </w:rPr>
        <w:t xml:space="preserve"> и</w:t>
      </w:r>
      <w:r w:rsidRPr="00CF0118">
        <w:rPr>
          <w:spacing w:val="33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окружающего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мира;</w:t>
      </w:r>
    </w:p>
    <w:p w:rsidR="00536CD0" w:rsidRPr="00CF0118" w:rsidRDefault="00536CD0" w:rsidP="00CF0118">
      <w:pPr>
        <w:pStyle w:val="BodyText"/>
        <w:numPr>
          <w:ilvl w:val="0"/>
          <w:numId w:val="9"/>
        </w:numPr>
        <w:tabs>
          <w:tab w:val="left" w:pos="823"/>
        </w:tabs>
        <w:kinsoku w:val="0"/>
        <w:overflowPunct w:val="0"/>
        <w:spacing w:before="1" w:line="276" w:lineRule="auto"/>
        <w:ind w:right="117" w:firstLine="428"/>
        <w:jc w:val="both"/>
        <w:rPr>
          <w:spacing w:val="-2"/>
          <w:sz w:val="24"/>
          <w:szCs w:val="24"/>
        </w:rPr>
      </w:pPr>
      <w:r w:rsidRPr="00CF0118">
        <w:rPr>
          <w:spacing w:val="-2"/>
          <w:sz w:val="24"/>
          <w:szCs w:val="24"/>
        </w:rPr>
        <w:t>формирование</w:t>
      </w:r>
      <w:r w:rsidRPr="00CF0118">
        <w:rPr>
          <w:spacing w:val="3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функциональной</w:t>
      </w:r>
      <w:r w:rsidRPr="00CF0118">
        <w:rPr>
          <w:spacing w:val="32"/>
          <w:sz w:val="24"/>
          <w:szCs w:val="24"/>
        </w:rPr>
        <w:t xml:space="preserve"> </w:t>
      </w:r>
      <w:r w:rsidRPr="00CF0118">
        <w:rPr>
          <w:spacing w:val="-3"/>
          <w:sz w:val="24"/>
          <w:szCs w:val="24"/>
        </w:rPr>
        <w:t>математической</w:t>
      </w:r>
      <w:r w:rsidRPr="00CF0118">
        <w:rPr>
          <w:spacing w:val="3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грамотности:</w:t>
      </w:r>
      <w:r w:rsidRPr="00CF0118">
        <w:rPr>
          <w:spacing w:val="3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умения</w:t>
      </w:r>
      <w:r w:rsidRPr="00CF0118">
        <w:rPr>
          <w:spacing w:val="32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распознавать</w:t>
      </w:r>
      <w:r w:rsidRPr="00CF0118">
        <w:rPr>
          <w:spacing w:val="33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математические</w:t>
      </w:r>
      <w:r w:rsidRPr="00CF0118">
        <w:rPr>
          <w:spacing w:val="99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объекты</w:t>
      </w:r>
      <w:r w:rsidRPr="00CF0118">
        <w:rPr>
          <w:spacing w:val="10"/>
          <w:sz w:val="24"/>
          <w:szCs w:val="24"/>
        </w:rPr>
        <w:t xml:space="preserve"> </w:t>
      </w:r>
      <w:r w:rsidRPr="00CF0118">
        <w:rPr>
          <w:sz w:val="24"/>
          <w:szCs w:val="24"/>
        </w:rPr>
        <w:t>в</w:t>
      </w:r>
      <w:r w:rsidRPr="00CF0118">
        <w:rPr>
          <w:spacing w:val="8"/>
          <w:sz w:val="24"/>
          <w:szCs w:val="24"/>
        </w:rPr>
        <w:t xml:space="preserve"> </w:t>
      </w:r>
      <w:r w:rsidRPr="00CF0118">
        <w:rPr>
          <w:sz w:val="24"/>
          <w:szCs w:val="24"/>
        </w:rPr>
        <w:t>реальных</w:t>
      </w:r>
      <w:r w:rsidRPr="00CF0118">
        <w:rPr>
          <w:spacing w:val="7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жизненных</w:t>
      </w:r>
      <w:r w:rsidRPr="00CF0118">
        <w:rPr>
          <w:spacing w:val="9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ситуациях,</w:t>
      </w:r>
      <w:r w:rsidRPr="00CF0118">
        <w:rPr>
          <w:spacing w:val="9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применять</w:t>
      </w:r>
      <w:r w:rsidRPr="00CF0118">
        <w:rPr>
          <w:spacing w:val="9"/>
          <w:sz w:val="24"/>
          <w:szCs w:val="24"/>
        </w:rPr>
        <w:t xml:space="preserve"> </w:t>
      </w:r>
      <w:r w:rsidRPr="00CF0118">
        <w:rPr>
          <w:sz w:val="24"/>
          <w:szCs w:val="24"/>
        </w:rPr>
        <w:t>освоенные</w:t>
      </w:r>
      <w:r w:rsidRPr="00CF0118">
        <w:rPr>
          <w:spacing w:val="10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умения</w:t>
      </w:r>
      <w:r w:rsidRPr="00CF0118">
        <w:rPr>
          <w:spacing w:val="8"/>
          <w:sz w:val="24"/>
          <w:szCs w:val="24"/>
        </w:rPr>
        <w:t xml:space="preserve"> </w:t>
      </w:r>
      <w:r w:rsidRPr="00CF0118">
        <w:rPr>
          <w:sz w:val="24"/>
          <w:szCs w:val="24"/>
        </w:rPr>
        <w:t>для</w:t>
      </w:r>
      <w:r w:rsidRPr="00CF0118">
        <w:rPr>
          <w:spacing w:val="9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решения</w:t>
      </w:r>
      <w:r w:rsidRPr="00CF0118">
        <w:rPr>
          <w:spacing w:val="9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практико-</w:t>
      </w:r>
      <w:r w:rsidRPr="00CF0118">
        <w:rPr>
          <w:spacing w:val="59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ориентированных</w:t>
      </w:r>
      <w:r w:rsidRPr="00CF0118">
        <w:rPr>
          <w:spacing w:val="5"/>
          <w:sz w:val="24"/>
          <w:szCs w:val="24"/>
        </w:rPr>
        <w:t xml:space="preserve"> </w:t>
      </w:r>
      <w:r w:rsidRPr="00CF0118">
        <w:rPr>
          <w:spacing w:val="-3"/>
          <w:sz w:val="24"/>
          <w:szCs w:val="24"/>
        </w:rPr>
        <w:t>задач,</w:t>
      </w:r>
      <w:r w:rsidRPr="00CF0118">
        <w:rPr>
          <w:spacing w:val="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интерпретировать</w:t>
      </w:r>
      <w:r w:rsidRPr="00CF0118">
        <w:rPr>
          <w:spacing w:val="4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полученные</w:t>
      </w:r>
      <w:r w:rsidRPr="00CF0118">
        <w:rPr>
          <w:spacing w:val="5"/>
          <w:sz w:val="24"/>
          <w:szCs w:val="24"/>
        </w:rPr>
        <w:t xml:space="preserve"> </w:t>
      </w:r>
      <w:r w:rsidRPr="00CF0118">
        <w:rPr>
          <w:spacing w:val="-3"/>
          <w:sz w:val="24"/>
          <w:szCs w:val="24"/>
        </w:rPr>
        <w:t>результаты</w:t>
      </w:r>
      <w:r w:rsidRPr="00CF0118">
        <w:rPr>
          <w:spacing w:val="5"/>
          <w:sz w:val="24"/>
          <w:szCs w:val="24"/>
        </w:rPr>
        <w:t xml:space="preserve"> </w:t>
      </w:r>
      <w:r w:rsidRPr="00CF0118">
        <w:rPr>
          <w:sz w:val="24"/>
          <w:szCs w:val="24"/>
        </w:rPr>
        <w:t>и</w:t>
      </w:r>
      <w:r w:rsidRPr="00CF0118">
        <w:rPr>
          <w:spacing w:val="4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оценивать</w:t>
      </w:r>
      <w:r w:rsidRPr="00CF0118">
        <w:rPr>
          <w:spacing w:val="4"/>
          <w:sz w:val="24"/>
          <w:szCs w:val="24"/>
        </w:rPr>
        <w:t xml:space="preserve"> </w:t>
      </w:r>
      <w:r w:rsidRPr="00CF0118">
        <w:rPr>
          <w:sz w:val="24"/>
          <w:szCs w:val="24"/>
        </w:rPr>
        <w:t>их</w:t>
      </w:r>
      <w:r w:rsidRPr="00CF0118">
        <w:rPr>
          <w:spacing w:val="4"/>
          <w:sz w:val="24"/>
          <w:szCs w:val="24"/>
        </w:rPr>
        <w:t xml:space="preserve"> </w:t>
      </w:r>
      <w:r w:rsidRPr="00CF0118">
        <w:rPr>
          <w:sz w:val="24"/>
          <w:szCs w:val="24"/>
        </w:rPr>
        <w:t>на</w:t>
      </w:r>
      <w:r w:rsidRPr="00CF0118">
        <w:rPr>
          <w:spacing w:val="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соответствие</w:t>
      </w:r>
      <w:r w:rsidRPr="00CF0118">
        <w:rPr>
          <w:spacing w:val="4"/>
          <w:sz w:val="24"/>
          <w:szCs w:val="24"/>
        </w:rPr>
        <w:t xml:space="preserve"> </w:t>
      </w:r>
      <w:r w:rsidRPr="00CF0118">
        <w:rPr>
          <w:sz w:val="24"/>
          <w:szCs w:val="24"/>
        </w:rPr>
        <w:t>практиче-</w:t>
      </w:r>
      <w:r w:rsidRPr="00CF0118">
        <w:rPr>
          <w:spacing w:val="82"/>
          <w:sz w:val="24"/>
          <w:szCs w:val="24"/>
        </w:rPr>
        <w:t xml:space="preserve"> </w:t>
      </w:r>
      <w:r w:rsidRPr="00CF0118">
        <w:rPr>
          <w:spacing w:val="-3"/>
          <w:sz w:val="24"/>
          <w:szCs w:val="24"/>
        </w:rPr>
        <w:t>ской</w:t>
      </w:r>
      <w:r w:rsidRPr="00CF0118">
        <w:rPr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ситуации.</w:t>
      </w:r>
    </w:p>
    <w:p w:rsidR="00536CD0" w:rsidRPr="00CF0118" w:rsidRDefault="00536CD0" w:rsidP="00CF0118">
      <w:pPr>
        <w:kinsoku w:val="0"/>
        <w:overflowPunct w:val="0"/>
        <w:spacing w:before="14"/>
        <w:rPr>
          <w:rFonts w:ascii="Times New Roman" w:hAnsi="Times New Roman"/>
          <w:sz w:val="24"/>
          <w:szCs w:val="24"/>
          <w:lang w:val="ru-RU"/>
        </w:rPr>
      </w:pPr>
    </w:p>
    <w:p w:rsidR="00536CD0" w:rsidRPr="00CF0118" w:rsidRDefault="00536CD0" w:rsidP="00CF0118">
      <w:pPr>
        <w:pStyle w:val="Heading3"/>
        <w:kinsoku w:val="0"/>
        <w:overflowPunct w:val="0"/>
        <w:rPr>
          <w:rFonts w:ascii="Times New Roman" w:hAnsi="Times New Roman"/>
          <w:b w:val="0"/>
          <w:bCs w:val="0"/>
          <w:color w:val="auto"/>
          <w:sz w:val="24"/>
          <w:szCs w:val="24"/>
          <w:lang w:val="ru-RU"/>
        </w:rPr>
      </w:pPr>
      <w:r w:rsidRPr="00CF0118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СОДЕРЖАНИЕ ОБУЧЕНИЯ</w:t>
      </w:r>
    </w:p>
    <w:p w:rsidR="00536CD0" w:rsidRPr="00CF0118" w:rsidRDefault="00536CD0" w:rsidP="00CF0118">
      <w:pPr>
        <w:pStyle w:val="Heading4"/>
        <w:kinsoku w:val="0"/>
        <w:overflowPunct w:val="0"/>
        <w:spacing w:before="162"/>
        <w:ind w:left="541"/>
        <w:rPr>
          <w:rFonts w:ascii="Times New Roman" w:hAnsi="Times New Roman"/>
          <w:b w:val="0"/>
          <w:bCs w:val="0"/>
          <w:i w:val="0"/>
          <w:iCs w:val="0"/>
          <w:color w:val="auto"/>
          <w:sz w:val="24"/>
          <w:szCs w:val="24"/>
          <w:lang w:val="ru-RU"/>
        </w:rPr>
      </w:pPr>
      <w:r w:rsidRPr="00CF0118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Натуральные</w:t>
      </w:r>
      <w:r w:rsidRPr="00CF0118">
        <w:rPr>
          <w:rFonts w:ascii="Times New Roman" w:hAnsi="Times New Roman"/>
          <w:color w:val="auto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числа</w:t>
      </w:r>
      <w:r w:rsidRPr="00CF0118">
        <w:rPr>
          <w:rFonts w:ascii="Times New Roman" w:hAnsi="Times New Roman"/>
          <w:color w:val="auto"/>
          <w:spacing w:val="-3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color w:val="auto"/>
          <w:sz w:val="24"/>
          <w:szCs w:val="24"/>
          <w:lang w:val="ru-RU"/>
        </w:rPr>
        <w:t xml:space="preserve">и </w:t>
      </w:r>
      <w:r w:rsidRPr="00CF0118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нуль</w:t>
      </w:r>
    </w:p>
    <w:p w:rsidR="00536CD0" w:rsidRPr="00CF0118" w:rsidRDefault="00536CD0" w:rsidP="00CF0118">
      <w:pPr>
        <w:pStyle w:val="BodyText"/>
        <w:kinsoku w:val="0"/>
        <w:overflowPunct w:val="0"/>
        <w:spacing w:line="276" w:lineRule="auto"/>
        <w:ind w:left="113" w:right="122" w:firstLine="427"/>
        <w:jc w:val="both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Натуральное</w:t>
      </w:r>
      <w:r w:rsidRPr="00CF0118">
        <w:rPr>
          <w:spacing w:val="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число.</w:t>
      </w:r>
      <w:r w:rsidRPr="00CF0118">
        <w:rPr>
          <w:spacing w:val="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Ряд</w:t>
      </w:r>
      <w:r w:rsidRPr="00CF0118">
        <w:rPr>
          <w:spacing w:val="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натуральных</w:t>
      </w:r>
      <w:r w:rsidRPr="00CF0118">
        <w:rPr>
          <w:spacing w:val="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чисел.</w:t>
      </w:r>
      <w:r w:rsidRPr="00CF0118">
        <w:rPr>
          <w:spacing w:val="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Число</w:t>
      </w:r>
      <w:r w:rsidRPr="00CF0118">
        <w:rPr>
          <w:spacing w:val="4"/>
          <w:sz w:val="24"/>
          <w:szCs w:val="24"/>
        </w:rPr>
        <w:t xml:space="preserve"> </w:t>
      </w:r>
      <w:r w:rsidRPr="00CF0118">
        <w:rPr>
          <w:sz w:val="24"/>
          <w:szCs w:val="24"/>
        </w:rPr>
        <w:t>0.</w:t>
      </w:r>
      <w:r w:rsidRPr="00CF0118">
        <w:rPr>
          <w:spacing w:val="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Изображение</w:t>
      </w:r>
      <w:r w:rsidRPr="00CF0118">
        <w:rPr>
          <w:spacing w:val="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натуральных</w:t>
      </w:r>
      <w:r w:rsidRPr="00CF0118">
        <w:rPr>
          <w:spacing w:val="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чисел</w:t>
      </w:r>
      <w:r w:rsidRPr="00CF0118">
        <w:rPr>
          <w:spacing w:val="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точками</w:t>
      </w:r>
      <w:r w:rsidRPr="00CF0118">
        <w:rPr>
          <w:spacing w:val="4"/>
          <w:sz w:val="24"/>
          <w:szCs w:val="24"/>
        </w:rPr>
        <w:t xml:space="preserve"> </w:t>
      </w:r>
      <w:r w:rsidRPr="00CF0118">
        <w:rPr>
          <w:sz w:val="24"/>
          <w:szCs w:val="24"/>
        </w:rPr>
        <w:t>на</w:t>
      </w:r>
      <w:r w:rsidRPr="00CF0118">
        <w:rPr>
          <w:spacing w:val="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коор-</w:t>
      </w:r>
      <w:r w:rsidRPr="00CF0118">
        <w:rPr>
          <w:spacing w:val="80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динатной (числовой)</w:t>
      </w:r>
      <w:r w:rsidRPr="00CF0118">
        <w:rPr>
          <w:spacing w:val="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прямой.</w:t>
      </w:r>
    </w:p>
    <w:p w:rsidR="00536CD0" w:rsidRPr="00CF0118" w:rsidRDefault="00536CD0" w:rsidP="00CF0118">
      <w:pPr>
        <w:kinsoku w:val="0"/>
        <w:overflowPunct w:val="0"/>
        <w:spacing w:before="1"/>
        <w:ind w:left="113" w:right="119" w:firstLine="427"/>
        <w:jc w:val="both"/>
        <w:rPr>
          <w:rFonts w:ascii="Times New Roman" w:hAnsi="Times New Roman"/>
          <w:spacing w:val="-1"/>
          <w:sz w:val="24"/>
          <w:szCs w:val="24"/>
          <w:lang w:val="ru-RU"/>
        </w:rPr>
      </w:pPr>
      <w:r w:rsidRPr="00CF0118">
        <w:rPr>
          <w:rFonts w:ascii="Times New Roman" w:hAnsi="Times New Roman"/>
          <w:spacing w:val="-1"/>
          <w:sz w:val="24"/>
          <w:szCs w:val="24"/>
          <w:lang w:val="ru-RU"/>
        </w:rPr>
        <w:t>Позиционная</w:t>
      </w:r>
      <w:r w:rsidRPr="00CF0118">
        <w:rPr>
          <w:rFonts w:ascii="Times New Roman" w:hAnsi="Times New Roman"/>
          <w:spacing w:val="1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sz w:val="24"/>
          <w:szCs w:val="24"/>
          <w:lang w:val="ru-RU"/>
        </w:rPr>
        <w:t>система</w:t>
      </w:r>
      <w:r w:rsidRPr="00CF0118">
        <w:rPr>
          <w:rFonts w:ascii="Times New Roman" w:hAnsi="Times New Roman"/>
          <w:spacing w:val="2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spacing w:val="-1"/>
          <w:sz w:val="24"/>
          <w:szCs w:val="24"/>
          <w:lang w:val="ru-RU"/>
        </w:rPr>
        <w:t>счисления.</w:t>
      </w:r>
      <w:r w:rsidRPr="00CF0118">
        <w:rPr>
          <w:rFonts w:ascii="Times New Roman" w:hAnsi="Times New Roman"/>
          <w:spacing w:val="4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Римская</w:t>
      </w:r>
      <w:r w:rsidRPr="00CF0118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нумерация</w:t>
      </w:r>
      <w:r w:rsidRPr="00CF0118">
        <w:rPr>
          <w:rFonts w:ascii="Times New Roman" w:hAnsi="Times New Roman"/>
          <w:i/>
          <w:iCs/>
          <w:spacing w:val="2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z w:val="24"/>
          <w:szCs w:val="24"/>
          <w:lang w:val="ru-RU"/>
        </w:rPr>
        <w:t>как</w:t>
      </w:r>
      <w:r w:rsidRPr="00CF0118">
        <w:rPr>
          <w:rFonts w:ascii="Times New Roman" w:hAnsi="Times New Roman"/>
          <w:i/>
          <w:iCs/>
          <w:spacing w:val="2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пример</w:t>
      </w:r>
      <w:r w:rsidRPr="00CF0118">
        <w:rPr>
          <w:rFonts w:ascii="Times New Roman" w:hAnsi="Times New Roman"/>
          <w:i/>
          <w:iCs/>
          <w:spacing w:val="2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непозиционной</w:t>
      </w:r>
      <w:r w:rsidRPr="00CF0118">
        <w:rPr>
          <w:rFonts w:ascii="Times New Roman" w:hAnsi="Times New Roman"/>
          <w:i/>
          <w:iCs/>
          <w:spacing w:val="2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системы</w:t>
      </w:r>
      <w:r w:rsidRPr="00CF0118">
        <w:rPr>
          <w:rFonts w:ascii="Times New Roman" w:hAnsi="Times New Roman"/>
          <w:i/>
          <w:iCs/>
          <w:spacing w:val="1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счисления.</w:t>
      </w:r>
      <w:r w:rsidRPr="00CF0118">
        <w:rPr>
          <w:rFonts w:ascii="Times New Roman" w:hAnsi="Times New Roman"/>
          <w:i/>
          <w:iCs/>
          <w:spacing w:val="4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sz w:val="24"/>
          <w:szCs w:val="24"/>
          <w:lang w:val="ru-RU"/>
        </w:rPr>
        <w:t>Де-</w:t>
      </w:r>
      <w:r w:rsidRPr="00CF0118">
        <w:rPr>
          <w:rFonts w:ascii="Times New Roman" w:hAnsi="Times New Roman"/>
          <w:spacing w:val="69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spacing w:val="-1"/>
          <w:sz w:val="24"/>
          <w:szCs w:val="24"/>
          <w:lang w:val="ru-RU"/>
        </w:rPr>
        <w:t xml:space="preserve">сятичная </w:t>
      </w:r>
      <w:r w:rsidRPr="00CF0118">
        <w:rPr>
          <w:rFonts w:ascii="Times New Roman" w:hAnsi="Times New Roman"/>
          <w:sz w:val="24"/>
          <w:szCs w:val="24"/>
          <w:lang w:val="ru-RU"/>
        </w:rPr>
        <w:t>система</w:t>
      </w:r>
      <w:r w:rsidRPr="00CF0118">
        <w:rPr>
          <w:rFonts w:ascii="Times New Roman" w:hAnsi="Times New Roman"/>
          <w:spacing w:val="-3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spacing w:val="-1"/>
          <w:sz w:val="24"/>
          <w:szCs w:val="24"/>
          <w:lang w:val="ru-RU"/>
        </w:rPr>
        <w:t>счисления.</w:t>
      </w:r>
    </w:p>
    <w:p w:rsidR="00536CD0" w:rsidRPr="00CF0118" w:rsidRDefault="00536CD0" w:rsidP="00CF0118">
      <w:pPr>
        <w:pStyle w:val="BodyText"/>
        <w:kinsoku w:val="0"/>
        <w:overflowPunct w:val="0"/>
        <w:spacing w:line="276" w:lineRule="auto"/>
        <w:ind w:left="113" w:right="127" w:firstLine="427"/>
        <w:jc w:val="both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Сравнение</w:t>
      </w:r>
      <w:r w:rsidRPr="00CF0118">
        <w:rPr>
          <w:spacing w:val="1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натуральных</w:t>
      </w:r>
      <w:r w:rsidRPr="00CF0118">
        <w:rPr>
          <w:spacing w:val="1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чисел,</w:t>
      </w:r>
      <w:r w:rsidRPr="00CF0118">
        <w:rPr>
          <w:spacing w:val="1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сравнение</w:t>
      </w:r>
      <w:r w:rsidRPr="00CF0118">
        <w:rPr>
          <w:spacing w:val="1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натуральных</w:t>
      </w:r>
      <w:r w:rsidRPr="00CF0118">
        <w:rPr>
          <w:spacing w:val="1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чисел</w:t>
      </w:r>
      <w:r w:rsidRPr="00CF0118">
        <w:rPr>
          <w:spacing w:val="14"/>
          <w:sz w:val="24"/>
          <w:szCs w:val="24"/>
        </w:rPr>
        <w:t xml:space="preserve"> </w:t>
      </w:r>
      <w:r w:rsidRPr="00CF0118">
        <w:rPr>
          <w:sz w:val="24"/>
          <w:szCs w:val="24"/>
        </w:rPr>
        <w:t>с</w:t>
      </w:r>
      <w:r w:rsidRPr="00CF0118">
        <w:rPr>
          <w:spacing w:val="1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нулѐм.</w:t>
      </w:r>
      <w:r w:rsidRPr="00CF0118">
        <w:rPr>
          <w:spacing w:val="1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Способы</w:t>
      </w:r>
      <w:r w:rsidRPr="00CF0118">
        <w:rPr>
          <w:spacing w:val="1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сравнения.</w:t>
      </w:r>
      <w:r w:rsidRPr="00CF0118">
        <w:rPr>
          <w:spacing w:val="1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Округление</w:t>
      </w:r>
      <w:r w:rsidRPr="00CF0118">
        <w:rPr>
          <w:spacing w:val="9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натуральных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чисел.</w:t>
      </w:r>
    </w:p>
    <w:p w:rsidR="00536CD0" w:rsidRPr="00CF0118" w:rsidRDefault="00536CD0" w:rsidP="00CF0118">
      <w:pPr>
        <w:pStyle w:val="BodyText"/>
        <w:kinsoku w:val="0"/>
        <w:overflowPunct w:val="0"/>
        <w:spacing w:before="1" w:line="276" w:lineRule="auto"/>
        <w:ind w:left="113" w:right="122" w:firstLine="427"/>
        <w:jc w:val="both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Сложение</w:t>
      </w:r>
      <w:r w:rsidRPr="00CF0118">
        <w:rPr>
          <w:spacing w:val="19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натуральных</w:t>
      </w:r>
      <w:r w:rsidRPr="00CF0118">
        <w:rPr>
          <w:spacing w:val="1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чисел;</w:t>
      </w:r>
      <w:r w:rsidRPr="00CF0118">
        <w:rPr>
          <w:spacing w:val="1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свойство</w:t>
      </w:r>
      <w:r w:rsidRPr="00CF0118">
        <w:rPr>
          <w:spacing w:val="19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нуля</w:t>
      </w:r>
      <w:r w:rsidRPr="00CF0118">
        <w:rPr>
          <w:spacing w:val="18"/>
          <w:sz w:val="24"/>
          <w:szCs w:val="24"/>
        </w:rPr>
        <w:t xml:space="preserve"> </w:t>
      </w:r>
      <w:r w:rsidRPr="00CF0118">
        <w:rPr>
          <w:sz w:val="24"/>
          <w:szCs w:val="24"/>
        </w:rPr>
        <w:t>при</w:t>
      </w:r>
      <w:r w:rsidRPr="00CF0118">
        <w:rPr>
          <w:spacing w:val="1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сложении.</w:t>
      </w:r>
      <w:r w:rsidRPr="00CF0118">
        <w:rPr>
          <w:spacing w:val="1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Вычитание</w:t>
      </w:r>
      <w:r w:rsidRPr="00CF0118">
        <w:rPr>
          <w:spacing w:val="17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как</w:t>
      </w:r>
      <w:r w:rsidRPr="00CF0118">
        <w:rPr>
          <w:spacing w:val="19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действие,</w:t>
      </w:r>
      <w:r w:rsidRPr="00CF0118">
        <w:rPr>
          <w:spacing w:val="16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обратное</w:t>
      </w:r>
      <w:r w:rsidRPr="00CF0118">
        <w:rPr>
          <w:spacing w:val="19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сложе-</w:t>
      </w:r>
      <w:r w:rsidRPr="00CF0118">
        <w:rPr>
          <w:spacing w:val="90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нию.</w:t>
      </w:r>
      <w:r w:rsidRPr="00CF0118">
        <w:rPr>
          <w:spacing w:val="2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Умножение</w:t>
      </w:r>
      <w:r w:rsidRPr="00CF0118">
        <w:rPr>
          <w:spacing w:val="2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натуральных</w:t>
      </w:r>
      <w:r w:rsidRPr="00CF0118">
        <w:rPr>
          <w:spacing w:val="2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чисел;</w:t>
      </w:r>
      <w:r w:rsidRPr="00CF0118">
        <w:rPr>
          <w:spacing w:val="2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свойства</w:t>
      </w:r>
      <w:r w:rsidRPr="00CF0118">
        <w:rPr>
          <w:spacing w:val="21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нуля</w:t>
      </w:r>
      <w:r w:rsidRPr="00CF0118">
        <w:rPr>
          <w:spacing w:val="20"/>
          <w:sz w:val="24"/>
          <w:szCs w:val="24"/>
        </w:rPr>
        <w:t xml:space="preserve"> </w:t>
      </w:r>
      <w:r w:rsidRPr="00CF0118">
        <w:rPr>
          <w:sz w:val="24"/>
          <w:szCs w:val="24"/>
        </w:rPr>
        <w:t>и</w:t>
      </w:r>
      <w:r w:rsidRPr="00CF0118">
        <w:rPr>
          <w:spacing w:val="20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единицы</w:t>
      </w:r>
      <w:r w:rsidRPr="00CF0118">
        <w:rPr>
          <w:spacing w:val="22"/>
          <w:sz w:val="24"/>
          <w:szCs w:val="24"/>
        </w:rPr>
        <w:t xml:space="preserve"> </w:t>
      </w:r>
      <w:r w:rsidRPr="00CF0118">
        <w:rPr>
          <w:sz w:val="24"/>
          <w:szCs w:val="24"/>
        </w:rPr>
        <w:t>при</w:t>
      </w:r>
      <w:r w:rsidRPr="00CF0118">
        <w:rPr>
          <w:spacing w:val="20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умножении.</w:t>
      </w:r>
      <w:r w:rsidRPr="00CF0118">
        <w:rPr>
          <w:spacing w:val="20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Деление</w:t>
      </w:r>
      <w:r w:rsidRPr="00CF0118">
        <w:rPr>
          <w:spacing w:val="2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как</w:t>
      </w:r>
      <w:r w:rsidRPr="00CF0118">
        <w:rPr>
          <w:spacing w:val="2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действие,</w:t>
      </w:r>
      <w:r w:rsidRPr="00CF0118">
        <w:rPr>
          <w:spacing w:val="21"/>
          <w:sz w:val="24"/>
          <w:szCs w:val="24"/>
        </w:rPr>
        <w:t xml:space="preserve"> </w:t>
      </w:r>
      <w:r w:rsidRPr="00CF0118">
        <w:rPr>
          <w:spacing w:val="2"/>
          <w:sz w:val="24"/>
          <w:szCs w:val="24"/>
        </w:rPr>
        <w:t>об-</w:t>
      </w:r>
      <w:r w:rsidRPr="00CF0118">
        <w:rPr>
          <w:spacing w:val="65"/>
          <w:sz w:val="24"/>
          <w:szCs w:val="24"/>
        </w:rPr>
        <w:t xml:space="preserve"> </w:t>
      </w:r>
      <w:r w:rsidRPr="00CF0118">
        <w:rPr>
          <w:sz w:val="24"/>
          <w:szCs w:val="24"/>
        </w:rPr>
        <w:t>ратное</w:t>
      </w:r>
      <w:r w:rsidRPr="00CF0118">
        <w:rPr>
          <w:spacing w:val="2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умножению.</w:t>
      </w:r>
      <w:r w:rsidRPr="00CF0118">
        <w:rPr>
          <w:spacing w:val="2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Компоненты</w:t>
      </w:r>
      <w:r w:rsidRPr="00CF0118">
        <w:rPr>
          <w:spacing w:val="2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действий,</w:t>
      </w:r>
      <w:r w:rsidRPr="00CF0118">
        <w:rPr>
          <w:spacing w:val="2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связь</w:t>
      </w:r>
      <w:r w:rsidRPr="00CF0118">
        <w:rPr>
          <w:spacing w:val="26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между</w:t>
      </w:r>
      <w:r w:rsidRPr="00CF0118">
        <w:rPr>
          <w:spacing w:val="26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ними.</w:t>
      </w:r>
      <w:r w:rsidRPr="00CF0118">
        <w:rPr>
          <w:spacing w:val="2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Проверка</w:t>
      </w:r>
      <w:r w:rsidRPr="00CF0118">
        <w:rPr>
          <w:spacing w:val="24"/>
          <w:sz w:val="24"/>
          <w:szCs w:val="24"/>
        </w:rPr>
        <w:t xml:space="preserve"> </w:t>
      </w:r>
      <w:r w:rsidRPr="00CF0118">
        <w:rPr>
          <w:sz w:val="24"/>
          <w:szCs w:val="24"/>
        </w:rPr>
        <w:t>результата</w:t>
      </w:r>
      <w:r w:rsidRPr="00CF0118">
        <w:rPr>
          <w:spacing w:val="29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арифметического</w:t>
      </w:r>
      <w:r w:rsidRPr="00CF0118">
        <w:rPr>
          <w:spacing w:val="2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дей-</w:t>
      </w:r>
      <w:r w:rsidRPr="00CF0118">
        <w:rPr>
          <w:spacing w:val="50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ствия.</w:t>
      </w:r>
      <w:r w:rsidRPr="00CF0118">
        <w:rPr>
          <w:spacing w:val="5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Переместительное</w:t>
      </w:r>
      <w:r w:rsidRPr="00CF0118">
        <w:rPr>
          <w:spacing w:val="50"/>
          <w:sz w:val="24"/>
          <w:szCs w:val="24"/>
        </w:rPr>
        <w:t xml:space="preserve"> </w:t>
      </w:r>
      <w:r w:rsidRPr="00CF0118">
        <w:rPr>
          <w:sz w:val="24"/>
          <w:szCs w:val="24"/>
        </w:rPr>
        <w:t>и</w:t>
      </w:r>
      <w:r w:rsidRPr="00CF0118">
        <w:rPr>
          <w:spacing w:val="52"/>
          <w:sz w:val="24"/>
          <w:szCs w:val="24"/>
        </w:rPr>
        <w:t xml:space="preserve"> </w:t>
      </w:r>
      <w:r w:rsidRPr="00CF0118">
        <w:rPr>
          <w:sz w:val="24"/>
          <w:szCs w:val="24"/>
        </w:rPr>
        <w:t>сочетательное</w:t>
      </w:r>
      <w:r w:rsidRPr="00CF0118">
        <w:rPr>
          <w:spacing w:val="5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свойства</w:t>
      </w:r>
      <w:r w:rsidRPr="00CF0118">
        <w:rPr>
          <w:spacing w:val="5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(законы)</w:t>
      </w:r>
      <w:r w:rsidRPr="00CF0118">
        <w:rPr>
          <w:spacing w:val="5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сложения</w:t>
      </w:r>
      <w:r w:rsidRPr="00CF0118">
        <w:rPr>
          <w:spacing w:val="52"/>
          <w:sz w:val="24"/>
          <w:szCs w:val="24"/>
        </w:rPr>
        <w:t xml:space="preserve"> </w:t>
      </w:r>
      <w:r w:rsidRPr="00CF0118">
        <w:rPr>
          <w:sz w:val="24"/>
          <w:szCs w:val="24"/>
        </w:rPr>
        <w:t>и</w:t>
      </w:r>
      <w:r w:rsidRPr="00CF0118">
        <w:rPr>
          <w:spacing w:val="5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умножения,</w:t>
      </w:r>
      <w:r w:rsidRPr="00CF0118">
        <w:rPr>
          <w:spacing w:val="2"/>
          <w:sz w:val="24"/>
          <w:szCs w:val="24"/>
        </w:rPr>
        <w:t xml:space="preserve"> </w:t>
      </w:r>
      <w:r w:rsidRPr="00CF0118">
        <w:rPr>
          <w:i/>
          <w:iCs/>
          <w:spacing w:val="-1"/>
          <w:sz w:val="24"/>
          <w:szCs w:val="24"/>
        </w:rPr>
        <w:t>распределительное</w:t>
      </w:r>
      <w:r w:rsidRPr="00CF0118">
        <w:rPr>
          <w:i/>
          <w:iCs/>
          <w:spacing w:val="67"/>
          <w:sz w:val="24"/>
          <w:szCs w:val="24"/>
        </w:rPr>
        <w:t xml:space="preserve"> </w:t>
      </w:r>
      <w:r w:rsidRPr="00CF0118">
        <w:rPr>
          <w:i/>
          <w:iCs/>
          <w:spacing w:val="-1"/>
          <w:sz w:val="24"/>
          <w:szCs w:val="24"/>
        </w:rPr>
        <w:t>свойство</w:t>
      </w:r>
      <w:r w:rsidRPr="00CF0118">
        <w:rPr>
          <w:i/>
          <w:iCs/>
          <w:sz w:val="24"/>
          <w:szCs w:val="24"/>
        </w:rPr>
        <w:t xml:space="preserve"> </w:t>
      </w:r>
      <w:r w:rsidRPr="00CF0118">
        <w:rPr>
          <w:i/>
          <w:iCs/>
          <w:spacing w:val="-1"/>
          <w:sz w:val="24"/>
          <w:szCs w:val="24"/>
        </w:rPr>
        <w:t>(закон)</w:t>
      </w:r>
      <w:r w:rsidRPr="00CF0118">
        <w:rPr>
          <w:i/>
          <w:iCs/>
          <w:spacing w:val="-2"/>
          <w:sz w:val="24"/>
          <w:szCs w:val="24"/>
        </w:rPr>
        <w:t xml:space="preserve"> </w:t>
      </w:r>
      <w:r w:rsidRPr="00CF0118">
        <w:rPr>
          <w:i/>
          <w:iCs/>
          <w:spacing w:val="-1"/>
          <w:sz w:val="24"/>
          <w:szCs w:val="24"/>
        </w:rPr>
        <w:t>умножения</w:t>
      </w:r>
      <w:r w:rsidRPr="00CF0118">
        <w:rPr>
          <w:spacing w:val="-1"/>
          <w:sz w:val="24"/>
          <w:szCs w:val="24"/>
        </w:rPr>
        <w:t>.</w:t>
      </w:r>
    </w:p>
    <w:p w:rsidR="00536CD0" w:rsidRPr="00CF0118" w:rsidRDefault="00536CD0" w:rsidP="00CF0118">
      <w:pPr>
        <w:pStyle w:val="BodyText"/>
        <w:kinsoku w:val="0"/>
        <w:overflowPunct w:val="0"/>
        <w:spacing w:before="1" w:line="276" w:lineRule="auto"/>
        <w:ind w:left="113" w:right="120" w:firstLine="427"/>
        <w:jc w:val="both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Использование</w:t>
      </w:r>
      <w:r w:rsidRPr="00CF0118">
        <w:rPr>
          <w:spacing w:val="2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букв</w:t>
      </w:r>
      <w:r w:rsidRPr="00CF0118">
        <w:rPr>
          <w:spacing w:val="20"/>
          <w:sz w:val="24"/>
          <w:szCs w:val="24"/>
        </w:rPr>
        <w:t xml:space="preserve"> </w:t>
      </w:r>
      <w:r w:rsidRPr="00CF0118">
        <w:rPr>
          <w:sz w:val="24"/>
          <w:szCs w:val="24"/>
        </w:rPr>
        <w:t>для</w:t>
      </w:r>
      <w:r w:rsidRPr="00CF0118">
        <w:rPr>
          <w:spacing w:val="1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обозначения</w:t>
      </w:r>
      <w:r w:rsidRPr="00CF0118">
        <w:rPr>
          <w:spacing w:val="20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неизвестного</w:t>
      </w:r>
      <w:r w:rsidRPr="00CF0118">
        <w:rPr>
          <w:spacing w:val="2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компонента</w:t>
      </w:r>
      <w:r w:rsidRPr="00CF0118">
        <w:rPr>
          <w:spacing w:val="21"/>
          <w:sz w:val="24"/>
          <w:szCs w:val="24"/>
        </w:rPr>
        <w:t xml:space="preserve"> </w:t>
      </w:r>
      <w:r w:rsidRPr="00CF0118">
        <w:rPr>
          <w:sz w:val="24"/>
          <w:szCs w:val="24"/>
        </w:rPr>
        <w:t>и</w:t>
      </w:r>
      <w:r w:rsidRPr="00CF0118">
        <w:rPr>
          <w:spacing w:val="20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записи</w:t>
      </w:r>
      <w:r w:rsidRPr="00CF0118">
        <w:rPr>
          <w:spacing w:val="2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свойств</w:t>
      </w:r>
      <w:r w:rsidRPr="00CF0118">
        <w:rPr>
          <w:spacing w:val="19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арифметических</w:t>
      </w:r>
      <w:r w:rsidRPr="00CF0118">
        <w:rPr>
          <w:spacing w:val="18"/>
          <w:sz w:val="24"/>
          <w:szCs w:val="24"/>
        </w:rPr>
        <w:t xml:space="preserve"> </w:t>
      </w:r>
      <w:r w:rsidRPr="00CF0118">
        <w:rPr>
          <w:sz w:val="24"/>
          <w:szCs w:val="24"/>
        </w:rPr>
        <w:t>дей-</w:t>
      </w:r>
      <w:r w:rsidRPr="00CF0118">
        <w:rPr>
          <w:spacing w:val="90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ствий.</w:t>
      </w:r>
    </w:p>
    <w:p w:rsidR="00536CD0" w:rsidRPr="00CF0118" w:rsidRDefault="00536CD0" w:rsidP="00CF0118">
      <w:pPr>
        <w:kinsoku w:val="0"/>
        <w:overflowPunct w:val="0"/>
        <w:ind w:left="113" w:right="120" w:firstLine="427"/>
        <w:jc w:val="both"/>
        <w:rPr>
          <w:rFonts w:ascii="Times New Roman" w:hAnsi="Times New Roman"/>
          <w:spacing w:val="-1"/>
          <w:sz w:val="24"/>
          <w:szCs w:val="24"/>
          <w:lang w:val="ru-RU"/>
        </w:rPr>
      </w:pP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Делители</w:t>
      </w:r>
      <w:r w:rsidRPr="00CF0118">
        <w:rPr>
          <w:rFonts w:ascii="Times New Roman" w:hAnsi="Times New Roman"/>
          <w:i/>
          <w:iCs/>
          <w:spacing w:val="22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z w:val="24"/>
          <w:szCs w:val="24"/>
          <w:lang w:val="ru-RU"/>
        </w:rPr>
        <w:t>и</w:t>
      </w:r>
      <w:r w:rsidRPr="00CF0118">
        <w:rPr>
          <w:rFonts w:ascii="Times New Roman" w:hAnsi="Times New Roman"/>
          <w:i/>
          <w:iCs/>
          <w:spacing w:val="24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кратные</w:t>
      </w:r>
      <w:r w:rsidRPr="00CF0118">
        <w:rPr>
          <w:rFonts w:ascii="Times New Roman" w:hAnsi="Times New Roman"/>
          <w:i/>
          <w:iCs/>
          <w:spacing w:val="21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числа</w:t>
      </w:r>
      <w:r w:rsidRPr="00CF0118">
        <w:rPr>
          <w:rFonts w:ascii="Times New Roman" w:hAnsi="Times New Roman"/>
          <w:spacing w:val="-1"/>
          <w:sz w:val="24"/>
          <w:szCs w:val="24"/>
          <w:lang w:val="ru-RU"/>
        </w:rPr>
        <w:t>,</w:t>
      </w:r>
      <w:r w:rsidRPr="00CF0118">
        <w:rPr>
          <w:rFonts w:ascii="Times New Roman" w:hAnsi="Times New Roman"/>
          <w:spacing w:val="24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spacing w:val="-1"/>
          <w:sz w:val="24"/>
          <w:szCs w:val="24"/>
          <w:lang w:val="ru-RU"/>
        </w:rPr>
        <w:t>разложение</w:t>
      </w:r>
      <w:r w:rsidRPr="00CF0118">
        <w:rPr>
          <w:rFonts w:ascii="Times New Roman" w:hAnsi="Times New Roman"/>
          <w:spacing w:val="22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sz w:val="24"/>
          <w:szCs w:val="24"/>
          <w:lang w:val="ru-RU"/>
        </w:rPr>
        <w:t>на</w:t>
      </w:r>
      <w:r w:rsidRPr="00CF0118">
        <w:rPr>
          <w:rFonts w:ascii="Times New Roman" w:hAnsi="Times New Roman"/>
          <w:spacing w:val="23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spacing w:val="-1"/>
          <w:sz w:val="24"/>
          <w:szCs w:val="24"/>
          <w:lang w:val="ru-RU"/>
        </w:rPr>
        <w:t>множители.</w:t>
      </w:r>
      <w:r w:rsidRPr="00CF0118">
        <w:rPr>
          <w:rFonts w:ascii="Times New Roman" w:hAnsi="Times New Roman"/>
          <w:spacing w:val="23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spacing w:val="-1"/>
          <w:sz w:val="24"/>
          <w:szCs w:val="24"/>
          <w:lang w:val="ru-RU"/>
        </w:rPr>
        <w:t>Простые</w:t>
      </w:r>
      <w:r w:rsidRPr="00CF0118">
        <w:rPr>
          <w:rFonts w:ascii="Times New Roman" w:hAnsi="Times New Roman"/>
          <w:spacing w:val="24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sz w:val="24"/>
          <w:szCs w:val="24"/>
          <w:lang w:val="ru-RU"/>
        </w:rPr>
        <w:t>и</w:t>
      </w:r>
      <w:r w:rsidRPr="00CF0118">
        <w:rPr>
          <w:rFonts w:ascii="Times New Roman" w:hAnsi="Times New Roman"/>
          <w:spacing w:val="20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spacing w:val="-1"/>
          <w:sz w:val="24"/>
          <w:szCs w:val="24"/>
          <w:lang w:val="ru-RU"/>
        </w:rPr>
        <w:t>составные</w:t>
      </w:r>
      <w:r w:rsidRPr="00CF0118">
        <w:rPr>
          <w:rFonts w:ascii="Times New Roman" w:hAnsi="Times New Roman"/>
          <w:spacing w:val="24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spacing w:val="-1"/>
          <w:sz w:val="24"/>
          <w:szCs w:val="24"/>
          <w:lang w:val="ru-RU"/>
        </w:rPr>
        <w:t>числа.</w:t>
      </w:r>
      <w:r w:rsidRPr="00CF0118">
        <w:rPr>
          <w:rFonts w:ascii="Times New Roman" w:hAnsi="Times New Roman"/>
          <w:spacing w:val="27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Признаки</w:t>
      </w:r>
      <w:r w:rsidRPr="00CF0118">
        <w:rPr>
          <w:rFonts w:ascii="Times New Roman" w:hAnsi="Times New Roman"/>
          <w:i/>
          <w:iCs/>
          <w:spacing w:val="21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делимо-</w:t>
      </w:r>
      <w:r w:rsidRPr="00CF0118">
        <w:rPr>
          <w:rFonts w:ascii="Times New Roman" w:hAnsi="Times New Roman"/>
          <w:i/>
          <w:iCs/>
          <w:spacing w:val="71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z w:val="24"/>
          <w:szCs w:val="24"/>
          <w:lang w:val="ru-RU"/>
        </w:rPr>
        <w:t>сти на 2,</w:t>
      </w:r>
      <w:r w:rsidRPr="00CF0118">
        <w:rPr>
          <w:rFonts w:ascii="Times New Roman" w:hAnsi="Times New Roman"/>
          <w:i/>
          <w:iCs/>
          <w:spacing w:val="-2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z w:val="24"/>
          <w:szCs w:val="24"/>
          <w:lang w:val="ru-RU"/>
        </w:rPr>
        <w:t xml:space="preserve">5, 10, </w:t>
      </w:r>
      <w:r w:rsidRPr="00CF0118">
        <w:rPr>
          <w:rFonts w:ascii="Times New Roman" w:hAnsi="Times New Roman"/>
          <w:i/>
          <w:iCs/>
          <w:spacing w:val="-2"/>
          <w:sz w:val="24"/>
          <w:szCs w:val="24"/>
          <w:lang w:val="ru-RU"/>
        </w:rPr>
        <w:t>3,</w:t>
      </w:r>
      <w:r w:rsidRPr="00CF0118">
        <w:rPr>
          <w:rFonts w:ascii="Times New Roman" w:hAnsi="Times New Roman"/>
          <w:i/>
          <w:iCs/>
          <w:sz w:val="24"/>
          <w:szCs w:val="24"/>
          <w:lang w:val="ru-RU"/>
        </w:rPr>
        <w:t xml:space="preserve"> 9</w:t>
      </w:r>
      <w:r w:rsidRPr="00CF0118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CF0118">
        <w:rPr>
          <w:rFonts w:ascii="Times New Roman" w:hAnsi="Times New Roman"/>
          <w:spacing w:val="-1"/>
          <w:sz w:val="24"/>
          <w:szCs w:val="24"/>
          <w:lang w:val="ru-RU"/>
        </w:rPr>
        <w:t>Деление</w:t>
      </w:r>
      <w:r w:rsidRPr="00CF0118">
        <w:rPr>
          <w:rFonts w:ascii="Times New Roman" w:hAnsi="Times New Roman"/>
          <w:sz w:val="24"/>
          <w:szCs w:val="24"/>
          <w:lang w:val="ru-RU"/>
        </w:rPr>
        <w:t xml:space="preserve"> с </w:t>
      </w:r>
      <w:r w:rsidRPr="00CF0118">
        <w:rPr>
          <w:rFonts w:ascii="Times New Roman" w:hAnsi="Times New Roman"/>
          <w:spacing w:val="-1"/>
          <w:sz w:val="24"/>
          <w:szCs w:val="24"/>
          <w:lang w:val="ru-RU"/>
        </w:rPr>
        <w:t>остатком.</w:t>
      </w:r>
    </w:p>
    <w:p w:rsidR="00536CD0" w:rsidRPr="00CF0118" w:rsidRDefault="00536CD0" w:rsidP="00CF0118">
      <w:pPr>
        <w:pStyle w:val="BodyText"/>
        <w:kinsoku w:val="0"/>
        <w:overflowPunct w:val="0"/>
        <w:spacing w:line="276" w:lineRule="auto"/>
        <w:ind w:left="541" w:firstLine="0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Степень</w:t>
      </w:r>
      <w:r w:rsidRPr="00CF0118">
        <w:rPr>
          <w:sz w:val="24"/>
          <w:szCs w:val="24"/>
        </w:rPr>
        <w:t xml:space="preserve"> с </w:t>
      </w:r>
      <w:r w:rsidRPr="00CF0118">
        <w:rPr>
          <w:spacing w:val="-1"/>
          <w:sz w:val="24"/>
          <w:szCs w:val="24"/>
        </w:rPr>
        <w:t>натуральным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показателем.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Запись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числа</w:t>
      </w:r>
      <w:r w:rsidRPr="00CF0118">
        <w:rPr>
          <w:spacing w:val="-2"/>
          <w:sz w:val="24"/>
          <w:szCs w:val="24"/>
        </w:rPr>
        <w:t xml:space="preserve"> </w:t>
      </w:r>
      <w:r w:rsidRPr="00CF0118">
        <w:rPr>
          <w:sz w:val="24"/>
          <w:szCs w:val="24"/>
        </w:rPr>
        <w:t>в</w:t>
      </w:r>
      <w:r w:rsidRPr="00CF0118">
        <w:rPr>
          <w:spacing w:val="-1"/>
          <w:sz w:val="24"/>
          <w:szCs w:val="24"/>
        </w:rPr>
        <w:t xml:space="preserve"> виде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суммы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разрядных</w:t>
      </w:r>
      <w:r w:rsidRPr="00CF0118">
        <w:rPr>
          <w:spacing w:val="-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слагаемых.</w:t>
      </w:r>
    </w:p>
    <w:p w:rsidR="00536CD0" w:rsidRPr="00CF0118" w:rsidRDefault="00536CD0" w:rsidP="00CF0118">
      <w:pPr>
        <w:pStyle w:val="BodyText"/>
        <w:kinsoku w:val="0"/>
        <w:overflowPunct w:val="0"/>
        <w:spacing w:before="1" w:line="276" w:lineRule="auto"/>
        <w:ind w:left="113" w:right="119" w:firstLine="427"/>
        <w:jc w:val="both"/>
        <w:rPr>
          <w:spacing w:val="-1"/>
          <w:sz w:val="24"/>
          <w:szCs w:val="24"/>
        </w:rPr>
      </w:pPr>
      <w:r w:rsidRPr="00CF0118">
        <w:rPr>
          <w:sz w:val="24"/>
          <w:szCs w:val="24"/>
        </w:rPr>
        <w:t>Числовое</w:t>
      </w:r>
      <w:r w:rsidRPr="00CF0118">
        <w:rPr>
          <w:spacing w:val="2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выражение.</w:t>
      </w:r>
      <w:r w:rsidRPr="00CF0118">
        <w:rPr>
          <w:spacing w:val="26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Вычисление</w:t>
      </w:r>
      <w:r w:rsidRPr="00CF0118">
        <w:rPr>
          <w:spacing w:val="26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значений</w:t>
      </w:r>
      <w:r w:rsidRPr="00CF0118">
        <w:rPr>
          <w:spacing w:val="2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числовых</w:t>
      </w:r>
      <w:r w:rsidRPr="00CF0118">
        <w:rPr>
          <w:spacing w:val="26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выражений;</w:t>
      </w:r>
      <w:r w:rsidRPr="00CF0118">
        <w:rPr>
          <w:spacing w:val="27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порядок</w:t>
      </w:r>
      <w:r w:rsidRPr="00CF0118">
        <w:rPr>
          <w:spacing w:val="2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выполнения</w:t>
      </w:r>
      <w:r w:rsidRPr="00CF0118">
        <w:rPr>
          <w:spacing w:val="2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действий.</w:t>
      </w:r>
      <w:r w:rsidRPr="00CF0118">
        <w:rPr>
          <w:spacing w:val="24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Ис-</w:t>
      </w:r>
      <w:r w:rsidRPr="00CF0118">
        <w:rPr>
          <w:spacing w:val="6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пользование</w:t>
      </w:r>
      <w:r w:rsidRPr="00CF0118">
        <w:rPr>
          <w:spacing w:val="26"/>
          <w:sz w:val="24"/>
          <w:szCs w:val="24"/>
        </w:rPr>
        <w:t xml:space="preserve"> </w:t>
      </w:r>
      <w:r w:rsidRPr="00CF0118">
        <w:rPr>
          <w:sz w:val="24"/>
          <w:szCs w:val="24"/>
        </w:rPr>
        <w:t>при</w:t>
      </w:r>
      <w:r w:rsidRPr="00CF0118">
        <w:rPr>
          <w:spacing w:val="2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вычислениях</w:t>
      </w:r>
      <w:r w:rsidRPr="00CF0118">
        <w:rPr>
          <w:spacing w:val="26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переместительного</w:t>
      </w:r>
      <w:r w:rsidRPr="00CF0118">
        <w:rPr>
          <w:spacing w:val="24"/>
          <w:sz w:val="24"/>
          <w:szCs w:val="24"/>
        </w:rPr>
        <w:t xml:space="preserve"> </w:t>
      </w:r>
      <w:r w:rsidRPr="00CF0118">
        <w:rPr>
          <w:sz w:val="24"/>
          <w:szCs w:val="24"/>
        </w:rPr>
        <w:t>и</w:t>
      </w:r>
      <w:r w:rsidRPr="00CF0118">
        <w:rPr>
          <w:spacing w:val="2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сочетательного</w:t>
      </w:r>
      <w:r w:rsidRPr="00CF0118">
        <w:rPr>
          <w:spacing w:val="26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свойств</w:t>
      </w:r>
      <w:r w:rsidRPr="00CF0118">
        <w:rPr>
          <w:spacing w:val="2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(законов)</w:t>
      </w:r>
      <w:r w:rsidRPr="00CF0118">
        <w:rPr>
          <w:spacing w:val="2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сложения</w:t>
      </w:r>
      <w:r w:rsidRPr="00CF0118">
        <w:rPr>
          <w:spacing w:val="25"/>
          <w:sz w:val="24"/>
          <w:szCs w:val="24"/>
        </w:rPr>
        <w:t xml:space="preserve"> </w:t>
      </w:r>
      <w:r w:rsidRPr="00CF0118">
        <w:rPr>
          <w:sz w:val="24"/>
          <w:szCs w:val="24"/>
        </w:rPr>
        <w:t>и</w:t>
      </w:r>
      <w:r w:rsidRPr="00CF0118">
        <w:rPr>
          <w:spacing w:val="23"/>
          <w:sz w:val="24"/>
          <w:szCs w:val="24"/>
        </w:rPr>
        <w:t xml:space="preserve"> </w:t>
      </w:r>
      <w:r w:rsidRPr="00CF0118">
        <w:rPr>
          <w:sz w:val="24"/>
          <w:szCs w:val="24"/>
        </w:rPr>
        <w:t>умноже-</w:t>
      </w:r>
      <w:r w:rsidRPr="00CF0118">
        <w:rPr>
          <w:spacing w:val="77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ния,</w:t>
      </w:r>
      <w:r w:rsidRPr="00CF0118">
        <w:rPr>
          <w:sz w:val="24"/>
          <w:szCs w:val="24"/>
        </w:rPr>
        <w:t xml:space="preserve"> </w:t>
      </w:r>
      <w:r w:rsidRPr="00CF0118">
        <w:rPr>
          <w:i/>
          <w:iCs/>
          <w:spacing w:val="-1"/>
          <w:sz w:val="24"/>
          <w:szCs w:val="24"/>
        </w:rPr>
        <w:t>распределительного</w:t>
      </w:r>
      <w:r w:rsidRPr="00CF0118">
        <w:rPr>
          <w:i/>
          <w:iCs/>
          <w:spacing w:val="-2"/>
          <w:sz w:val="24"/>
          <w:szCs w:val="24"/>
        </w:rPr>
        <w:t xml:space="preserve"> </w:t>
      </w:r>
      <w:r w:rsidRPr="00CF0118">
        <w:rPr>
          <w:i/>
          <w:iCs/>
          <w:spacing w:val="-1"/>
          <w:sz w:val="24"/>
          <w:szCs w:val="24"/>
        </w:rPr>
        <w:t>свойства</w:t>
      </w:r>
      <w:r w:rsidRPr="00CF0118">
        <w:rPr>
          <w:i/>
          <w:iCs/>
          <w:spacing w:val="-2"/>
          <w:sz w:val="24"/>
          <w:szCs w:val="24"/>
        </w:rPr>
        <w:t xml:space="preserve"> </w:t>
      </w:r>
      <w:r w:rsidRPr="00CF0118">
        <w:rPr>
          <w:i/>
          <w:iCs/>
          <w:spacing w:val="-1"/>
          <w:sz w:val="24"/>
          <w:szCs w:val="24"/>
        </w:rPr>
        <w:t>умножения</w:t>
      </w:r>
      <w:r w:rsidRPr="00CF0118">
        <w:rPr>
          <w:spacing w:val="-1"/>
          <w:sz w:val="24"/>
          <w:szCs w:val="24"/>
        </w:rPr>
        <w:t>.</w:t>
      </w:r>
    </w:p>
    <w:p w:rsidR="00536CD0" w:rsidRPr="00CF0118" w:rsidRDefault="00536CD0" w:rsidP="00CF0118">
      <w:pPr>
        <w:pStyle w:val="Heading3"/>
        <w:kinsoku w:val="0"/>
        <w:overflowPunct w:val="0"/>
        <w:spacing w:before="6"/>
        <w:rPr>
          <w:rFonts w:ascii="Times New Roman" w:hAnsi="Times New Roman"/>
          <w:b w:val="0"/>
          <w:bCs w:val="0"/>
          <w:color w:val="auto"/>
          <w:sz w:val="24"/>
          <w:szCs w:val="24"/>
          <w:lang w:val="ru-RU"/>
        </w:rPr>
      </w:pPr>
      <w:r w:rsidRPr="00CF0118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Дроби</w:t>
      </w:r>
    </w:p>
    <w:p w:rsidR="00536CD0" w:rsidRPr="00CF0118" w:rsidRDefault="00536CD0" w:rsidP="00CF0118">
      <w:pPr>
        <w:pStyle w:val="BodyText"/>
        <w:kinsoku w:val="0"/>
        <w:overflowPunct w:val="0"/>
        <w:spacing w:line="276" w:lineRule="auto"/>
        <w:ind w:left="101" w:right="119" w:firstLine="0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 xml:space="preserve">    </w:t>
      </w:r>
      <w:r w:rsidRPr="00CF0118">
        <w:rPr>
          <w:spacing w:val="-1"/>
          <w:sz w:val="24"/>
          <w:szCs w:val="24"/>
        </w:rPr>
        <w:t>Представление</w:t>
      </w:r>
      <w:r w:rsidRPr="00CF0118">
        <w:rPr>
          <w:spacing w:val="2"/>
          <w:sz w:val="24"/>
          <w:szCs w:val="24"/>
        </w:rPr>
        <w:t xml:space="preserve"> </w:t>
      </w:r>
      <w:r w:rsidRPr="00CF0118">
        <w:rPr>
          <w:sz w:val="24"/>
          <w:szCs w:val="24"/>
        </w:rPr>
        <w:t>о</w:t>
      </w:r>
      <w:r w:rsidRPr="00CF0118">
        <w:rPr>
          <w:spacing w:val="2"/>
          <w:sz w:val="24"/>
          <w:szCs w:val="24"/>
        </w:rPr>
        <w:t xml:space="preserve"> </w:t>
      </w:r>
      <w:r w:rsidRPr="00CF0118">
        <w:rPr>
          <w:sz w:val="24"/>
          <w:szCs w:val="24"/>
        </w:rPr>
        <w:t>дроби</w:t>
      </w:r>
      <w:r w:rsidRPr="00CF0118">
        <w:rPr>
          <w:spacing w:val="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как</w:t>
      </w:r>
      <w:r w:rsidRPr="00CF0118">
        <w:rPr>
          <w:spacing w:val="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способе</w:t>
      </w:r>
      <w:r w:rsidRPr="00CF0118">
        <w:rPr>
          <w:spacing w:val="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записи</w:t>
      </w:r>
      <w:r w:rsidRPr="00CF0118">
        <w:rPr>
          <w:spacing w:val="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части</w:t>
      </w:r>
      <w:r w:rsidRPr="00CF0118">
        <w:rPr>
          <w:spacing w:val="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величины.</w:t>
      </w:r>
      <w:r w:rsidRPr="00CF0118">
        <w:rPr>
          <w:spacing w:val="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Обыкновенные</w:t>
      </w:r>
      <w:r w:rsidRPr="00CF0118">
        <w:rPr>
          <w:sz w:val="24"/>
          <w:szCs w:val="24"/>
        </w:rPr>
        <w:t xml:space="preserve"> дроби.</w:t>
      </w:r>
      <w:r w:rsidRPr="00CF0118">
        <w:rPr>
          <w:spacing w:val="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Правильные</w:t>
      </w:r>
      <w:r w:rsidRPr="00CF0118">
        <w:rPr>
          <w:spacing w:val="2"/>
          <w:sz w:val="24"/>
          <w:szCs w:val="24"/>
        </w:rPr>
        <w:t xml:space="preserve"> </w:t>
      </w:r>
      <w:r w:rsidRPr="00CF0118">
        <w:rPr>
          <w:sz w:val="24"/>
          <w:szCs w:val="24"/>
        </w:rPr>
        <w:t>и</w:t>
      </w:r>
      <w:r w:rsidRPr="00CF0118">
        <w:rPr>
          <w:spacing w:val="1"/>
          <w:sz w:val="24"/>
          <w:szCs w:val="24"/>
        </w:rPr>
        <w:t xml:space="preserve"> </w:t>
      </w:r>
      <w:r w:rsidRPr="00CF0118">
        <w:rPr>
          <w:sz w:val="24"/>
          <w:szCs w:val="24"/>
        </w:rPr>
        <w:t>непра-</w:t>
      </w:r>
      <w:r w:rsidRPr="00CF0118">
        <w:rPr>
          <w:spacing w:val="7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вильные</w:t>
      </w:r>
      <w:r w:rsidRPr="00CF0118">
        <w:rPr>
          <w:spacing w:val="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дроби.</w:t>
      </w:r>
      <w:r w:rsidRPr="00CF0118">
        <w:rPr>
          <w:spacing w:val="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Смешанная</w:t>
      </w:r>
      <w:r w:rsidRPr="00CF0118">
        <w:rPr>
          <w:spacing w:val="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дробь;</w:t>
      </w:r>
      <w:r w:rsidRPr="00CF0118">
        <w:rPr>
          <w:spacing w:val="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представление</w:t>
      </w:r>
      <w:r w:rsidRPr="00CF0118">
        <w:rPr>
          <w:spacing w:val="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смешанной</w:t>
      </w:r>
      <w:r w:rsidRPr="00CF0118">
        <w:rPr>
          <w:spacing w:val="1"/>
          <w:sz w:val="24"/>
          <w:szCs w:val="24"/>
        </w:rPr>
        <w:t xml:space="preserve"> </w:t>
      </w:r>
      <w:r w:rsidRPr="00CF0118">
        <w:rPr>
          <w:sz w:val="24"/>
          <w:szCs w:val="24"/>
        </w:rPr>
        <w:t>дроби</w:t>
      </w:r>
      <w:r w:rsidRPr="00CF0118">
        <w:rPr>
          <w:spacing w:val="1"/>
          <w:sz w:val="24"/>
          <w:szCs w:val="24"/>
        </w:rPr>
        <w:t xml:space="preserve"> </w:t>
      </w:r>
      <w:r w:rsidRPr="00CF0118">
        <w:rPr>
          <w:sz w:val="24"/>
          <w:szCs w:val="24"/>
        </w:rPr>
        <w:t>в</w:t>
      </w:r>
      <w:r w:rsidRPr="00CF0118">
        <w:rPr>
          <w:spacing w:val="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виде</w:t>
      </w:r>
      <w:r w:rsidRPr="00CF0118">
        <w:rPr>
          <w:spacing w:val="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неправильной</w:t>
      </w:r>
      <w:r w:rsidRPr="00CF0118">
        <w:rPr>
          <w:spacing w:val="1"/>
          <w:sz w:val="24"/>
          <w:szCs w:val="24"/>
        </w:rPr>
        <w:t xml:space="preserve"> </w:t>
      </w:r>
      <w:r w:rsidRPr="00CF0118">
        <w:rPr>
          <w:sz w:val="24"/>
          <w:szCs w:val="24"/>
        </w:rPr>
        <w:t>дроби</w:t>
      </w:r>
      <w:r w:rsidRPr="00CF0118">
        <w:rPr>
          <w:spacing w:val="4"/>
          <w:sz w:val="24"/>
          <w:szCs w:val="24"/>
        </w:rPr>
        <w:t xml:space="preserve"> </w:t>
      </w:r>
      <w:r w:rsidRPr="00CF0118">
        <w:rPr>
          <w:sz w:val="24"/>
          <w:szCs w:val="24"/>
        </w:rPr>
        <w:t>и</w:t>
      </w:r>
      <w:r w:rsidRPr="00CF0118">
        <w:rPr>
          <w:spacing w:val="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выделение</w:t>
      </w:r>
      <w:r w:rsidRPr="00CF0118">
        <w:rPr>
          <w:spacing w:val="75"/>
          <w:sz w:val="24"/>
          <w:szCs w:val="24"/>
        </w:rPr>
        <w:t xml:space="preserve"> </w:t>
      </w:r>
      <w:r w:rsidRPr="00CF0118">
        <w:rPr>
          <w:sz w:val="24"/>
          <w:szCs w:val="24"/>
        </w:rPr>
        <w:t>целой</w:t>
      </w:r>
      <w:r w:rsidRPr="00CF0118">
        <w:rPr>
          <w:spacing w:val="40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части</w:t>
      </w:r>
      <w:r w:rsidRPr="00CF0118">
        <w:rPr>
          <w:spacing w:val="39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числа</w:t>
      </w:r>
      <w:r w:rsidRPr="00CF0118">
        <w:rPr>
          <w:spacing w:val="41"/>
          <w:sz w:val="24"/>
          <w:szCs w:val="24"/>
        </w:rPr>
        <w:t xml:space="preserve"> </w:t>
      </w:r>
      <w:r w:rsidRPr="00CF0118">
        <w:rPr>
          <w:sz w:val="24"/>
          <w:szCs w:val="24"/>
        </w:rPr>
        <w:t>из</w:t>
      </w:r>
      <w:r w:rsidRPr="00CF0118">
        <w:rPr>
          <w:spacing w:val="39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неправильной</w:t>
      </w:r>
      <w:r w:rsidRPr="00CF0118">
        <w:rPr>
          <w:spacing w:val="40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дроби.</w:t>
      </w:r>
      <w:r w:rsidRPr="00CF0118">
        <w:rPr>
          <w:spacing w:val="40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Изображение</w:t>
      </w:r>
      <w:r w:rsidRPr="00CF0118">
        <w:rPr>
          <w:spacing w:val="4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дробей</w:t>
      </w:r>
      <w:r w:rsidRPr="00CF0118">
        <w:rPr>
          <w:spacing w:val="40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точками</w:t>
      </w:r>
      <w:r w:rsidRPr="00CF0118">
        <w:rPr>
          <w:spacing w:val="37"/>
          <w:sz w:val="24"/>
          <w:szCs w:val="24"/>
        </w:rPr>
        <w:t xml:space="preserve"> </w:t>
      </w:r>
      <w:r w:rsidRPr="00CF0118">
        <w:rPr>
          <w:sz w:val="24"/>
          <w:szCs w:val="24"/>
        </w:rPr>
        <w:t>на</w:t>
      </w:r>
      <w:r w:rsidRPr="00CF0118">
        <w:rPr>
          <w:spacing w:val="40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числовой</w:t>
      </w:r>
      <w:r w:rsidRPr="00CF0118">
        <w:rPr>
          <w:spacing w:val="40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прямой.</w:t>
      </w:r>
      <w:r w:rsidRPr="00CF0118">
        <w:rPr>
          <w:spacing w:val="40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Основное</w:t>
      </w:r>
      <w:r>
        <w:rPr>
          <w:spacing w:val="-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свойство</w:t>
      </w:r>
      <w:r w:rsidRPr="00CF0118">
        <w:rPr>
          <w:sz w:val="24"/>
          <w:szCs w:val="24"/>
        </w:rPr>
        <w:t xml:space="preserve"> дроби. </w:t>
      </w:r>
      <w:r w:rsidRPr="00CF0118">
        <w:rPr>
          <w:i/>
          <w:iCs/>
          <w:spacing w:val="-1"/>
          <w:sz w:val="24"/>
          <w:szCs w:val="24"/>
        </w:rPr>
        <w:t>Сокращение дробей</w:t>
      </w:r>
      <w:r w:rsidRPr="00CF0118">
        <w:rPr>
          <w:spacing w:val="-1"/>
          <w:sz w:val="24"/>
          <w:szCs w:val="24"/>
        </w:rPr>
        <w:t>.</w:t>
      </w:r>
      <w:r w:rsidRPr="00CF0118">
        <w:rPr>
          <w:spacing w:val="-3"/>
          <w:sz w:val="24"/>
          <w:szCs w:val="24"/>
        </w:rPr>
        <w:t xml:space="preserve"> </w:t>
      </w:r>
      <w:r w:rsidRPr="00CF0118">
        <w:rPr>
          <w:i/>
          <w:iCs/>
          <w:spacing w:val="-1"/>
          <w:sz w:val="24"/>
          <w:szCs w:val="24"/>
        </w:rPr>
        <w:t>Приведение</w:t>
      </w:r>
      <w:r w:rsidRPr="00CF0118">
        <w:rPr>
          <w:i/>
          <w:iCs/>
          <w:spacing w:val="-2"/>
          <w:sz w:val="24"/>
          <w:szCs w:val="24"/>
        </w:rPr>
        <w:t xml:space="preserve"> </w:t>
      </w:r>
      <w:r w:rsidRPr="00CF0118">
        <w:rPr>
          <w:i/>
          <w:iCs/>
          <w:spacing w:val="-1"/>
          <w:sz w:val="24"/>
          <w:szCs w:val="24"/>
        </w:rPr>
        <w:t>дроби</w:t>
      </w:r>
      <w:r w:rsidRPr="00CF0118">
        <w:rPr>
          <w:i/>
          <w:iCs/>
          <w:sz w:val="24"/>
          <w:szCs w:val="24"/>
        </w:rPr>
        <w:t xml:space="preserve"> к </w:t>
      </w:r>
      <w:r w:rsidRPr="00CF0118">
        <w:rPr>
          <w:i/>
          <w:iCs/>
          <w:spacing w:val="-1"/>
          <w:sz w:val="24"/>
          <w:szCs w:val="24"/>
        </w:rPr>
        <w:t>новому</w:t>
      </w:r>
      <w:r w:rsidRPr="00CF0118">
        <w:rPr>
          <w:i/>
          <w:iCs/>
          <w:sz w:val="24"/>
          <w:szCs w:val="24"/>
        </w:rPr>
        <w:t xml:space="preserve"> </w:t>
      </w:r>
      <w:r w:rsidRPr="00CF0118">
        <w:rPr>
          <w:i/>
          <w:iCs/>
          <w:spacing w:val="-1"/>
          <w:sz w:val="24"/>
          <w:szCs w:val="24"/>
        </w:rPr>
        <w:t>знаменателю</w:t>
      </w:r>
      <w:r w:rsidRPr="00CF0118">
        <w:rPr>
          <w:spacing w:val="-1"/>
          <w:sz w:val="24"/>
          <w:szCs w:val="24"/>
        </w:rPr>
        <w:t>.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Сравнение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дробей.</w:t>
      </w:r>
    </w:p>
    <w:p w:rsidR="00536CD0" w:rsidRPr="00CF0118" w:rsidRDefault="00536CD0" w:rsidP="00CF0118">
      <w:pPr>
        <w:kinsoku w:val="0"/>
        <w:overflowPunct w:val="0"/>
        <w:spacing w:before="1"/>
        <w:ind w:left="113" w:firstLine="427"/>
        <w:rPr>
          <w:rFonts w:ascii="Times New Roman" w:hAnsi="Times New Roman"/>
          <w:spacing w:val="-1"/>
          <w:sz w:val="24"/>
          <w:szCs w:val="24"/>
          <w:lang w:val="ru-RU"/>
        </w:rPr>
      </w:pPr>
      <w:r w:rsidRPr="00CF0118">
        <w:rPr>
          <w:rFonts w:ascii="Times New Roman" w:hAnsi="Times New Roman"/>
          <w:spacing w:val="-1"/>
          <w:sz w:val="24"/>
          <w:szCs w:val="24"/>
          <w:lang w:val="ru-RU"/>
        </w:rPr>
        <w:t>Сложение</w:t>
      </w:r>
      <w:r w:rsidRPr="00CF0118">
        <w:rPr>
          <w:rFonts w:ascii="Times New Roman" w:hAnsi="Times New Roman"/>
          <w:spacing w:val="31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sz w:val="24"/>
          <w:szCs w:val="24"/>
          <w:lang w:val="ru-RU"/>
        </w:rPr>
        <w:t>и</w:t>
      </w:r>
      <w:r w:rsidRPr="00CF0118">
        <w:rPr>
          <w:rFonts w:ascii="Times New Roman" w:hAnsi="Times New Roman"/>
          <w:spacing w:val="33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spacing w:val="-1"/>
          <w:sz w:val="24"/>
          <w:szCs w:val="24"/>
          <w:lang w:val="ru-RU"/>
        </w:rPr>
        <w:t>вычитание</w:t>
      </w:r>
      <w:r w:rsidRPr="00CF0118">
        <w:rPr>
          <w:rFonts w:ascii="Times New Roman" w:hAnsi="Times New Roman"/>
          <w:spacing w:val="31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spacing w:val="-1"/>
          <w:sz w:val="24"/>
          <w:szCs w:val="24"/>
          <w:lang w:val="ru-RU"/>
        </w:rPr>
        <w:t>дробей.</w:t>
      </w:r>
      <w:r w:rsidRPr="00CF0118">
        <w:rPr>
          <w:rFonts w:ascii="Times New Roman" w:hAnsi="Times New Roman"/>
          <w:spacing w:val="33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spacing w:val="-1"/>
          <w:sz w:val="24"/>
          <w:szCs w:val="24"/>
          <w:lang w:val="ru-RU"/>
        </w:rPr>
        <w:t>Умножение</w:t>
      </w:r>
      <w:r w:rsidRPr="00CF0118">
        <w:rPr>
          <w:rFonts w:ascii="Times New Roman" w:hAnsi="Times New Roman"/>
          <w:spacing w:val="34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sz w:val="24"/>
          <w:szCs w:val="24"/>
          <w:lang w:val="ru-RU"/>
        </w:rPr>
        <w:t>и</w:t>
      </w:r>
      <w:r w:rsidRPr="00CF0118">
        <w:rPr>
          <w:rFonts w:ascii="Times New Roman" w:hAnsi="Times New Roman"/>
          <w:spacing w:val="30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spacing w:val="-1"/>
          <w:sz w:val="24"/>
          <w:szCs w:val="24"/>
          <w:lang w:val="ru-RU"/>
        </w:rPr>
        <w:t>деление</w:t>
      </w:r>
      <w:r w:rsidRPr="00CF0118">
        <w:rPr>
          <w:rFonts w:ascii="Times New Roman" w:hAnsi="Times New Roman"/>
          <w:spacing w:val="34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spacing w:val="-1"/>
          <w:sz w:val="24"/>
          <w:szCs w:val="24"/>
          <w:lang w:val="ru-RU"/>
        </w:rPr>
        <w:t>дробей;</w:t>
      </w:r>
      <w:r w:rsidRPr="00CF0118">
        <w:rPr>
          <w:rFonts w:ascii="Times New Roman" w:hAnsi="Times New Roman"/>
          <w:spacing w:val="34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spacing w:val="-1"/>
          <w:sz w:val="24"/>
          <w:szCs w:val="24"/>
          <w:lang w:val="ru-RU"/>
        </w:rPr>
        <w:t>взаимно-обратные</w:t>
      </w:r>
      <w:r w:rsidRPr="00CF0118">
        <w:rPr>
          <w:rFonts w:ascii="Times New Roman" w:hAnsi="Times New Roman"/>
          <w:spacing w:val="31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sz w:val="24"/>
          <w:szCs w:val="24"/>
          <w:lang w:val="ru-RU"/>
        </w:rPr>
        <w:t>дроби.</w:t>
      </w:r>
      <w:r w:rsidRPr="00CF0118">
        <w:rPr>
          <w:rFonts w:ascii="Times New Roman" w:hAnsi="Times New Roman"/>
          <w:spacing w:val="32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pacing w:val="-2"/>
          <w:sz w:val="24"/>
          <w:szCs w:val="24"/>
          <w:lang w:val="ru-RU"/>
        </w:rPr>
        <w:t>Нахождение</w:t>
      </w:r>
      <w:r w:rsidRPr="00CF0118">
        <w:rPr>
          <w:rFonts w:ascii="Times New Roman" w:hAnsi="Times New Roman"/>
          <w:i/>
          <w:iCs/>
          <w:spacing w:val="81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z w:val="24"/>
          <w:szCs w:val="24"/>
          <w:lang w:val="ru-RU"/>
        </w:rPr>
        <w:t xml:space="preserve">части </w:t>
      </w: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целого</w:t>
      </w:r>
      <w:r w:rsidRPr="00CF0118">
        <w:rPr>
          <w:rFonts w:ascii="Times New Roman" w:hAnsi="Times New Roman"/>
          <w:i/>
          <w:iCs/>
          <w:sz w:val="24"/>
          <w:szCs w:val="24"/>
          <w:lang w:val="ru-RU"/>
        </w:rPr>
        <w:t xml:space="preserve"> и </w:t>
      </w: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целого</w:t>
      </w:r>
      <w:r w:rsidRPr="00CF0118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по</w:t>
      </w:r>
      <w:r w:rsidRPr="00CF0118">
        <w:rPr>
          <w:rFonts w:ascii="Times New Roman" w:hAnsi="Times New Roman"/>
          <w:i/>
          <w:iCs/>
          <w:spacing w:val="-3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z w:val="24"/>
          <w:szCs w:val="24"/>
          <w:lang w:val="ru-RU"/>
        </w:rPr>
        <w:t xml:space="preserve">его </w:t>
      </w: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части</w:t>
      </w:r>
      <w:r w:rsidRPr="00CF0118">
        <w:rPr>
          <w:rFonts w:ascii="Times New Roman" w:hAnsi="Times New Roman"/>
          <w:spacing w:val="-1"/>
          <w:sz w:val="24"/>
          <w:szCs w:val="24"/>
          <w:lang w:val="ru-RU"/>
        </w:rPr>
        <w:t>.</w:t>
      </w:r>
    </w:p>
    <w:p w:rsidR="00536CD0" w:rsidRPr="00CF0118" w:rsidRDefault="00536CD0" w:rsidP="00CF0118">
      <w:pPr>
        <w:pStyle w:val="BodyText"/>
        <w:kinsoku w:val="0"/>
        <w:overflowPunct w:val="0"/>
        <w:spacing w:before="1" w:line="276" w:lineRule="auto"/>
        <w:ind w:left="113" w:right="119" w:firstLine="427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Десятичная</w:t>
      </w:r>
      <w:r w:rsidRPr="00CF0118">
        <w:rPr>
          <w:spacing w:val="1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запись</w:t>
      </w:r>
      <w:r w:rsidRPr="00CF0118">
        <w:rPr>
          <w:spacing w:val="19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дробей.</w:t>
      </w:r>
      <w:r w:rsidRPr="00CF0118">
        <w:rPr>
          <w:spacing w:val="1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Представление</w:t>
      </w:r>
      <w:r w:rsidRPr="00CF0118">
        <w:rPr>
          <w:spacing w:val="19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десятичной</w:t>
      </w:r>
      <w:r w:rsidRPr="00CF0118">
        <w:rPr>
          <w:spacing w:val="18"/>
          <w:sz w:val="24"/>
          <w:szCs w:val="24"/>
        </w:rPr>
        <w:t xml:space="preserve"> </w:t>
      </w:r>
      <w:r w:rsidRPr="00CF0118">
        <w:rPr>
          <w:sz w:val="24"/>
          <w:szCs w:val="24"/>
        </w:rPr>
        <w:t>дроби</w:t>
      </w:r>
      <w:r w:rsidRPr="00CF0118">
        <w:rPr>
          <w:spacing w:val="18"/>
          <w:sz w:val="24"/>
          <w:szCs w:val="24"/>
        </w:rPr>
        <w:t xml:space="preserve"> </w:t>
      </w:r>
      <w:r w:rsidRPr="00CF0118">
        <w:rPr>
          <w:sz w:val="24"/>
          <w:szCs w:val="24"/>
        </w:rPr>
        <w:t>в</w:t>
      </w:r>
      <w:r w:rsidRPr="00CF0118">
        <w:rPr>
          <w:spacing w:val="1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виде</w:t>
      </w:r>
      <w:r w:rsidRPr="00CF0118">
        <w:rPr>
          <w:spacing w:val="2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обыкновенной.</w:t>
      </w:r>
      <w:r w:rsidRPr="00CF0118">
        <w:rPr>
          <w:spacing w:val="1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Изображение</w:t>
      </w:r>
      <w:r w:rsidRPr="00CF0118">
        <w:rPr>
          <w:spacing w:val="19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деся-</w:t>
      </w:r>
      <w:r w:rsidRPr="00CF0118">
        <w:rPr>
          <w:spacing w:val="80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тичных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дробей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 xml:space="preserve">точками </w:t>
      </w:r>
      <w:r w:rsidRPr="00CF0118">
        <w:rPr>
          <w:sz w:val="24"/>
          <w:szCs w:val="24"/>
        </w:rPr>
        <w:t xml:space="preserve">на </w:t>
      </w:r>
      <w:r w:rsidRPr="00CF0118">
        <w:rPr>
          <w:spacing w:val="-1"/>
          <w:sz w:val="24"/>
          <w:szCs w:val="24"/>
        </w:rPr>
        <w:t>числовой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прямой.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Сравнение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десятичных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дробей.</w:t>
      </w:r>
    </w:p>
    <w:p w:rsidR="00536CD0" w:rsidRPr="00CF0118" w:rsidRDefault="00536CD0" w:rsidP="00CF0118">
      <w:pPr>
        <w:kinsoku w:val="0"/>
        <w:overflowPunct w:val="0"/>
        <w:spacing w:before="1"/>
        <w:ind w:left="541"/>
        <w:rPr>
          <w:rFonts w:ascii="Times New Roman" w:hAnsi="Times New Roman"/>
          <w:sz w:val="24"/>
          <w:szCs w:val="24"/>
          <w:lang w:val="ru-RU"/>
        </w:rPr>
      </w:pPr>
      <w:r w:rsidRPr="00CF0118">
        <w:rPr>
          <w:rFonts w:ascii="Times New Roman" w:hAnsi="Times New Roman"/>
          <w:spacing w:val="-1"/>
          <w:sz w:val="24"/>
          <w:szCs w:val="24"/>
          <w:lang w:val="ru-RU"/>
        </w:rPr>
        <w:t>Арифметические</w:t>
      </w:r>
      <w:r w:rsidRPr="00CF011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spacing w:val="-1"/>
          <w:sz w:val="24"/>
          <w:szCs w:val="24"/>
          <w:lang w:val="ru-RU"/>
        </w:rPr>
        <w:t>действия</w:t>
      </w:r>
      <w:r w:rsidRPr="00CF0118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sz w:val="24"/>
          <w:szCs w:val="24"/>
          <w:lang w:val="ru-RU"/>
        </w:rPr>
        <w:t xml:space="preserve">с </w:t>
      </w:r>
      <w:r w:rsidRPr="00CF0118">
        <w:rPr>
          <w:rFonts w:ascii="Times New Roman" w:hAnsi="Times New Roman"/>
          <w:spacing w:val="-1"/>
          <w:sz w:val="24"/>
          <w:szCs w:val="24"/>
          <w:lang w:val="ru-RU"/>
        </w:rPr>
        <w:t>десятичными</w:t>
      </w:r>
      <w:r w:rsidRPr="00CF0118">
        <w:rPr>
          <w:rFonts w:ascii="Times New Roman" w:hAnsi="Times New Roman"/>
          <w:spacing w:val="-3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spacing w:val="-1"/>
          <w:sz w:val="24"/>
          <w:szCs w:val="24"/>
          <w:lang w:val="ru-RU"/>
        </w:rPr>
        <w:t>дробями.</w:t>
      </w:r>
      <w:r w:rsidRPr="00CF0118">
        <w:rPr>
          <w:rFonts w:ascii="Times New Roman" w:hAnsi="Times New Roman"/>
          <w:spacing w:val="2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Округление</w:t>
      </w:r>
      <w:r w:rsidRPr="00CF0118">
        <w:rPr>
          <w:rFonts w:ascii="Times New Roman" w:hAnsi="Times New Roman"/>
          <w:i/>
          <w:iCs/>
          <w:spacing w:val="-2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десятичных</w:t>
      </w:r>
      <w:r w:rsidRPr="00CF0118">
        <w:rPr>
          <w:rFonts w:ascii="Times New Roman" w:hAnsi="Times New Roman"/>
          <w:i/>
          <w:iCs/>
          <w:spacing w:val="-2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дробей.</w:t>
      </w:r>
    </w:p>
    <w:p w:rsidR="00536CD0" w:rsidRPr="00CF0118" w:rsidRDefault="00536CD0" w:rsidP="00CF0118">
      <w:pPr>
        <w:pStyle w:val="Heading3"/>
        <w:kinsoku w:val="0"/>
        <w:overflowPunct w:val="0"/>
        <w:spacing w:before="4"/>
        <w:rPr>
          <w:rFonts w:ascii="Times New Roman" w:hAnsi="Times New Roman"/>
          <w:b w:val="0"/>
          <w:bCs w:val="0"/>
          <w:color w:val="auto"/>
          <w:sz w:val="24"/>
          <w:szCs w:val="24"/>
          <w:lang w:val="ru-RU"/>
        </w:rPr>
      </w:pPr>
      <w:r w:rsidRPr="00CF0118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Решение</w:t>
      </w:r>
      <w:r w:rsidRPr="00CF0118">
        <w:rPr>
          <w:rFonts w:ascii="Times New Roman" w:hAnsi="Times New Roman"/>
          <w:color w:val="auto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текстовых</w:t>
      </w:r>
      <w:r w:rsidRPr="00CF0118">
        <w:rPr>
          <w:rFonts w:ascii="Times New Roman" w:hAnsi="Times New Roman"/>
          <w:color w:val="auto"/>
          <w:spacing w:val="-2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задач</w:t>
      </w:r>
    </w:p>
    <w:p w:rsidR="00536CD0" w:rsidRPr="00CF0118" w:rsidRDefault="00536CD0" w:rsidP="00CF0118">
      <w:pPr>
        <w:kinsoku w:val="0"/>
        <w:overflowPunct w:val="0"/>
        <w:ind w:left="113" w:right="119" w:firstLine="427"/>
        <w:rPr>
          <w:rFonts w:ascii="Times New Roman" w:hAnsi="Times New Roman"/>
          <w:sz w:val="24"/>
          <w:szCs w:val="24"/>
          <w:lang w:val="ru-RU"/>
        </w:rPr>
      </w:pPr>
      <w:r w:rsidRPr="00CF0118">
        <w:rPr>
          <w:rFonts w:ascii="Times New Roman" w:hAnsi="Times New Roman"/>
          <w:spacing w:val="-1"/>
          <w:sz w:val="24"/>
          <w:szCs w:val="24"/>
          <w:lang w:val="ru-RU"/>
        </w:rPr>
        <w:t>Решение</w:t>
      </w:r>
      <w:r w:rsidRPr="00CF0118">
        <w:rPr>
          <w:rFonts w:ascii="Times New Roman" w:hAnsi="Times New Roman"/>
          <w:spacing w:val="9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spacing w:val="-1"/>
          <w:sz w:val="24"/>
          <w:szCs w:val="24"/>
          <w:lang w:val="ru-RU"/>
        </w:rPr>
        <w:t>текстовых</w:t>
      </w:r>
      <w:r w:rsidRPr="00CF0118">
        <w:rPr>
          <w:rFonts w:ascii="Times New Roman" w:hAnsi="Times New Roman"/>
          <w:spacing w:val="9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spacing w:val="-1"/>
          <w:sz w:val="24"/>
          <w:szCs w:val="24"/>
          <w:lang w:val="ru-RU"/>
        </w:rPr>
        <w:t>задач</w:t>
      </w:r>
      <w:r w:rsidRPr="00CF0118">
        <w:rPr>
          <w:rFonts w:ascii="Times New Roman" w:hAnsi="Times New Roman"/>
          <w:spacing w:val="9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spacing w:val="-1"/>
          <w:sz w:val="24"/>
          <w:szCs w:val="24"/>
          <w:lang w:val="ru-RU"/>
        </w:rPr>
        <w:t>арифметическим</w:t>
      </w:r>
      <w:r w:rsidRPr="00CF0118">
        <w:rPr>
          <w:rFonts w:ascii="Times New Roman" w:hAnsi="Times New Roman"/>
          <w:spacing w:val="6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spacing w:val="-1"/>
          <w:sz w:val="24"/>
          <w:szCs w:val="24"/>
          <w:lang w:val="ru-RU"/>
        </w:rPr>
        <w:t>способом.</w:t>
      </w:r>
      <w:r w:rsidRPr="00CF0118">
        <w:rPr>
          <w:rFonts w:ascii="Times New Roman" w:hAnsi="Times New Roman"/>
          <w:spacing w:val="11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Решение</w:t>
      </w:r>
      <w:r w:rsidRPr="00CF0118">
        <w:rPr>
          <w:rFonts w:ascii="Times New Roman" w:hAnsi="Times New Roman"/>
          <w:i/>
          <w:iCs/>
          <w:spacing w:val="9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логических</w:t>
      </w:r>
      <w:r w:rsidRPr="00CF0118">
        <w:rPr>
          <w:rFonts w:ascii="Times New Roman" w:hAnsi="Times New Roman"/>
          <w:i/>
          <w:iCs/>
          <w:spacing w:val="9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задач</w:t>
      </w:r>
      <w:r w:rsidRPr="00CF0118">
        <w:rPr>
          <w:rFonts w:ascii="Times New Roman" w:hAnsi="Times New Roman"/>
          <w:spacing w:val="-1"/>
          <w:sz w:val="24"/>
          <w:szCs w:val="24"/>
          <w:lang w:val="ru-RU"/>
        </w:rPr>
        <w:t>.</w:t>
      </w:r>
      <w:r w:rsidRPr="00CF0118">
        <w:rPr>
          <w:rFonts w:ascii="Times New Roman" w:hAnsi="Times New Roman"/>
          <w:spacing w:val="9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Решение</w:t>
      </w:r>
      <w:r w:rsidRPr="00CF0118">
        <w:rPr>
          <w:rFonts w:ascii="Times New Roman" w:hAnsi="Times New Roman"/>
          <w:i/>
          <w:iCs/>
          <w:spacing w:val="9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задач</w:t>
      </w:r>
      <w:r w:rsidRPr="00CF0118">
        <w:rPr>
          <w:rFonts w:ascii="Times New Roman" w:hAnsi="Times New Roman"/>
          <w:i/>
          <w:iCs/>
          <w:spacing w:val="7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pacing w:val="-2"/>
          <w:sz w:val="24"/>
          <w:szCs w:val="24"/>
          <w:lang w:val="ru-RU"/>
        </w:rPr>
        <w:t>перебо-</w:t>
      </w:r>
      <w:r w:rsidRPr="00CF0118">
        <w:rPr>
          <w:rFonts w:ascii="Times New Roman" w:hAnsi="Times New Roman"/>
          <w:i/>
          <w:iCs/>
          <w:spacing w:val="88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z w:val="24"/>
          <w:szCs w:val="24"/>
          <w:lang w:val="ru-RU"/>
        </w:rPr>
        <w:t xml:space="preserve">ром </w:t>
      </w: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всех</w:t>
      </w:r>
      <w:r w:rsidRPr="00CF0118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возможных</w:t>
      </w:r>
      <w:r w:rsidRPr="00CF0118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вариантов</w:t>
      </w:r>
      <w:r w:rsidRPr="00CF0118">
        <w:rPr>
          <w:rFonts w:ascii="Times New Roman" w:hAnsi="Times New Roman"/>
          <w:spacing w:val="-1"/>
          <w:sz w:val="24"/>
          <w:szCs w:val="24"/>
          <w:lang w:val="ru-RU"/>
        </w:rPr>
        <w:t>.</w:t>
      </w:r>
      <w:r w:rsidRPr="00CF011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spacing w:val="-1"/>
          <w:sz w:val="24"/>
          <w:szCs w:val="24"/>
          <w:lang w:val="ru-RU"/>
        </w:rPr>
        <w:t>Использование</w:t>
      </w:r>
      <w:r w:rsidRPr="00CF011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spacing w:val="-1"/>
          <w:sz w:val="24"/>
          <w:szCs w:val="24"/>
          <w:lang w:val="ru-RU"/>
        </w:rPr>
        <w:t>при</w:t>
      </w:r>
      <w:r w:rsidRPr="00CF0118">
        <w:rPr>
          <w:rFonts w:ascii="Times New Roman" w:hAnsi="Times New Roman"/>
          <w:sz w:val="24"/>
          <w:szCs w:val="24"/>
          <w:lang w:val="ru-RU"/>
        </w:rPr>
        <w:t xml:space="preserve"> решении</w:t>
      </w:r>
      <w:r w:rsidRPr="00CF0118">
        <w:rPr>
          <w:rFonts w:ascii="Times New Roman" w:hAnsi="Times New Roman"/>
          <w:spacing w:val="-1"/>
          <w:sz w:val="24"/>
          <w:szCs w:val="24"/>
          <w:lang w:val="ru-RU"/>
        </w:rPr>
        <w:t xml:space="preserve"> задач таблиц </w:t>
      </w:r>
      <w:r w:rsidRPr="00CF0118">
        <w:rPr>
          <w:rFonts w:ascii="Times New Roman" w:hAnsi="Times New Roman"/>
          <w:sz w:val="24"/>
          <w:szCs w:val="24"/>
          <w:lang w:val="ru-RU"/>
        </w:rPr>
        <w:t>и</w:t>
      </w:r>
      <w:r w:rsidRPr="00CF0118">
        <w:rPr>
          <w:rFonts w:ascii="Times New Roman" w:hAnsi="Times New Roman"/>
          <w:spacing w:val="-3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sz w:val="24"/>
          <w:szCs w:val="24"/>
          <w:lang w:val="ru-RU"/>
        </w:rPr>
        <w:t>схем.</w:t>
      </w:r>
    </w:p>
    <w:p w:rsidR="00536CD0" w:rsidRPr="00CF0118" w:rsidRDefault="00536CD0" w:rsidP="00CF0118">
      <w:pPr>
        <w:pStyle w:val="BodyText"/>
        <w:kinsoku w:val="0"/>
        <w:overflowPunct w:val="0"/>
        <w:spacing w:line="276" w:lineRule="auto"/>
        <w:ind w:left="113" w:right="127" w:firstLine="427"/>
        <w:jc w:val="both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Решение</w:t>
      </w:r>
      <w:r w:rsidRPr="00CF0118">
        <w:rPr>
          <w:spacing w:val="3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задач,</w:t>
      </w:r>
      <w:r w:rsidRPr="00CF0118">
        <w:rPr>
          <w:spacing w:val="3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содержащих</w:t>
      </w:r>
      <w:r w:rsidRPr="00CF0118">
        <w:rPr>
          <w:spacing w:val="3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зависимости,</w:t>
      </w:r>
      <w:r w:rsidRPr="00CF0118">
        <w:rPr>
          <w:spacing w:val="30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связывающие</w:t>
      </w:r>
      <w:r w:rsidRPr="00CF0118">
        <w:rPr>
          <w:spacing w:val="2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величины:</w:t>
      </w:r>
      <w:r w:rsidRPr="00CF0118">
        <w:rPr>
          <w:spacing w:val="29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скорость,</w:t>
      </w:r>
      <w:r w:rsidRPr="00CF0118">
        <w:rPr>
          <w:spacing w:val="30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время,</w:t>
      </w:r>
      <w:r w:rsidRPr="00CF0118">
        <w:rPr>
          <w:spacing w:val="3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расстояние;</w:t>
      </w:r>
      <w:r w:rsidRPr="00CF0118">
        <w:rPr>
          <w:spacing w:val="32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цена,</w:t>
      </w:r>
      <w:r w:rsidRPr="00CF0118">
        <w:rPr>
          <w:spacing w:val="87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количество,</w:t>
      </w:r>
      <w:r w:rsidRPr="00CF0118">
        <w:rPr>
          <w:spacing w:val="4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стоимость.</w:t>
      </w:r>
      <w:r w:rsidRPr="00CF0118">
        <w:rPr>
          <w:spacing w:val="4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Единицы</w:t>
      </w:r>
      <w:r w:rsidRPr="00CF0118">
        <w:rPr>
          <w:spacing w:val="4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измерения:</w:t>
      </w:r>
      <w:r w:rsidRPr="00CF0118">
        <w:rPr>
          <w:spacing w:val="4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массы,</w:t>
      </w:r>
      <w:r w:rsidRPr="00CF0118">
        <w:rPr>
          <w:spacing w:val="4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объѐма,</w:t>
      </w:r>
      <w:r w:rsidRPr="00CF0118">
        <w:rPr>
          <w:spacing w:val="4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цены;</w:t>
      </w:r>
      <w:r w:rsidRPr="00CF0118">
        <w:rPr>
          <w:spacing w:val="46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расстояния,</w:t>
      </w:r>
      <w:r w:rsidRPr="00CF0118">
        <w:rPr>
          <w:spacing w:val="4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времени,</w:t>
      </w:r>
      <w:r w:rsidRPr="00CF0118">
        <w:rPr>
          <w:spacing w:val="4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скорости.</w:t>
      </w:r>
      <w:r w:rsidRPr="00CF0118">
        <w:rPr>
          <w:spacing w:val="4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Связь</w:t>
      </w:r>
      <w:r w:rsidRPr="00CF0118">
        <w:rPr>
          <w:spacing w:val="91"/>
          <w:sz w:val="24"/>
          <w:szCs w:val="24"/>
        </w:rPr>
        <w:t xml:space="preserve"> </w:t>
      </w:r>
      <w:r w:rsidRPr="00CF0118">
        <w:rPr>
          <w:sz w:val="24"/>
          <w:szCs w:val="24"/>
        </w:rPr>
        <w:t>между</w:t>
      </w:r>
      <w:r w:rsidRPr="00CF0118">
        <w:rPr>
          <w:spacing w:val="-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единицами измерения каждой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величины.</w:t>
      </w:r>
    </w:p>
    <w:p w:rsidR="00536CD0" w:rsidRPr="00CF0118" w:rsidRDefault="00536CD0" w:rsidP="00CF0118">
      <w:pPr>
        <w:pStyle w:val="BodyText"/>
        <w:kinsoku w:val="0"/>
        <w:overflowPunct w:val="0"/>
        <w:spacing w:line="276" w:lineRule="auto"/>
        <w:ind w:left="541" w:firstLine="0"/>
        <w:rPr>
          <w:sz w:val="24"/>
          <w:szCs w:val="24"/>
        </w:rPr>
      </w:pPr>
      <w:r w:rsidRPr="00CF0118">
        <w:rPr>
          <w:spacing w:val="-1"/>
          <w:sz w:val="24"/>
          <w:szCs w:val="24"/>
        </w:rPr>
        <w:t>Решение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основных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задач</w:t>
      </w:r>
      <w:r w:rsidRPr="00CF0118">
        <w:rPr>
          <w:spacing w:val="-3"/>
          <w:sz w:val="24"/>
          <w:szCs w:val="24"/>
        </w:rPr>
        <w:t xml:space="preserve"> </w:t>
      </w:r>
      <w:r w:rsidRPr="00CF0118">
        <w:rPr>
          <w:sz w:val="24"/>
          <w:szCs w:val="24"/>
        </w:rPr>
        <w:t>на дроби.</w:t>
      </w:r>
    </w:p>
    <w:p w:rsidR="00536CD0" w:rsidRPr="00CF0118" w:rsidRDefault="00536CD0" w:rsidP="00CF0118">
      <w:pPr>
        <w:pStyle w:val="BodyText"/>
        <w:kinsoku w:val="0"/>
        <w:overflowPunct w:val="0"/>
        <w:spacing w:before="1" w:line="276" w:lineRule="auto"/>
        <w:ind w:left="541" w:firstLine="0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Представление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данных</w:t>
      </w:r>
      <w:r w:rsidRPr="00CF0118">
        <w:rPr>
          <w:sz w:val="24"/>
          <w:szCs w:val="24"/>
        </w:rPr>
        <w:t xml:space="preserve"> в</w:t>
      </w:r>
      <w:r w:rsidRPr="00CF0118">
        <w:rPr>
          <w:spacing w:val="-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виде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таблиц,</w:t>
      </w:r>
      <w:r w:rsidRPr="00CF0118">
        <w:rPr>
          <w:spacing w:val="-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столбчатых</w:t>
      </w:r>
      <w:r w:rsidRPr="00CF0118">
        <w:rPr>
          <w:spacing w:val="-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диаграмм.</w:t>
      </w:r>
    </w:p>
    <w:p w:rsidR="00536CD0" w:rsidRPr="00CF0118" w:rsidRDefault="00536CD0" w:rsidP="00CF0118">
      <w:pPr>
        <w:pStyle w:val="Heading3"/>
        <w:kinsoku w:val="0"/>
        <w:overflowPunct w:val="0"/>
        <w:spacing w:before="4"/>
        <w:rPr>
          <w:rFonts w:ascii="Times New Roman" w:hAnsi="Times New Roman"/>
          <w:b w:val="0"/>
          <w:bCs w:val="0"/>
          <w:color w:val="auto"/>
          <w:sz w:val="24"/>
          <w:szCs w:val="24"/>
          <w:lang w:val="ru-RU"/>
        </w:rPr>
      </w:pPr>
      <w:r w:rsidRPr="00CF0118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Наглядная</w:t>
      </w:r>
      <w:r w:rsidRPr="00CF0118">
        <w:rPr>
          <w:rFonts w:ascii="Times New Roman" w:hAnsi="Times New Roman"/>
          <w:color w:val="auto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геометрия</w:t>
      </w:r>
    </w:p>
    <w:p w:rsidR="00536CD0" w:rsidRPr="00CF0118" w:rsidRDefault="00536CD0" w:rsidP="00CF0118">
      <w:pPr>
        <w:pStyle w:val="BodyText"/>
        <w:kinsoku w:val="0"/>
        <w:overflowPunct w:val="0"/>
        <w:spacing w:line="276" w:lineRule="auto"/>
        <w:ind w:left="113" w:firstLine="427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Наглядные</w:t>
      </w:r>
      <w:r w:rsidRPr="00CF0118">
        <w:rPr>
          <w:spacing w:val="26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представления</w:t>
      </w:r>
      <w:r w:rsidRPr="00CF0118">
        <w:rPr>
          <w:spacing w:val="25"/>
          <w:sz w:val="24"/>
          <w:szCs w:val="24"/>
        </w:rPr>
        <w:t xml:space="preserve"> </w:t>
      </w:r>
      <w:r w:rsidRPr="00CF0118">
        <w:rPr>
          <w:sz w:val="24"/>
          <w:szCs w:val="24"/>
        </w:rPr>
        <w:t>о</w:t>
      </w:r>
      <w:r w:rsidRPr="00CF0118">
        <w:rPr>
          <w:spacing w:val="26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фигурах</w:t>
      </w:r>
      <w:r w:rsidRPr="00CF0118">
        <w:rPr>
          <w:spacing w:val="26"/>
          <w:sz w:val="24"/>
          <w:szCs w:val="24"/>
        </w:rPr>
        <w:t xml:space="preserve"> </w:t>
      </w:r>
      <w:r w:rsidRPr="00CF0118">
        <w:rPr>
          <w:sz w:val="24"/>
          <w:szCs w:val="24"/>
        </w:rPr>
        <w:t>на</w:t>
      </w:r>
      <w:r w:rsidRPr="00CF0118">
        <w:rPr>
          <w:spacing w:val="26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плоскости:</w:t>
      </w:r>
      <w:r w:rsidRPr="00CF0118">
        <w:rPr>
          <w:spacing w:val="26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точка,</w:t>
      </w:r>
      <w:r w:rsidRPr="00CF0118">
        <w:rPr>
          <w:spacing w:val="26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прямая,</w:t>
      </w:r>
      <w:r w:rsidRPr="00CF0118">
        <w:rPr>
          <w:spacing w:val="26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отрезок,</w:t>
      </w:r>
      <w:r w:rsidRPr="00CF0118">
        <w:rPr>
          <w:spacing w:val="26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луч,</w:t>
      </w:r>
      <w:r w:rsidRPr="00CF0118">
        <w:rPr>
          <w:spacing w:val="2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угол,</w:t>
      </w:r>
      <w:r w:rsidRPr="00CF0118">
        <w:rPr>
          <w:spacing w:val="26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ломаная,</w:t>
      </w:r>
      <w:r w:rsidRPr="00CF0118">
        <w:rPr>
          <w:spacing w:val="26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много-</w:t>
      </w:r>
      <w:r w:rsidRPr="00CF0118">
        <w:rPr>
          <w:spacing w:val="89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угольник,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окружность,</w:t>
      </w:r>
      <w:r w:rsidRPr="00CF0118">
        <w:rPr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круг.</w:t>
      </w:r>
      <w:r w:rsidRPr="00CF0118">
        <w:rPr>
          <w:sz w:val="24"/>
          <w:szCs w:val="24"/>
        </w:rPr>
        <w:t xml:space="preserve"> Угол. </w:t>
      </w:r>
      <w:r w:rsidRPr="00CF0118">
        <w:rPr>
          <w:spacing w:val="-1"/>
          <w:sz w:val="24"/>
          <w:szCs w:val="24"/>
        </w:rPr>
        <w:t>Прямой,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острый,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 xml:space="preserve">тупой </w:t>
      </w:r>
      <w:r w:rsidRPr="00CF0118">
        <w:rPr>
          <w:sz w:val="24"/>
          <w:szCs w:val="24"/>
        </w:rPr>
        <w:t xml:space="preserve">и </w:t>
      </w:r>
      <w:r w:rsidRPr="00CF0118">
        <w:rPr>
          <w:spacing w:val="-1"/>
          <w:sz w:val="24"/>
          <w:szCs w:val="24"/>
        </w:rPr>
        <w:t>развѐрнутые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углы.</w:t>
      </w:r>
    </w:p>
    <w:p w:rsidR="00536CD0" w:rsidRPr="00CF0118" w:rsidRDefault="00536CD0" w:rsidP="00CF0118">
      <w:pPr>
        <w:pStyle w:val="BodyText"/>
        <w:kinsoku w:val="0"/>
        <w:overflowPunct w:val="0"/>
        <w:spacing w:line="276" w:lineRule="auto"/>
        <w:ind w:left="113" w:firstLine="427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Длина</w:t>
      </w:r>
      <w:r w:rsidRPr="00CF0118">
        <w:rPr>
          <w:spacing w:val="29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отрезка,</w:t>
      </w:r>
      <w:r w:rsidRPr="00CF0118">
        <w:rPr>
          <w:spacing w:val="2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метрические</w:t>
      </w:r>
      <w:r w:rsidRPr="00CF0118">
        <w:rPr>
          <w:spacing w:val="2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единицы</w:t>
      </w:r>
      <w:r w:rsidRPr="00CF0118">
        <w:rPr>
          <w:spacing w:val="26"/>
          <w:sz w:val="24"/>
          <w:szCs w:val="24"/>
        </w:rPr>
        <w:t xml:space="preserve"> </w:t>
      </w:r>
      <w:r w:rsidRPr="00CF0118">
        <w:rPr>
          <w:sz w:val="24"/>
          <w:szCs w:val="24"/>
        </w:rPr>
        <w:t>длины.</w:t>
      </w:r>
      <w:r w:rsidRPr="00CF0118">
        <w:rPr>
          <w:spacing w:val="26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Длина</w:t>
      </w:r>
      <w:r w:rsidRPr="00CF0118">
        <w:rPr>
          <w:spacing w:val="2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ломаной,</w:t>
      </w:r>
      <w:r w:rsidRPr="00CF0118">
        <w:rPr>
          <w:spacing w:val="26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периметр</w:t>
      </w:r>
      <w:r w:rsidRPr="00CF0118">
        <w:rPr>
          <w:spacing w:val="2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многоугольника.</w:t>
      </w:r>
      <w:r w:rsidRPr="00CF0118">
        <w:rPr>
          <w:spacing w:val="2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Измерение</w:t>
      </w:r>
      <w:r w:rsidRPr="00CF0118">
        <w:rPr>
          <w:spacing w:val="26"/>
          <w:sz w:val="24"/>
          <w:szCs w:val="24"/>
        </w:rPr>
        <w:t xml:space="preserve"> </w:t>
      </w:r>
      <w:r w:rsidRPr="00CF0118">
        <w:rPr>
          <w:sz w:val="24"/>
          <w:szCs w:val="24"/>
        </w:rPr>
        <w:t>и</w:t>
      </w:r>
      <w:r w:rsidRPr="00CF0118">
        <w:rPr>
          <w:spacing w:val="67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построение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 xml:space="preserve">углов </w:t>
      </w:r>
      <w:r w:rsidRPr="00CF0118">
        <w:rPr>
          <w:sz w:val="24"/>
          <w:szCs w:val="24"/>
        </w:rPr>
        <w:t xml:space="preserve">с </w:t>
      </w:r>
      <w:r w:rsidRPr="00CF0118">
        <w:rPr>
          <w:spacing w:val="-1"/>
          <w:sz w:val="24"/>
          <w:szCs w:val="24"/>
        </w:rPr>
        <w:t>помощью</w:t>
      </w:r>
      <w:r w:rsidRPr="00CF0118">
        <w:rPr>
          <w:spacing w:val="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транспортира.</w:t>
      </w:r>
    </w:p>
    <w:p w:rsidR="00536CD0" w:rsidRPr="00CF0118" w:rsidRDefault="00536CD0" w:rsidP="00CF0118">
      <w:pPr>
        <w:pStyle w:val="BodyText"/>
        <w:kinsoku w:val="0"/>
        <w:overflowPunct w:val="0"/>
        <w:spacing w:line="276" w:lineRule="auto"/>
        <w:ind w:left="113" w:firstLine="427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Наглядные</w:t>
      </w:r>
      <w:r w:rsidRPr="00CF0118">
        <w:rPr>
          <w:spacing w:val="2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представления</w:t>
      </w:r>
      <w:r w:rsidRPr="00CF0118">
        <w:rPr>
          <w:spacing w:val="23"/>
          <w:sz w:val="24"/>
          <w:szCs w:val="24"/>
        </w:rPr>
        <w:t xml:space="preserve"> </w:t>
      </w:r>
      <w:r w:rsidRPr="00CF0118">
        <w:rPr>
          <w:sz w:val="24"/>
          <w:szCs w:val="24"/>
        </w:rPr>
        <w:t>о</w:t>
      </w:r>
      <w:r w:rsidRPr="00CF0118">
        <w:rPr>
          <w:spacing w:val="2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фигурах</w:t>
      </w:r>
      <w:r w:rsidRPr="00CF0118">
        <w:rPr>
          <w:spacing w:val="24"/>
          <w:sz w:val="24"/>
          <w:szCs w:val="24"/>
        </w:rPr>
        <w:t xml:space="preserve"> </w:t>
      </w:r>
      <w:r w:rsidRPr="00CF0118">
        <w:rPr>
          <w:sz w:val="24"/>
          <w:szCs w:val="24"/>
        </w:rPr>
        <w:t>на</w:t>
      </w:r>
      <w:r w:rsidRPr="00CF0118">
        <w:rPr>
          <w:spacing w:val="2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плоскости:</w:t>
      </w:r>
      <w:r w:rsidRPr="00CF0118">
        <w:rPr>
          <w:spacing w:val="2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многоугольник;</w:t>
      </w:r>
      <w:r w:rsidRPr="00CF0118">
        <w:rPr>
          <w:spacing w:val="2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прямоугольник,</w:t>
      </w:r>
      <w:r w:rsidRPr="00CF0118">
        <w:rPr>
          <w:spacing w:val="2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квадрат;</w:t>
      </w:r>
      <w:r w:rsidRPr="00CF0118">
        <w:rPr>
          <w:spacing w:val="2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треуголь-</w:t>
      </w:r>
      <w:r w:rsidRPr="00CF0118">
        <w:rPr>
          <w:spacing w:val="70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ник,</w:t>
      </w:r>
      <w:r w:rsidRPr="00CF0118">
        <w:rPr>
          <w:sz w:val="24"/>
          <w:szCs w:val="24"/>
        </w:rPr>
        <w:t xml:space="preserve"> о </w:t>
      </w:r>
      <w:r w:rsidRPr="00CF0118">
        <w:rPr>
          <w:i/>
          <w:iCs/>
          <w:spacing w:val="-1"/>
          <w:sz w:val="24"/>
          <w:szCs w:val="24"/>
        </w:rPr>
        <w:t>равенстве</w:t>
      </w:r>
      <w:r w:rsidRPr="00CF0118">
        <w:rPr>
          <w:i/>
          <w:iCs/>
          <w:sz w:val="24"/>
          <w:szCs w:val="24"/>
        </w:rPr>
        <w:t xml:space="preserve"> </w:t>
      </w:r>
      <w:r w:rsidRPr="00CF0118">
        <w:rPr>
          <w:i/>
          <w:iCs/>
          <w:spacing w:val="-1"/>
          <w:sz w:val="24"/>
          <w:szCs w:val="24"/>
        </w:rPr>
        <w:t>фигур</w:t>
      </w:r>
      <w:r w:rsidRPr="00CF0118">
        <w:rPr>
          <w:spacing w:val="-1"/>
          <w:sz w:val="24"/>
          <w:szCs w:val="24"/>
        </w:rPr>
        <w:t>.</w:t>
      </w:r>
    </w:p>
    <w:p w:rsidR="00536CD0" w:rsidRPr="00CF0118" w:rsidRDefault="00536CD0" w:rsidP="00CF0118">
      <w:pPr>
        <w:kinsoku w:val="0"/>
        <w:overflowPunct w:val="0"/>
        <w:ind w:left="113" w:right="124" w:firstLine="427"/>
        <w:jc w:val="both"/>
        <w:rPr>
          <w:rFonts w:ascii="Times New Roman" w:hAnsi="Times New Roman"/>
          <w:spacing w:val="-1"/>
          <w:sz w:val="24"/>
          <w:szCs w:val="24"/>
          <w:lang w:val="ru-RU"/>
        </w:rPr>
      </w:pPr>
      <w:r w:rsidRPr="00CF0118">
        <w:rPr>
          <w:rFonts w:ascii="Times New Roman" w:hAnsi="Times New Roman"/>
          <w:spacing w:val="-1"/>
          <w:sz w:val="24"/>
          <w:szCs w:val="24"/>
          <w:lang w:val="ru-RU"/>
        </w:rPr>
        <w:t>Изображение</w:t>
      </w:r>
      <w:r w:rsidRPr="00CF0118">
        <w:rPr>
          <w:rFonts w:ascii="Times New Roman" w:hAnsi="Times New Roman"/>
          <w:spacing w:val="36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spacing w:val="-1"/>
          <w:sz w:val="24"/>
          <w:szCs w:val="24"/>
          <w:lang w:val="ru-RU"/>
        </w:rPr>
        <w:t>фигур,</w:t>
      </w:r>
      <w:r w:rsidRPr="00CF0118">
        <w:rPr>
          <w:rFonts w:ascii="Times New Roman" w:hAnsi="Times New Roman"/>
          <w:spacing w:val="35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sz w:val="24"/>
          <w:szCs w:val="24"/>
          <w:lang w:val="ru-RU"/>
        </w:rPr>
        <w:t>в</w:t>
      </w:r>
      <w:r w:rsidRPr="00CF0118">
        <w:rPr>
          <w:rFonts w:ascii="Times New Roman" w:hAnsi="Times New Roman"/>
          <w:spacing w:val="34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sz w:val="24"/>
          <w:szCs w:val="24"/>
          <w:lang w:val="ru-RU"/>
        </w:rPr>
        <w:t>том</w:t>
      </w:r>
      <w:r w:rsidRPr="00CF0118">
        <w:rPr>
          <w:rFonts w:ascii="Times New Roman" w:hAnsi="Times New Roman"/>
          <w:spacing w:val="34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spacing w:val="-1"/>
          <w:sz w:val="24"/>
          <w:szCs w:val="24"/>
          <w:lang w:val="ru-RU"/>
        </w:rPr>
        <w:t>числе</w:t>
      </w:r>
      <w:r w:rsidRPr="00CF0118">
        <w:rPr>
          <w:rFonts w:ascii="Times New Roman" w:hAnsi="Times New Roman"/>
          <w:spacing w:val="36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sz w:val="24"/>
          <w:szCs w:val="24"/>
          <w:lang w:val="ru-RU"/>
        </w:rPr>
        <w:t>на</w:t>
      </w:r>
      <w:r w:rsidRPr="00CF0118">
        <w:rPr>
          <w:rFonts w:ascii="Times New Roman" w:hAnsi="Times New Roman"/>
          <w:spacing w:val="35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spacing w:val="-1"/>
          <w:sz w:val="24"/>
          <w:szCs w:val="24"/>
          <w:lang w:val="ru-RU"/>
        </w:rPr>
        <w:t>клетчатой</w:t>
      </w:r>
      <w:r w:rsidRPr="00CF0118">
        <w:rPr>
          <w:rFonts w:ascii="Times New Roman" w:hAnsi="Times New Roman"/>
          <w:spacing w:val="35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spacing w:val="-1"/>
          <w:sz w:val="24"/>
          <w:szCs w:val="24"/>
          <w:lang w:val="ru-RU"/>
        </w:rPr>
        <w:t>бумаге.</w:t>
      </w:r>
      <w:r w:rsidRPr="00CF0118">
        <w:rPr>
          <w:rFonts w:ascii="Times New Roman" w:hAnsi="Times New Roman"/>
          <w:spacing w:val="39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Построение</w:t>
      </w:r>
      <w:r w:rsidRPr="00CF0118">
        <w:rPr>
          <w:rFonts w:ascii="Times New Roman" w:hAnsi="Times New Roman"/>
          <w:i/>
          <w:iCs/>
          <w:spacing w:val="36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конфигураций</w:t>
      </w:r>
      <w:r w:rsidRPr="00CF0118">
        <w:rPr>
          <w:rFonts w:ascii="Times New Roman" w:hAnsi="Times New Roman"/>
          <w:i/>
          <w:iCs/>
          <w:spacing w:val="35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z w:val="24"/>
          <w:szCs w:val="24"/>
          <w:lang w:val="ru-RU"/>
        </w:rPr>
        <w:t>из</w:t>
      </w:r>
      <w:r w:rsidRPr="00CF0118">
        <w:rPr>
          <w:rFonts w:ascii="Times New Roman" w:hAnsi="Times New Roman"/>
          <w:i/>
          <w:iCs/>
          <w:spacing w:val="36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z w:val="24"/>
          <w:szCs w:val="24"/>
          <w:lang w:val="ru-RU"/>
        </w:rPr>
        <w:t>частей</w:t>
      </w:r>
      <w:r w:rsidRPr="00CF0118">
        <w:rPr>
          <w:rFonts w:ascii="Times New Roman" w:hAnsi="Times New Roman"/>
          <w:i/>
          <w:iCs/>
          <w:spacing w:val="35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pacing w:val="-2"/>
          <w:sz w:val="24"/>
          <w:szCs w:val="24"/>
          <w:lang w:val="ru-RU"/>
        </w:rPr>
        <w:t>прямой,</w:t>
      </w:r>
      <w:r w:rsidRPr="00CF0118">
        <w:rPr>
          <w:rFonts w:ascii="Times New Roman" w:hAnsi="Times New Roman"/>
          <w:i/>
          <w:iCs/>
          <w:spacing w:val="77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окружности</w:t>
      </w:r>
      <w:r w:rsidRPr="00CF0118">
        <w:rPr>
          <w:rFonts w:ascii="Times New Roman" w:hAnsi="Times New Roman"/>
          <w:i/>
          <w:iCs/>
          <w:spacing w:val="11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z w:val="24"/>
          <w:szCs w:val="24"/>
          <w:lang w:val="ru-RU"/>
        </w:rPr>
        <w:t>на</w:t>
      </w:r>
      <w:r w:rsidRPr="00CF0118">
        <w:rPr>
          <w:rFonts w:ascii="Times New Roman" w:hAnsi="Times New Roman"/>
          <w:i/>
          <w:iCs/>
          <w:spacing w:val="11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нелинованной</w:t>
      </w:r>
      <w:r w:rsidRPr="00CF0118">
        <w:rPr>
          <w:rFonts w:ascii="Times New Roman" w:hAnsi="Times New Roman"/>
          <w:i/>
          <w:iCs/>
          <w:spacing w:val="11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z w:val="24"/>
          <w:szCs w:val="24"/>
          <w:lang w:val="ru-RU"/>
        </w:rPr>
        <w:t>и</w:t>
      </w:r>
      <w:r w:rsidRPr="00CF0118">
        <w:rPr>
          <w:rFonts w:ascii="Times New Roman" w:hAnsi="Times New Roman"/>
          <w:i/>
          <w:iCs/>
          <w:spacing w:val="14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клетчатой</w:t>
      </w:r>
      <w:r w:rsidRPr="00CF0118">
        <w:rPr>
          <w:rFonts w:ascii="Times New Roman" w:hAnsi="Times New Roman"/>
          <w:i/>
          <w:iCs/>
          <w:spacing w:val="14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pacing w:val="-2"/>
          <w:sz w:val="24"/>
          <w:szCs w:val="24"/>
          <w:lang w:val="ru-RU"/>
        </w:rPr>
        <w:t>бумаге</w:t>
      </w:r>
      <w:r w:rsidRPr="00CF0118">
        <w:rPr>
          <w:rFonts w:ascii="Times New Roman" w:hAnsi="Times New Roman"/>
          <w:spacing w:val="-2"/>
          <w:sz w:val="24"/>
          <w:szCs w:val="24"/>
          <w:lang w:val="ru-RU"/>
        </w:rPr>
        <w:t>.</w:t>
      </w:r>
      <w:r w:rsidRPr="00CF0118">
        <w:rPr>
          <w:rFonts w:ascii="Times New Roman" w:hAnsi="Times New Roman"/>
          <w:spacing w:val="14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spacing w:val="-1"/>
          <w:sz w:val="24"/>
          <w:szCs w:val="24"/>
          <w:lang w:val="ru-RU"/>
        </w:rPr>
        <w:t>Использование</w:t>
      </w:r>
      <w:r w:rsidRPr="00CF0118">
        <w:rPr>
          <w:rFonts w:ascii="Times New Roman" w:hAnsi="Times New Roman"/>
          <w:spacing w:val="12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spacing w:val="-1"/>
          <w:sz w:val="24"/>
          <w:szCs w:val="24"/>
          <w:lang w:val="ru-RU"/>
        </w:rPr>
        <w:t>свойств</w:t>
      </w:r>
      <w:r w:rsidRPr="00CF0118">
        <w:rPr>
          <w:rFonts w:ascii="Times New Roman" w:hAnsi="Times New Roman"/>
          <w:spacing w:val="10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sz w:val="24"/>
          <w:szCs w:val="24"/>
          <w:lang w:val="ru-RU"/>
        </w:rPr>
        <w:t>сторон</w:t>
      </w:r>
      <w:r w:rsidRPr="00CF0118">
        <w:rPr>
          <w:rFonts w:ascii="Times New Roman" w:hAnsi="Times New Roman"/>
          <w:spacing w:val="13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sz w:val="24"/>
          <w:szCs w:val="24"/>
          <w:lang w:val="ru-RU"/>
        </w:rPr>
        <w:t>и</w:t>
      </w:r>
      <w:r w:rsidRPr="00CF0118">
        <w:rPr>
          <w:rFonts w:ascii="Times New Roman" w:hAnsi="Times New Roman"/>
          <w:spacing w:val="13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spacing w:val="-1"/>
          <w:sz w:val="24"/>
          <w:szCs w:val="24"/>
          <w:lang w:val="ru-RU"/>
        </w:rPr>
        <w:t>углов</w:t>
      </w:r>
      <w:r w:rsidRPr="00CF0118">
        <w:rPr>
          <w:rFonts w:ascii="Times New Roman" w:hAnsi="Times New Roman"/>
          <w:spacing w:val="13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spacing w:val="-1"/>
          <w:sz w:val="24"/>
          <w:szCs w:val="24"/>
          <w:lang w:val="ru-RU"/>
        </w:rPr>
        <w:t>прямоугольника,</w:t>
      </w:r>
      <w:r w:rsidRPr="00CF0118">
        <w:rPr>
          <w:rFonts w:ascii="Times New Roman" w:hAnsi="Times New Roman"/>
          <w:spacing w:val="91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spacing w:val="-1"/>
          <w:sz w:val="24"/>
          <w:szCs w:val="24"/>
          <w:lang w:val="ru-RU"/>
        </w:rPr>
        <w:t>квадрата.</w:t>
      </w:r>
    </w:p>
    <w:p w:rsidR="00536CD0" w:rsidRPr="00CF0118" w:rsidRDefault="00536CD0" w:rsidP="00CF0118">
      <w:pPr>
        <w:pStyle w:val="BodyText"/>
        <w:kinsoku w:val="0"/>
        <w:overflowPunct w:val="0"/>
        <w:spacing w:line="276" w:lineRule="auto"/>
        <w:ind w:left="113" w:firstLine="427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Площадь</w:t>
      </w:r>
      <w:r w:rsidRPr="00CF0118">
        <w:rPr>
          <w:spacing w:val="3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прямоугольника</w:t>
      </w:r>
      <w:r w:rsidRPr="00CF0118">
        <w:rPr>
          <w:spacing w:val="34"/>
          <w:sz w:val="24"/>
          <w:szCs w:val="24"/>
        </w:rPr>
        <w:t xml:space="preserve"> </w:t>
      </w:r>
      <w:r w:rsidRPr="00CF0118">
        <w:rPr>
          <w:sz w:val="24"/>
          <w:szCs w:val="24"/>
        </w:rPr>
        <w:t>и</w:t>
      </w:r>
      <w:r w:rsidRPr="00CF0118">
        <w:rPr>
          <w:spacing w:val="3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многоугольников,</w:t>
      </w:r>
      <w:r w:rsidRPr="00CF0118">
        <w:rPr>
          <w:spacing w:val="3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составленных</w:t>
      </w:r>
      <w:r w:rsidRPr="00CF0118">
        <w:rPr>
          <w:spacing w:val="31"/>
          <w:sz w:val="24"/>
          <w:szCs w:val="24"/>
        </w:rPr>
        <w:t xml:space="preserve"> </w:t>
      </w:r>
      <w:r w:rsidRPr="00CF0118">
        <w:rPr>
          <w:sz w:val="24"/>
          <w:szCs w:val="24"/>
        </w:rPr>
        <w:t>из</w:t>
      </w:r>
      <w:r w:rsidRPr="00CF0118">
        <w:rPr>
          <w:spacing w:val="3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прямоугольников,</w:t>
      </w:r>
      <w:r w:rsidRPr="00CF0118">
        <w:rPr>
          <w:spacing w:val="33"/>
          <w:sz w:val="24"/>
          <w:szCs w:val="24"/>
        </w:rPr>
        <w:t xml:space="preserve"> </w:t>
      </w:r>
      <w:r w:rsidRPr="00CF0118">
        <w:rPr>
          <w:sz w:val="24"/>
          <w:szCs w:val="24"/>
        </w:rPr>
        <w:t>в</w:t>
      </w:r>
      <w:r w:rsidRPr="00CF0118">
        <w:rPr>
          <w:spacing w:val="32"/>
          <w:sz w:val="24"/>
          <w:szCs w:val="24"/>
        </w:rPr>
        <w:t xml:space="preserve"> </w:t>
      </w:r>
      <w:r w:rsidRPr="00CF0118">
        <w:rPr>
          <w:sz w:val="24"/>
          <w:szCs w:val="24"/>
        </w:rPr>
        <w:t>том</w:t>
      </w:r>
      <w:r w:rsidRPr="00CF0118">
        <w:rPr>
          <w:spacing w:val="3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числе</w:t>
      </w:r>
      <w:r w:rsidRPr="00CF0118">
        <w:rPr>
          <w:spacing w:val="3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фигур,</w:t>
      </w:r>
      <w:r w:rsidRPr="00CF0118">
        <w:rPr>
          <w:spacing w:val="6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изображѐнных</w:t>
      </w:r>
      <w:r w:rsidRPr="00CF0118">
        <w:rPr>
          <w:sz w:val="24"/>
          <w:szCs w:val="24"/>
        </w:rPr>
        <w:t xml:space="preserve"> на</w:t>
      </w:r>
      <w:r w:rsidRPr="00CF0118">
        <w:rPr>
          <w:spacing w:val="-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клетчатой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бумаге.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Единицы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измерения площади.</w:t>
      </w:r>
    </w:p>
    <w:p w:rsidR="00536CD0" w:rsidRPr="00CF0118" w:rsidRDefault="00536CD0" w:rsidP="00CF0118">
      <w:pPr>
        <w:kinsoku w:val="0"/>
        <w:overflowPunct w:val="0"/>
        <w:ind w:left="113" w:right="122" w:firstLine="427"/>
        <w:jc w:val="both"/>
        <w:rPr>
          <w:rFonts w:ascii="Times New Roman" w:hAnsi="Times New Roman"/>
          <w:sz w:val="24"/>
          <w:szCs w:val="24"/>
          <w:lang w:val="ru-RU"/>
        </w:rPr>
      </w:pP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Наглядные</w:t>
      </w:r>
      <w:r w:rsidRPr="00CF0118">
        <w:rPr>
          <w:rFonts w:ascii="Times New Roman" w:hAnsi="Times New Roman"/>
          <w:i/>
          <w:iCs/>
          <w:spacing w:val="41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представления</w:t>
      </w:r>
      <w:r w:rsidRPr="00CF0118">
        <w:rPr>
          <w:rFonts w:ascii="Times New Roman" w:hAnsi="Times New Roman"/>
          <w:i/>
          <w:iCs/>
          <w:spacing w:val="41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z w:val="24"/>
          <w:szCs w:val="24"/>
          <w:lang w:val="ru-RU"/>
        </w:rPr>
        <w:t>о</w:t>
      </w:r>
      <w:r w:rsidRPr="00CF0118">
        <w:rPr>
          <w:rFonts w:ascii="Times New Roman" w:hAnsi="Times New Roman"/>
          <w:i/>
          <w:iCs/>
          <w:spacing w:val="42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пространственных</w:t>
      </w:r>
      <w:r w:rsidRPr="00CF0118">
        <w:rPr>
          <w:rFonts w:ascii="Times New Roman" w:hAnsi="Times New Roman"/>
          <w:i/>
          <w:iCs/>
          <w:spacing w:val="38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фигурах:</w:t>
      </w:r>
      <w:r w:rsidRPr="00CF0118">
        <w:rPr>
          <w:rFonts w:ascii="Times New Roman" w:hAnsi="Times New Roman"/>
          <w:i/>
          <w:iCs/>
          <w:spacing w:val="41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прямоугольный</w:t>
      </w:r>
      <w:r w:rsidRPr="00CF0118">
        <w:rPr>
          <w:rFonts w:ascii="Times New Roman" w:hAnsi="Times New Roman"/>
          <w:i/>
          <w:iCs/>
          <w:spacing w:val="38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параллелепипед,</w:t>
      </w:r>
      <w:r w:rsidRPr="00CF0118">
        <w:rPr>
          <w:rFonts w:ascii="Times New Roman" w:hAnsi="Times New Roman"/>
          <w:i/>
          <w:iCs/>
          <w:spacing w:val="40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z w:val="24"/>
          <w:szCs w:val="24"/>
          <w:lang w:val="ru-RU"/>
        </w:rPr>
        <w:t>куб,</w:t>
      </w:r>
      <w:r w:rsidRPr="00CF0118">
        <w:rPr>
          <w:rFonts w:ascii="Times New Roman" w:hAnsi="Times New Roman"/>
          <w:i/>
          <w:iCs/>
          <w:spacing w:val="40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много-</w:t>
      </w:r>
      <w:r w:rsidRPr="00CF0118">
        <w:rPr>
          <w:rFonts w:ascii="Times New Roman" w:hAnsi="Times New Roman"/>
          <w:i/>
          <w:iCs/>
          <w:spacing w:val="81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гранники.</w:t>
      </w:r>
      <w:r w:rsidRPr="00CF0118">
        <w:rPr>
          <w:rFonts w:ascii="Times New Roman" w:hAnsi="Times New Roman"/>
          <w:i/>
          <w:iCs/>
          <w:spacing w:val="11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Изображение</w:t>
      </w:r>
      <w:r w:rsidRPr="00CF0118">
        <w:rPr>
          <w:rFonts w:ascii="Times New Roman" w:hAnsi="Times New Roman"/>
          <w:i/>
          <w:iCs/>
          <w:spacing w:val="12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простейших</w:t>
      </w:r>
      <w:r w:rsidRPr="00CF0118">
        <w:rPr>
          <w:rFonts w:ascii="Times New Roman" w:hAnsi="Times New Roman"/>
          <w:i/>
          <w:iCs/>
          <w:spacing w:val="12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многогранников.</w:t>
      </w:r>
      <w:r w:rsidRPr="00CF0118">
        <w:rPr>
          <w:rFonts w:ascii="Times New Roman" w:hAnsi="Times New Roman"/>
          <w:i/>
          <w:iCs/>
          <w:spacing w:val="12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Развѐртки</w:t>
      </w:r>
      <w:r w:rsidRPr="00CF0118">
        <w:rPr>
          <w:rFonts w:ascii="Times New Roman" w:hAnsi="Times New Roman"/>
          <w:i/>
          <w:iCs/>
          <w:spacing w:val="11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z w:val="24"/>
          <w:szCs w:val="24"/>
          <w:lang w:val="ru-RU"/>
        </w:rPr>
        <w:t>куба</w:t>
      </w:r>
      <w:r w:rsidRPr="00CF0118">
        <w:rPr>
          <w:rFonts w:ascii="Times New Roman" w:hAnsi="Times New Roman"/>
          <w:i/>
          <w:iCs/>
          <w:spacing w:val="11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z w:val="24"/>
          <w:szCs w:val="24"/>
          <w:lang w:val="ru-RU"/>
        </w:rPr>
        <w:t>и</w:t>
      </w:r>
      <w:r w:rsidRPr="00CF0118">
        <w:rPr>
          <w:rFonts w:ascii="Times New Roman" w:hAnsi="Times New Roman"/>
          <w:i/>
          <w:iCs/>
          <w:spacing w:val="11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параллелепипеда.</w:t>
      </w:r>
      <w:r w:rsidRPr="00CF0118">
        <w:rPr>
          <w:rFonts w:ascii="Times New Roman" w:hAnsi="Times New Roman"/>
          <w:i/>
          <w:iCs/>
          <w:spacing w:val="11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Создание</w:t>
      </w:r>
      <w:r w:rsidRPr="00CF0118">
        <w:rPr>
          <w:rFonts w:ascii="Times New Roman" w:hAnsi="Times New Roman"/>
          <w:i/>
          <w:iCs/>
          <w:spacing w:val="12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моделей</w:t>
      </w:r>
      <w:r w:rsidRPr="00CF0118">
        <w:rPr>
          <w:rFonts w:ascii="Times New Roman" w:hAnsi="Times New Roman"/>
          <w:i/>
          <w:iCs/>
          <w:spacing w:val="85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многогранников</w:t>
      </w:r>
      <w:r w:rsidRPr="00CF0118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(из</w:t>
      </w:r>
      <w:r w:rsidRPr="00CF0118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бумаги,</w:t>
      </w:r>
      <w:r w:rsidRPr="00CF0118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проволоки,</w:t>
      </w:r>
      <w:r w:rsidRPr="00CF0118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пластилина</w:t>
      </w:r>
      <w:r w:rsidRPr="00CF0118">
        <w:rPr>
          <w:rFonts w:ascii="Times New Roman" w:hAnsi="Times New Roman"/>
          <w:i/>
          <w:iCs/>
          <w:spacing w:val="-3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z w:val="24"/>
          <w:szCs w:val="24"/>
          <w:lang w:val="ru-RU"/>
        </w:rPr>
        <w:t xml:space="preserve">и </w:t>
      </w: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др.).</w:t>
      </w:r>
    </w:p>
    <w:p w:rsidR="00536CD0" w:rsidRPr="00CF0118" w:rsidRDefault="00536CD0" w:rsidP="00CF0118">
      <w:pPr>
        <w:kinsoku w:val="0"/>
        <w:overflowPunct w:val="0"/>
        <w:ind w:left="541"/>
        <w:rPr>
          <w:rFonts w:ascii="Times New Roman" w:hAnsi="Times New Roman"/>
          <w:sz w:val="24"/>
          <w:szCs w:val="24"/>
          <w:lang w:val="ru-RU"/>
        </w:rPr>
      </w:pP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Объѐм</w:t>
      </w:r>
      <w:r w:rsidRPr="00CF0118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прямоугольного</w:t>
      </w:r>
      <w:r w:rsidRPr="00CF0118">
        <w:rPr>
          <w:rFonts w:ascii="Times New Roman" w:hAnsi="Times New Roman"/>
          <w:i/>
          <w:iCs/>
          <w:spacing w:val="-2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параллелепипеда,</w:t>
      </w:r>
      <w:r w:rsidRPr="00CF0118">
        <w:rPr>
          <w:rFonts w:ascii="Times New Roman" w:hAnsi="Times New Roman"/>
          <w:i/>
          <w:iCs/>
          <w:sz w:val="24"/>
          <w:szCs w:val="24"/>
          <w:lang w:val="ru-RU"/>
        </w:rPr>
        <w:t xml:space="preserve"> куба. </w:t>
      </w:r>
      <w:r w:rsidRPr="00CF0118">
        <w:rPr>
          <w:rFonts w:ascii="Times New Roman" w:hAnsi="Times New Roman"/>
          <w:i/>
          <w:iCs/>
          <w:spacing w:val="-1"/>
          <w:sz w:val="24"/>
          <w:szCs w:val="24"/>
          <w:lang w:val="ru-RU"/>
        </w:rPr>
        <w:t>Единицы измерения</w:t>
      </w:r>
      <w:r w:rsidRPr="00CF0118">
        <w:rPr>
          <w:rFonts w:ascii="Times New Roman" w:hAnsi="Times New Roman"/>
          <w:i/>
          <w:iCs/>
          <w:sz w:val="24"/>
          <w:szCs w:val="24"/>
          <w:lang w:val="ru-RU"/>
        </w:rPr>
        <w:t xml:space="preserve"> объѐма</w:t>
      </w:r>
      <w:r w:rsidRPr="00CF0118">
        <w:rPr>
          <w:rFonts w:ascii="Times New Roman" w:hAnsi="Times New Roman"/>
          <w:sz w:val="24"/>
          <w:szCs w:val="24"/>
          <w:lang w:val="ru-RU"/>
        </w:rPr>
        <w:t>.</w:t>
      </w:r>
    </w:p>
    <w:p w:rsidR="00536CD0" w:rsidRPr="00CF0118" w:rsidRDefault="00536CD0" w:rsidP="00CF0118">
      <w:pPr>
        <w:kinsoku w:val="0"/>
        <w:overflowPunct w:val="0"/>
        <w:rPr>
          <w:rFonts w:ascii="Times New Roman" w:hAnsi="Times New Roman"/>
          <w:sz w:val="24"/>
          <w:szCs w:val="24"/>
          <w:lang w:val="ru-RU"/>
        </w:rPr>
      </w:pPr>
    </w:p>
    <w:p w:rsidR="00536CD0" w:rsidRPr="00CF0118" w:rsidRDefault="00536CD0" w:rsidP="00CF0118">
      <w:pPr>
        <w:pStyle w:val="Heading3"/>
        <w:kinsoku w:val="0"/>
        <w:overflowPunct w:val="0"/>
        <w:ind w:right="119"/>
        <w:rPr>
          <w:rFonts w:ascii="Times New Roman" w:hAnsi="Times New Roman"/>
          <w:b w:val="0"/>
          <w:bCs w:val="0"/>
          <w:color w:val="auto"/>
          <w:sz w:val="24"/>
          <w:szCs w:val="24"/>
          <w:lang w:val="ru-RU"/>
        </w:rPr>
      </w:pPr>
      <w:r w:rsidRPr="00CF0118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ПЛАНИРУЕМЫЕ</w:t>
      </w:r>
      <w:r w:rsidRPr="00CF0118">
        <w:rPr>
          <w:rFonts w:ascii="Times New Roman" w:hAnsi="Times New Roman"/>
          <w:color w:val="auto"/>
          <w:spacing w:val="-4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 xml:space="preserve">РЕЗУЛЬТАТЫ </w:t>
      </w:r>
      <w:r w:rsidRPr="00CF0118">
        <w:rPr>
          <w:rFonts w:ascii="Times New Roman" w:hAnsi="Times New Roman"/>
          <w:color w:val="auto"/>
          <w:spacing w:val="-2"/>
          <w:sz w:val="24"/>
          <w:szCs w:val="24"/>
          <w:lang w:val="ru-RU"/>
        </w:rPr>
        <w:t>ОСВОЕНИЯ</w:t>
      </w:r>
      <w:r w:rsidRPr="00CF0118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 xml:space="preserve"> ПРОГРАММЫ</w:t>
      </w:r>
      <w:r w:rsidRPr="00CF0118">
        <w:rPr>
          <w:rFonts w:ascii="Times New Roman" w:hAnsi="Times New Roman"/>
          <w:color w:val="auto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color w:val="auto"/>
          <w:spacing w:val="-2"/>
          <w:sz w:val="24"/>
          <w:szCs w:val="24"/>
          <w:lang w:val="ru-RU"/>
        </w:rPr>
        <w:t>УЧЕБНОГО</w:t>
      </w:r>
      <w:r w:rsidRPr="00CF0118">
        <w:rPr>
          <w:rFonts w:ascii="Times New Roman" w:hAnsi="Times New Roman"/>
          <w:color w:val="auto"/>
          <w:spacing w:val="1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КУРСА «МАТЕМАТИ-</w:t>
      </w:r>
      <w:r w:rsidRPr="00CF0118">
        <w:rPr>
          <w:rFonts w:ascii="Times New Roman" w:hAnsi="Times New Roman"/>
          <w:color w:val="auto"/>
          <w:spacing w:val="50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КА»</w:t>
      </w:r>
      <w:r w:rsidRPr="00CF0118">
        <w:rPr>
          <w:rFonts w:ascii="Times New Roman" w:hAnsi="Times New Roman"/>
          <w:color w:val="auto"/>
          <w:sz w:val="24"/>
          <w:szCs w:val="24"/>
          <w:lang w:val="ru-RU"/>
        </w:rPr>
        <w:t xml:space="preserve"> НА</w:t>
      </w:r>
      <w:r w:rsidRPr="00CF0118">
        <w:rPr>
          <w:rFonts w:ascii="Times New Roman" w:hAnsi="Times New Roman"/>
          <w:color w:val="auto"/>
          <w:spacing w:val="-4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УРОВНЕ</w:t>
      </w:r>
      <w:r w:rsidRPr="00CF0118">
        <w:rPr>
          <w:rFonts w:ascii="Times New Roman" w:hAnsi="Times New Roman"/>
          <w:color w:val="auto"/>
          <w:spacing w:val="-3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ОСНОВНОГО</w:t>
      </w:r>
      <w:r w:rsidRPr="00CF0118">
        <w:rPr>
          <w:rFonts w:ascii="Times New Roman" w:hAnsi="Times New Roman"/>
          <w:color w:val="auto"/>
          <w:spacing w:val="-2"/>
          <w:sz w:val="24"/>
          <w:szCs w:val="24"/>
          <w:lang w:val="ru-RU"/>
        </w:rPr>
        <w:t xml:space="preserve"> ОБЩЕГО</w:t>
      </w:r>
      <w:r w:rsidRPr="00CF0118">
        <w:rPr>
          <w:rFonts w:ascii="Times New Roman" w:hAnsi="Times New Roman"/>
          <w:color w:val="auto"/>
          <w:spacing w:val="1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ОБРАЗОВАНИЯ</w:t>
      </w:r>
    </w:p>
    <w:p w:rsidR="00536CD0" w:rsidRPr="00CF0118" w:rsidRDefault="00536CD0" w:rsidP="00CF0118">
      <w:pPr>
        <w:kinsoku w:val="0"/>
        <w:overflowPunct w:val="0"/>
        <w:rPr>
          <w:rFonts w:ascii="Times New Roman" w:hAnsi="Times New Roman"/>
          <w:sz w:val="24"/>
          <w:szCs w:val="24"/>
        </w:rPr>
      </w:pPr>
      <w:r w:rsidRPr="00CF0118">
        <w:rPr>
          <w:rFonts w:ascii="Times New Roman" w:hAnsi="Times New Roman"/>
          <w:b/>
          <w:bCs/>
          <w:spacing w:val="-2"/>
          <w:sz w:val="24"/>
          <w:szCs w:val="24"/>
        </w:rPr>
        <w:t>ЛИЧНОСТНЫЕ</w:t>
      </w:r>
      <w:r w:rsidRPr="00CF0118">
        <w:rPr>
          <w:rFonts w:ascii="Times New Roman" w:hAnsi="Times New Roman"/>
          <w:b/>
          <w:bCs/>
          <w:spacing w:val="-4"/>
          <w:sz w:val="24"/>
          <w:szCs w:val="24"/>
        </w:rPr>
        <w:t xml:space="preserve"> </w:t>
      </w:r>
      <w:r w:rsidRPr="00CF0118">
        <w:rPr>
          <w:rFonts w:ascii="Times New Roman" w:hAnsi="Times New Roman"/>
          <w:b/>
          <w:bCs/>
          <w:spacing w:val="-2"/>
          <w:sz w:val="24"/>
          <w:szCs w:val="24"/>
        </w:rPr>
        <w:t>РЕЗУЛЬТАТЫ:</w:t>
      </w:r>
    </w:p>
    <w:p w:rsidR="00536CD0" w:rsidRPr="00CF0118" w:rsidRDefault="00536CD0" w:rsidP="00CF0118">
      <w:pPr>
        <w:pStyle w:val="BodyText"/>
        <w:numPr>
          <w:ilvl w:val="0"/>
          <w:numId w:val="9"/>
        </w:numPr>
        <w:tabs>
          <w:tab w:val="left" w:pos="835"/>
        </w:tabs>
        <w:kinsoku w:val="0"/>
        <w:overflowPunct w:val="0"/>
        <w:spacing w:line="276" w:lineRule="auto"/>
        <w:ind w:left="834" w:hanging="293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 xml:space="preserve">мотивация </w:t>
      </w:r>
      <w:r w:rsidRPr="00CF0118">
        <w:rPr>
          <w:sz w:val="24"/>
          <w:szCs w:val="24"/>
        </w:rPr>
        <w:t xml:space="preserve">к </w:t>
      </w:r>
      <w:r w:rsidRPr="00CF0118">
        <w:rPr>
          <w:spacing w:val="-1"/>
          <w:sz w:val="24"/>
          <w:szCs w:val="24"/>
        </w:rPr>
        <w:t>обучению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математике</w:t>
      </w:r>
      <w:r w:rsidRPr="00CF0118">
        <w:rPr>
          <w:sz w:val="24"/>
          <w:szCs w:val="24"/>
        </w:rPr>
        <w:t xml:space="preserve"> и </w:t>
      </w:r>
      <w:r w:rsidRPr="00CF0118">
        <w:rPr>
          <w:spacing w:val="-1"/>
          <w:sz w:val="24"/>
          <w:szCs w:val="24"/>
        </w:rPr>
        <w:t>целенаправленной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познавательной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деятельности;</w:t>
      </w:r>
    </w:p>
    <w:p w:rsidR="00536CD0" w:rsidRPr="00CF0118" w:rsidRDefault="00536CD0" w:rsidP="00CF0118">
      <w:pPr>
        <w:pStyle w:val="BodyText"/>
        <w:numPr>
          <w:ilvl w:val="0"/>
          <w:numId w:val="9"/>
        </w:numPr>
        <w:tabs>
          <w:tab w:val="left" w:pos="835"/>
        </w:tabs>
        <w:kinsoku w:val="0"/>
        <w:overflowPunct w:val="0"/>
        <w:spacing w:before="1" w:line="276" w:lineRule="auto"/>
        <w:ind w:left="834" w:right="123" w:hanging="293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повышение</w:t>
      </w:r>
      <w:r w:rsidRPr="00CF0118">
        <w:rPr>
          <w:spacing w:val="2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уровня</w:t>
      </w:r>
      <w:r w:rsidRPr="00CF0118">
        <w:rPr>
          <w:spacing w:val="22"/>
          <w:sz w:val="24"/>
          <w:szCs w:val="24"/>
        </w:rPr>
        <w:t xml:space="preserve"> </w:t>
      </w:r>
      <w:r w:rsidRPr="00CF0118">
        <w:rPr>
          <w:sz w:val="24"/>
          <w:szCs w:val="24"/>
        </w:rPr>
        <w:t>своей</w:t>
      </w:r>
      <w:r w:rsidRPr="00CF0118">
        <w:rPr>
          <w:spacing w:val="20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компетентности</w:t>
      </w:r>
      <w:r w:rsidRPr="00CF0118">
        <w:rPr>
          <w:spacing w:val="2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через</w:t>
      </w:r>
      <w:r w:rsidRPr="00CF0118">
        <w:rPr>
          <w:spacing w:val="2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практическую</w:t>
      </w:r>
      <w:r w:rsidRPr="00CF0118">
        <w:rPr>
          <w:spacing w:val="2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деятельность,</w:t>
      </w:r>
      <w:r w:rsidRPr="00CF0118">
        <w:rPr>
          <w:spacing w:val="2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требующую</w:t>
      </w:r>
      <w:r w:rsidRPr="00CF0118">
        <w:rPr>
          <w:spacing w:val="2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математи-</w:t>
      </w:r>
      <w:r w:rsidRPr="00CF0118">
        <w:rPr>
          <w:spacing w:val="76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ческих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знаний,</w:t>
      </w:r>
      <w:r w:rsidRPr="00CF0118">
        <w:rPr>
          <w:sz w:val="24"/>
          <w:szCs w:val="24"/>
        </w:rPr>
        <w:t xml:space="preserve"> в</w:t>
      </w:r>
      <w:r w:rsidRPr="00CF0118">
        <w:rPr>
          <w:spacing w:val="-1"/>
          <w:sz w:val="24"/>
          <w:szCs w:val="24"/>
        </w:rPr>
        <w:t xml:space="preserve"> </w:t>
      </w:r>
      <w:r w:rsidRPr="00CF0118">
        <w:rPr>
          <w:sz w:val="24"/>
          <w:szCs w:val="24"/>
        </w:rPr>
        <w:t>том</w:t>
      </w:r>
      <w:r w:rsidRPr="00CF0118">
        <w:rPr>
          <w:spacing w:val="-1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числе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умение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учиться</w:t>
      </w:r>
      <w:r w:rsidRPr="00CF0118">
        <w:rPr>
          <w:sz w:val="24"/>
          <w:szCs w:val="24"/>
        </w:rPr>
        <w:t xml:space="preserve"> у</w:t>
      </w:r>
      <w:r w:rsidRPr="00CF0118">
        <w:rPr>
          <w:spacing w:val="-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других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людей;</w:t>
      </w:r>
    </w:p>
    <w:p w:rsidR="00536CD0" w:rsidRPr="00CF0118" w:rsidRDefault="00536CD0" w:rsidP="00CF0118">
      <w:pPr>
        <w:pStyle w:val="BodyText"/>
        <w:numPr>
          <w:ilvl w:val="0"/>
          <w:numId w:val="9"/>
        </w:numPr>
        <w:tabs>
          <w:tab w:val="left" w:pos="835"/>
        </w:tabs>
        <w:kinsoku w:val="0"/>
        <w:overflowPunct w:val="0"/>
        <w:spacing w:before="1" w:line="276" w:lineRule="auto"/>
        <w:ind w:left="834" w:right="126" w:hanging="293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способность</w:t>
      </w:r>
      <w:r w:rsidRPr="00CF0118">
        <w:rPr>
          <w:sz w:val="24"/>
          <w:szCs w:val="24"/>
        </w:rPr>
        <w:t xml:space="preserve"> </w:t>
      </w:r>
      <w:r w:rsidRPr="00CF0118">
        <w:rPr>
          <w:spacing w:val="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осознавать</w:t>
      </w:r>
      <w:r w:rsidRPr="00CF0118">
        <w:rPr>
          <w:sz w:val="24"/>
          <w:szCs w:val="24"/>
        </w:rPr>
        <w:t xml:space="preserve">  </w:t>
      </w:r>
      <w:r w:rsidRPr="00CF0118">
        <w:rPr>
          <w:spacing w:val="-1"/>
          <w:sz w:val="24"/>
          <w:szCs w:val="24"/>
        </w:rPr>
        <w:t>стрессовую</w:t>
      </w:r>
      <w:r w:rsidRPr="00CF0118">
        <w:rPr>
          <w:sz w:val="24"/>
          <w:szCs w:val="24"/>
        </w:rPr>
        <w:t xml:space="preserve"> </w:t>
      </w:r>
      <w:r w:rsidRPr="00CF0118">
        <w:rPr>
          <w:spacing w:val="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ситуацию,</w:t>
      </w:r>
      <w:r w:rsidRPr="00CF0118">
        <w:rPr>
          <w:sz w:val="24"/>
          <w:szCs w:val="24"/>
        </w:rPr>
        <w:t xml:space="preserve"> </w:t>
      </w:r>
      <w:r w:rsidRPr="00CF0118">
        <w:rPr>
          <w:spacing w:val="2"/>
          <w:sz w:val="24"/>
          <w:szCs w:val="24"/>
        </w:rPr>
        <w:t xml:space="preserve"> </w:t>
      </w:r>
      <w:r w:rsidRPr="00CF0118">
        <w:rPr>
          <w:sz w:val="24"/>
          <w:szCs w:val="24"/>
        </w:rPr>
        <w:t xml:space="preserve">быть </w:t>
      </w:r>
      <w:r w:rsidRPr="00CF0118">
        <w:rPr>
          <w:spacing w:val="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готовым</w:t>
      </w:r>
      <w:r w:rsidRPr="00CF0118">
        <w:rPr>
          <w:sz w:val="24"/>
          <w:szCs w:val="24"/>
        </w:rPr>
        <w:t xml:space="preserve"> </w:t>
      </w:r>
      <w:r w:rsidRPr="00CF0118">
        <w:rPr>
          <w:spacing w:val="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действовать</w:t>
      </w:r>
      <w:r w:rsidRPr="00CF0118">
        <w:rPr>
          <w:sz w:val="24"/>
          <w:szCs w:val="24"/>
        </w:rPr>
        <w:t xml:space="preserve"> </w:t>
      </w:r>
      <w:r w:rsidRPr="00CF0118">
        <w:rPr>
          <w:spacing w:val="2"/>
          <w:sz w:val="24"/>
          <w:szCs w:val="24"/>
        </w:rPr>
        <w:t xml:space="preserve"> </w:t>
      </w:r>
      <w:r w:rsidRPr="00CF0118">
        <w:rPr>
          <w:sz w:val="24"/>
          <w:szCs w:val="24"/>
        </w:rPr>
        <w:t xml:space="preserve">в </w:t>
      </w:r>
      <w:r w:rsidRPr="00CF0118">
        <w:rPr>
          <w:spacing w:val="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отсутствие</w:t>
      </w:r>
      <w:r w:rsidRPr="00CF0118">
        <w:rPr>
          <w:sz w:val="24"/>
          <w:szCs w:val="24"/>
        </w:rPr>
        <w:t xml:space="preserve"> </w:t>
      </w:r>
      <w:r w:rsidRPr="00CF0118">
        <w:rPr>
          <w:spacing w:val="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гарантий</w:t>
      </w:r>
      <w:r w:rsidRPr="00CF0118">
        <w:rPr>
          <w:spacing w:val="9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успеха;</w:t>
      </w:r>
    </w:p>
    <w:p w:rsidR="00536CD0" w:rsidRPr="00CF0118" w:rsidRDefault="00536CD0" w:rsidP="00CF0118">
      <w:pPr>
        <w:pStyle w:val="BodyText"/>
        <w:numPr>
          <w:ilvl w:val="0"/>
          <w:numId w:val="9"/>
        </w:numPr>
        <w:tabs>
          <w:tab w:val="left" w:pos="835"/>
        </w:tabs>
        <w:kinsoku w:val="0"/>
        <w:overflowPunct w:val="0"/>
        <w:spacing w:line="276" w:lineRule="auto"/>
        <w:ind w:left="834" w:right="119" w:hanging="293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способность</w:t>
      </w:r>
      <w:r w:rsidRPr="00CF0118">
        <w:rPr>
          <w:spacing w:val="19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обучающихся</w:t>
      </w:r>
      <w:r w:rsidRPr="00CF0118">
        <w:rPr>
          <w:spacing w:val="18"/>
          <w:sz w:val="24"/>
          <w:szCs w:val="24"/>
        </w:rPr>
        <w:t xml:space="preserve"> </w:t>
      </w:r>
      <w:r w:rsidRPr="00CF0118">
        <w:rPr>
          <w:sz w:val="24"/>
          <w:szCs w:val="24"/>
        </w:rPr>
        <w:t>с</w:t>
      </w:r>
      <w:r w:rsidRPr="00CF0118">
        <w:rPr>
          <w:spacing w:val="19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ЗПР</w:t>
      </w:r>
      <w:r w:rsidRPr="00CF0118">
        <w:rPr>
          <w:spacing w:val="18"/>
          <w:sz w:val="24"/>
          <w:szCs w:val="24"/>
        </w:rPr>
        <w:t xml:space="preserve"> </w:t>
      </w:r>
      <w:r w:rsidRPr="00CF0118">
        <w:rPr>
          <w:sz w:val="24"/>
          <w:szCs w:val="24"/>
        </w:rPr>
        <w:t>к</w:t>
      </w:r>
      <w:r w:rsidRPr="00CF0118">
        <w:rPr>
          <w:spacing w:val="19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осознанию</w:t>
      </w:r>
      <w:r w:rsidRPr="00CF0118">
        <w:rPr>
          <w:spacing w:val="19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своих</w:t>
      </w:r>
      <w:r w:rsidRPr="00CF0118">
        <w:rPr>
          <w:spacing w:val="1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дефицитов</w:t>
      </w:r>
      <w:r w:rsidRPr="00CF0118">
        <w:rPr>
          <w:spacing w:val="18"/>
          <w:sz w:val="24"/>
          <w:szCs w:val="24"/>
        </w:rPr>
        <w:t xml:space="preserve"> </w:t>
      </w:r>
      <w:r w:rsidRPr="00CF0118">
        <w:rPr>
          <w:sz w:val="24"/>
          <w:szCs w:val="24"/>
        </w:rPr>
        <w:t>и</w:t>
      </w:r>
      <w:r w:rsidRPr="00CF0118">
        <w:rPr>
          <w:spacing w:val="1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проявление</w:t>
      </w:r>
      <w:r w:rsidRPr="00CF0118">
        <w:rPr>
          <w:spacing w:val="1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стремления</w:t>
      </w:r>
      <w:r w:rsidRPr="00CF0118">
        <w:rPr>
          <w:spacing w:val="16"/>
          <w:sz w:val="24"/>
          <w:szCs w:val="24"/>
        </w:rPr>
        <w:t xml:space="preserve"> </w:t>
      </w:r>
      <w:r w:rsidRPr="00CF0118">
        <w:rPr>
          <w:sz w:val="24"/>
          <w:szCs w:val="24"/>
        </w:rPr>
        <w:t>к</w:t>
      </w:r>
      <w:r w:rsidRPr="00CF0118">
        <w:rPr>
          <w:spacing w:val="19"/>
          <w:sz w:val="24"/>
          <w:szCs w:val="24"/>
        </w:rPr>
        <w:t xml:space="preserve"> </w:t>
      </w:r>
      <w:r w:rsidRPr="00CF0118">
        <w:rPr>
          <w:sz w:val="24"/>
          <w:szCs w:val="24"/>
        </w:rPr>
        <w:t>их</w:t>
      </w:r>
      <w:r w:rsidRPr="00CF0118">
        <w:rPr>
          <w:spacing w:val="18"/>
          <w:sz w:val="24"/>
          <w:szCs w:val="24"/>
        </w:rPr>
        <w:t xml:space="preserve"> </w:t>
      </w:r>
      <w:r w:rsidRPr="00CF0118">
        <w:rPr>
          <w:spacing w:val="1"/>
          <w:sz w:val="24"/>
          <w:szCs w:val="24"/>
        </w:rPr>
        <w:t>пре-</w:t>
      </w:r>
      <w:r w:rsidRPr="00CF0118">
        <w:rPr>
          <w:spacing w:val="7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одолению;</w:t>
      </w:r>
    </w:p>
    <w:p w:rsidR="00536CD0" w:rsidRPr="00CF0118" w:rsidRDefault="00536CD0" w:rsidP="00CF0118">
      <w:pPr>
        <w:pStyle w:val="BodyText"/>
        <w:numPr>
          <w:ilvl w:val="0"/>
          <w:numId w:val="9"/>
        </w:numPr>
        <w:tabs>
          <w:tab w:val="left" w:pos="835"/>
        </w:tabs>
        <w:kinsoku w:val="0"/>
        <w:overflowPunct w:val="0"/>
        <w:spacing w:line="276" w:lineRule="auto"/>
        <w:ind w:left="834" w:hanging="293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способность</w:t>
      </w:r>
      <w:r w:rsidRPr="00CF0118">
        <w:rPr>
          <w:sz w:val="24"/>
          <w:szCs w:val="24"/>
        </w:rPr>
        <w:t xml:space="preserve"> к</w:t>
      </w:r>
      <w:r w:rsidRPr="00CF0118">
        <w:rPr>
          <w:spacing w:val="-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саморазвитию,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умение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ставить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достижимые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цели;</w:t>
      </w:r>
    </w:p>
    <w:p w:rsidR="00536CD0" w:rsidRPr="00CF0118" w:rsidRDefault="00536CD0" w:rsidP="00CF0118">
      <w:pPr>
        <w:pStyle w:val="BodyText"/>
        <w:numPr>
          <w:ilvl w:val="0"/>
          <w:numId w:val="9"/>
        </w:numPr>
        <w:tabs>
          <w:tab w:val="left" w:pos="835"/>
        </w:tabs>
        <w:kinsoku w:val="0"/>
        <w:overflowPunct w:val="0"/>
        <w:spacing w:before="2" w:line="276" w:lineRule="auto"/>
        <w:ind w:left="834" w:right="126" w:hanging="293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умение</w:t>
      </w:r>
      <w:r w:rsidRPr="00CF0118">
        <w:rPr>
          <w:spacing w:val="1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различать</w:t>
      </w:r>
      <w:r w:rsidRPr="00CF0118">
        <w:rPr>
          <w:spacing w:val="1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учебные</w:t>
      </w:r>
      <w:r w:rsidRPr="00CF0118">
        <w:rPr>
          <w:spacing w:val="1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ситуации,</w:t>
      </w:r>
      <w:r w:rsidRPr="00CF0118">
        <w:rPr>
          <w:spacing w:val="13"/>
          <w:sz w:val="24"/>
          <w:szCs w:val="24"/>
        </w:rPr>
        <w:t xml:space="preserve"> </w:t>
      </w:r>
      <w:r w:rsidRPr="00CF0118">
        <w:rPr>
          <w:sz w:val="24"/>
          <w:szCs w:val="24"/>
        </w:rPr>
        <w:t>в</w:t>
      </w:r>
      <w:r w:rsidRPr="00CF0118">
        <w:rPr>
          <w:spacing w:val="13"/>
          <w:sz w:val="24"/>
          <w:szCs w:val="24"/>
        </w:rPr>
        <w:t xml:space="preserve"> </w:t>
      </w:r>
      <w:r w:rsidRPr="00CF0118">
        <w:rPr>
          <w:sz w:val="24"/>
          <w:szCs w:val="24"/>
        </w:rPr>
        <w:t>которых</w:t>
      </w:r>
      <w:r w:rsidRPr="00CF0118">
        <w:rPr>
          <w:spacing w:val="1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можно</w:t>
      </w:r>
      <w:r w:rsidRPr="00CF0118">
        <w:rPr>
          <w:spacing w:val="1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действовать</w:t>
      </w:r>
      <w:r w:rsidRPr="00CF0118">
        <w:rPr>
          <w:spacing w:val="1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самостоятельно,</w:t>
      </w:r>
      <w:r w:rsidRPr="00CF0118">
        <w:rPr>
          <w:spacing w:val="14"/>
          <w:sz w:val="24"/>
          <w:szCs w:val="24"/>
        </w:rPr>
        <w:t xml:space="preserve"> </w:t>
      </w:r>
      <w:r w:rsidRPr="00CF0118">
        <w:rPr>
          <w:sz w:val="24"/>
          <w:szCs w:val="24"/>
        </w:rPr>
        <w:t>и</w:t>
      </w:r>
      <w:r w:rsidRPr="00CF0118">
        <w:rPr>
          <w:spacing w:val="1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ситуации,</w:t>
      </w:r>
      <w:r w:rsidRPr="00CF0118">
        <w:rPr>
          <w:spacing w:val="1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где</w:t>
      </w:r>
      <w:r w:rsidRPr="00CF0118">
        <w:rPr>
          <w:spacing w:val="69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следует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воспользоваться</w:t>
      </w:r>
      <w:r w:rsidRPr="00CF0118">
        <w:rPr>
          <w:spacing w:val="-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справочной информацией</w:t>
      </w:r>
      <w:r w:rsidRPr="00CF0118">
        <w:rPr>
          <w:spacing w:val="-3"/>
          <w:sz w:val="24"/>
          <w:szCs w:val="24"/>
        </w:rPr>
        <w:t xml:space="preserve"> </w:t>
      </w:r>
      <w:r w:rsidRPr="00CF0118">
        <w:rPr>
          <w:sz w:val="24"/>
          <w:szCs w:val="24"/>
        </w:rPr>
        <w:t>или</w:t>
      </w:r>
      <w:r w:rsidRPr="00CF0118">
        <w:rPr>
          <w:spacing w:val="-1"/>
          <w:sz w:val="24"/>
          <w:szCs w:val="24"/>
        </w:rPr>
        <w:t xml:space="preserve"> другими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вспомогательными средствами;</w:t>
      </w:r>
    </w:p>
    <w:p w:rsidR="00536CD0" w:rsidRPr="00CF0118" w:rsidRDefault="00536CD0" w:rsidP="00CF0118">
      <w:pPr>
        <w:pStyle w:val="BodyText"/>
        <w:numPr>
          <w:ilvl w:val="0"/>
          <w:numId w:val="9"/>
        </w:numPr>
        <w:tabs>
          <w:tab w:val="left" w:pos="835"/>
        </w:tabs>
        <w:kinsoku w:val="0"/>
        <w:overflowPunct w:val="0"/>
        <w:spacing w:before="1" w:line="276" w:lineRule="auto"/>
        <w:ind w:left="834" w:right="127" w:hanging="293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способность</w:t>
      </w:r>
      <w:r w:rsidRPr="00CF0118">
        <w:rPr>
          <w:spacing w:val="2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переносить</w:t>
      </w:r>
      <w:r w:rsidRPr="00CF0118">
        <w:rPr>
          <w:spacing w:val="16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полученные</w:t>
      </w:r>
      <w:r w:rsidRPr="00CF0118">
        <w:rPr>
          <w:spacing w:val="22"/>
          <w:sz w:val="24"/>
          <w:szCs w:val="24"/>
        </w:rPr>
        <w:t xml:space="preserve"> </w:t>
      </w:r>
      <w:r w:rsidRPr="00CF0118">
        <w:rPr>
          <w:sz w:val="24"/>
          <w:szCs w:val="24"/>
        </w:rPr>
        <w:t>в</w:t>
      </w:r>
      <w:r w:rsidRPr="00CF0118">
        <w:rPr>
          <w:spacing w:val="18"/>
          <w:sz w:val="24"/>
          <w:szCs w:val="24"/>
        </w:rPr>
        <w:t xml:space="preserve"> </w:t>
      </w:r>
      <w:r w:rsidRPr="00CF0118">
        <w:rPr>
          <w:sz w:val="24"/>
          <w:szCs w:val="24"/>
        </w:rPr>
        <w:t>ходе</w:t>
      </w:r>
      <w:r w:rsidRPr="00CF0118">
        <w:rPr>
          <w:spacing w:val="19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обучения</w:t>
      </w:r>
      <w:r w:rsidRPr="00CF0118">
        <w:rPr>
          <w:spacing w:val="1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знания</w:t>
      </w:r>
      <w:r w:rsidRPr="00CF0118">
        <w:rPr>
          <w:spacing w:val="20"/>
          <w:sz w:val="24"/>
          <w:szCs w:val="24"/>
        </w:rPr>
        <w:t xml:space="preserve"> </w:t>
      </w:r>
      <w:r w:rsidRPr="00CF0118">
        <w:rPr>
          <w:sz w:val="24"/>
          <w:szCs w:val="24"/>
        </w:rPr>
        <w:t>в</w:t>
      </w:r>
      <w:r w:rsidRPr="00CF0118">
        <w:rPr>
          <w:spacing w:val="1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актуальную</w:t>
      </w:r>
      <w:r w:rsidRPr="00CF0118">
        <w:rPr>
          <w:spacing w:val="19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ситуацию</w:t>
      </w:r>
      <w:r w:rsidRPr="00CF0118">
        <w:rPr>
          <w:spacing w:val="19"/>
          <w:sz w:val="24"/>
          <w:szCs w:val="24"/>
        </w:rPr>
        <w:t xml:space="preserve"> </w:t>
      </w:r>
      <w:r w:rsidRPr="00CF0118">
        <w:rPr>
          <w:sz w:val="24"/>
          <w:szCs w:val="24"/>
        </w:rPr>
        <w:t>(при</w:t>
      </w:r>
      <w:r w:rsidRPr="00CF0118">
        <w:rPr>
          <w:spacing w:val="1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решении</w:t>
      </w:r>
      <w:r w:rsidRPr="00CF0118">
        <w:rPr>
          <w:spacing w:val="8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житейских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задач,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требующих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математических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знаний);</w:t>
      </w:r>
    </w:p>
    <w:p w:rsidR="00536CD0" w:rsidRPr="00CF0118" w:rsidRDefault="00536CD0" w:rsidP="00CF0118">
      <w:pPr>
        <w:pStyle w:val="BodyText"/>
        <w:numPr>
          <w:ilvl w:val="0"/>
          <w:numId w:val="9"/>
        </w:numPr>
        <w:tabs>
          <w:tab w:val="left" w:pos="835"/>
        </w:tabs>
        <w:kinsoku w:val="0"/>
        <w:overflowPunct w:val="0"/>
        <w:spacing w:line="276" w:lineRule="auto"/>
        <w:ind w:left="834" w:right="124" w:hanging="293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способность</w:t>
      </w:r>
      <w:r w:rsidRPr="00CF0118">
        <w:rPr>
          <w:spacing w:val="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ориентироваться</w:t>
      </w:r>
      <w:r w:rsidRPr="00CF0118">
        <w:rPr>
          <w:spacing w:val="3"/>
          <w:sz w:val="24"/>
          <w:szCs w:val="24"/>
        </w:rPr>
        <w:t xml:space="preserve"> </w:t>
      </w:r>
      <w:r w:rsidRPr="00CF0118">
        <w:rPr>
          <w:sz w:val="24"/>
          <w:szCs w:val="24"/>
        </w:rPr>
        <w:t>в</w:t>
      </w:r>
      <w:r w:rsidRPr="00CF0118">
        <w:rPr>
          <w:spacing w:val="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требованиях</w:t>
      </w:r>
      <w:r w:rsidRPr="00CF0118">
        <w:rPr>
          <w:spacing w:val="4"/>
          <w:sz w:val="24"/>
          <w:szCs w:val="24"/>
        </w:rPr>
        <w:t xml:space="preserve"> </w:t>
      </w:r>
      <w:r w:rsidRPr="00CF0118">
        <w:rPr>
          <w:sz w:val="24"/>
          <w:szCs w:val="24"/>
        </w:rPr>
        <w:t>и</w:t>
      </w:r>
      <w:r w:rsidRPr="00CF0118">
        <w:rPr>
          <w:spacing w:val="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правилах</w:t>
      </w:r>
      <w:r w:rsidRPr="00CF0118">
        <w:rPr>
          <w:spacing w:val="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проведения</w:t>
      </w:r>
      <w:r w:rsidRPr="00CF0118">
        <w:rPr>
          <w:spacing w:val="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промежуточной</w:t>
      </w:r>
      <w:r w:rsidRPr="00CF0118">
        <w:rPr>
          <w:spacing w:val="3"/>
          <w:sz w:val="24"/>
          <w:szCs w:val="24"/>
        </w:rPr>
        <w:t xml:space="preserve"> </w:t>
      </w:r>
      <w:r w:rsidRPr="00CF0118">
        <w:rPr>
          <w:sz w:val="24"/>
          <w:szCs w:val="24"/>
        </w:rPr>
        <w:t>и</w:t>
      </w:r>
      <w:r w:rsidRPr="00CF0118">
        <w:rPr>
          <w:spacing w:val="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итоговой</w:t>
      </w:r>
      <w:r w:rsidRPr="00CF0118">
        <w:rPr>
          <w:spacing w:val="4"/>
          <w:sz w:val="24"/>
          <w:szCs w:val="24"/>
        </w:rPr>
        <w:t xml:space="preserve"> </w:t>
      </w:r>
      <w:r w:rsidRPr="00CF0118">
        <w:rPr>
          <w:sz w:val="24"/>
          <w:szCs w:val="24"/>
        </w:rPr>
        <w:t>атте-</w:t>
      </w:r>
      <w:r w:rsidRPr="00CF0118">
        <w:rPr>
          <w:spacing w:val="7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стации;</w:t>
      </w:r>
    </w:p>
    <w:p w:rsidR="00536CD0" w:rsidRPr="00CF0118" w:rsidRDefault="00536CD0" w:rsidP="00CF0118">
      <w:pPr>
        <w:pStyle w:val="BodyText"/>
        <w:numPr>
          <w:ilvl w:val="0"/>
          <w:numId w:val="9"/>
        </w:numPr>
        <w:tabs>
          <w:tab w:val="left" w:pos="835"/>
        </w:tabs>
        <w:kinsoku w:val="0"/>
        <w:overflowPunct w:val="0"/>
        <w:spacing w:line="276" w:lineRule="auto"/>
        <w:ind w:left="834" w:hanging="293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овладение</w:t>
      </w:r>
      <w:r w:rsidRPr="00CF0118">
        <w:rPr>
          <w:spacing w:val="-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основами</w:t>
      </w:r>
      <w:r w:rsidRPr="00CF0118">
        <w:rPr>
          <w:spacing w:val="-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финансовой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грамотности.</w:t>
      </w:r>
    </w:p>
    <w:p w:rsidR="00536CD0" w:rsidRPr="00CF0118" w:rsidRDefault="00536CD0" w:rsidP="00CF0118">
      <w:pPr>
        <w:kinsoku w:val="0"/>
        <w:overflowPunct w:val="0"/>
        <w:spacing w:before="18"/>
        <w:rPr>
          <w:rFonts w:ascii="Times New Roman" w:hAnsi="Times New Roman"/>
          <w:sz w:val="24"/>
          <w:szCs w:val="24"/>
        </w:rPr>
      </w:pPr>
    </w:p>
    <w:p w:rsidR="00536CD0" w:rsidRPr="00CF0118" w:rsidRDefault="00536CD0" w:rsidP="00CF0118">
      <w:pPr>
        <w:pStyle w:val="Heading3"/>
        <w:kinsoku w:val="0"/>
        <w:overflowPunct w:val="0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CF0118">
        <w:rPr>
          <w:rFonts w:ascii="Times New Roman" w:hAnsi="Times New Roman"/>
          <w:color w:val="auto"/>
          <w:spacing w:val="-1"/>
          <w:sz w:val="24"/>
          <w:szCs w:val="24"/>
        </w:rPr>
        <w:t>МЕТАПРЕДМЕТНЫЕ</w:t>
      </w:r>
      <w:r w:rsidRPr="00CF0118">
        <w:rPr>
          <w:rFonts w:ascii="Times New Roman" w:hAnsi="Times New Roman"/>
          <w:color w:val="auto"/>
          <w:spacing w:val="-4"/>
          <w:sz w:val="24"/>
          <w:szCs w:val="24"/>
        </w:rPr>
        <w:t xml:space="preserve"> </w:t>
      </w:r>
      <w:r w:rsidRPr="00CF0118">
        <w:rPr>
          <w:rFonts w:ascii="Times New Roman" w:hAnsi="Times New Roman"/>
          <w:color w:val="auto"/>
          <w:spacing w:val="-1"/>
          <w:sz w:val="24"/>
          <w:szCs w:val="24"/>
        </w:rPr>
        <w:t>РЕЗУЛЬТАТЫ</w:t>
      </w:r>
    </w:p>
    <w:p w:rsidR="00536CD0" w:rsidRPr="00CF0118" w:rsidRDefault="00536CD0" w:rsidP="00CF0118">
      <w:pPr>
        <w:pStyle w:val="Heading4"/>
        <w:kinsoku w:val="0"/>
        <w:overflowPunct w:val="0"/>
        <w:spacing w:before="0"/>
        <w:ind w:left="541"/>
        <w:rPr>
          <w:rFonts w:ascii="Times New Roman" w:hAnsi="Times New Roman"/>
          <w:b w:val="0"/>
          <w:bCs w:val="0"/>
          <w:i w:val="0"/>
          <w:iCs w:val="0"/>
          <w:color w:val="auto"/>
          <w:sz w:val="24"/>
          <w:szCs w:val="24"/>
          <w:lang w:val="ru-RU"/>
        </w:rPr>
      </w:pPr>
      <w:r w:rsidRPr="00CF0118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Овладение</w:t>
      </w:r>
      <w:r w:rsidRPr="00CF0118">
        <w:rPr>
          <w:rFonts w:ascii="Times New Roman" w:hAnsi="Times New Roman"/>
          <w:color w:val="auto"/>
          <w:spacing w:val="-2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универсальными</w:t>
      </w:r>
      <w:r w:rsidRPr="00CF0118">
        <w:rPr>
          <w:rFonts w:ascii="Times New Roman" w:hAnsi="Times New Roman"/>
          <w:color w:val="auto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учебными</w:t>
      </w:r>
      <w:r w:rsidRPr="00CF0118">
        <w:rPr>
          <w:rFonts w:ascii="Times New Roman" w:hAnsi="Times New Roman"/>
          <w:color w:val="auto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познавательными</w:t>
      </w:r>
      <w:r w:rsidRPr="00CF0118">
        <w:rPr>
          <w:rFonts w:ascii="Times New Roman" w:hAnsi="Times New Roman"/>
          <w:color w:val="auto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действиями:</w:t>
      </w:r>
    </w:p>
    <w:p w:rsidR="00536CD0" w:rsidRPr="00CF0118" w:rsidRDefault="00536CD0" w:rsidP="00CF0118">
      <w:pPr>
        <w:pStyle w:val="BodyText"/>
        <w:numPr>
          <w:ilvl w:val="0"/>
          <w:numId w:val="9"/>
        </w:numPr>
        <w:tabs>
          <w:tab w:val="left" w:pos="835"/>
        </w:tabs>
        <w:kinsoku w:val="0"/>
        <w:overflowPunct w:val="0"/>
        <w:spacing w:line="276" w:lineRule="auto"/>
        <w:ind w:left="834" w:hanging="293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устанавливать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причинно-следственные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связи</w:t>
      </w:r>
      <w:r w:rsidRPr="00CF0118">
        <w:rPr>
          <w:sz w:val="24"/>
          <w:szCs w:val="24"/>
        </w:rPr>
        <w:t xml:space="preserve"> в</w:t>
      </w:r>
      <w:r w:rsidRPr="00CF0118">
        <w:rPr>
          <w:spacing w:val="-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ходе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усвоения математического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материала;</w:t>
      </w:r>
    </w:p>
    <w:p w:rsidR="00536CD0" w:rsidRPr="00CF0118" w:rsidRDefault="00536CD0" w:rsidP="00CF0118">
      <w:pPr>
        <w:pStyle w:val="BodyText"/>
        <w:numPr>
          <w:ilvl w:val="0"/>
          <w:numId w:val="9"/>
        </w:numPr>
        <w:tabs>
          <w:tab w:val="left" w:pos="835"/>
        </w:tabs>
        <w:kinsoku w:val="0"/>
        <w:overflowPunct w:val="0"/>
        <w:spacing w:line="276" w:lineRule="auto"/>
        <w:ind w:left="834" w:hanging="293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выявлять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дефицит данных,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необходимых</w:t>
      </w:r>
      <w:r w:rsidRPr="00CF0118">
        <w:rPr>
          <w:spacing w:val="-2"/>
          <w:sz w:val="24"/>
          <w:szCs w:val="24"/>
        </w:rPr>
        <w:t xml:space="preserve"> </w:t>
      </w:r>
      <w:r w:rsidRPr="00CF0118">
        <w:rPr>
          <w:sz w:val="24"/>
          <w:szCs w:val="24"/>
        </w:rPr>
        <w:t xml:space="preserve">для </w:t>
      </w:r>
      <w:r w:rsidRPr="00CF0118">
        <w:rPr>
          <w:spacing w:val="-1"/>
          <w:sz w:val="24"/>
          <w:szCs w:val="24"/>
        </w:rPr>
        <w:t>решения поставленной задачи;</w:t>
      </w:r>
    </w:p>
    <w:p w:rsidR="00536CD0" w:rsidRPr="00CF0118" w:rsidRDefault="00536CD0" w:rsidP="00CF0118">
      <w:pPr>
        <w:pStyle w:val="BodyText"/>
        <w:numPr>
          <w:ilvl w:val="0"/>
          <w:numId w:val="9"/>
        </w:numPr>
        <w:tabs>
          <w:tab w:val="left" w:pos="835"/>
        </w:tabs>
        <w:kinsoku w:val="0"/>
        <w:overflowPunct w:val="0"/>
        <w:spacing w:before="1" w:line="276" w:lineRule="auto"/>
        <w:ind w:left="834" w:right="120" w:hanging="293"/>
        <w:rPr>
          <w:spacing w:val="-1"/>
          <w:sz w:val="24"/>
          <w:szCs w:val="24"/>
        </w:rPr>
      </w:pPr>
      <w:r w:rsidRPr="00CF0118">
        <w:rPr>
          <w:sz w:val="24"/>
          <w:szCs w:val="24"/>
        </w:rPr>
        <w:t>с</w:t>
      </w:r>
      <w:r w:rsidRPr="00CF0118">
        <w:rPr>
          <w:spacing w:val="1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помощью</w:t>
      </w:r>
      <w:r w:rsidRPr="00CF0118">
        <w:rPr>
          <w:spacing w:val="1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учителя</w:t>
      </w:r>
      <w:r w:rsidRPr="00CF0118">
        <w:rPr>
          <w:spacing w:val="1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выбирать</w:t>
      </w:r>
      <w:r w:rsidRPr="00CF0118">
        <w:rPr>
          <w:spacing w:val="13"/>
          <w:sz w:val="24"/>
          <w:szCs w:val="24"/>
        </w:rPr>
        <w:t xml:space="preserve"> </w:t>
      </w:r>
      <w:r w:rsidRPr="00CF0118">
        <w:rPr>
          <w:sz w:val="24"/>
          <w:szCs w:val="24"/>
        </w:rPr>
        <w:t>способ</w:t>
      </w:r>
      <w:r w:rsidRPr="00CF0118">
        <w:rPr>
          <w:spacing w:val="1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решения</w:t>
      </w:r>
      <w:r w:rsidRPr="00CF0118">
        <w:rPr>
          <w:spacing w:val="1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математической</w:t>
      </w:r>
      <w:r w:rsidRPr="00CF0118">
        <w:rPr>
          <w:spacing w:val="1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задачи</w:t>
      </w:r>
      <w:r w:rsidRPr="00CF0118">
        <w:rPr>
          <w:spacing w:val="1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(сравнивать</w:t>
      </w:r>
      <w:r w:rsidRPr="00CF0118">
        <w:rPr>
          <w:spacing w:val="1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возможные</w:t>
      </w:r>
      <w:r w:rsidRPr="00CF0118">
        <w:rPr>
          <w:spacing w:val="14"/>
          <w:sz w:val="24"/>
          <w:szCs w:val="24"/>
        </w:rPr>
        <w:t xml:space="preserve"> </w:t>
      </w:r>
      <w:r w:rsidRPr="00CF0118">
        <w:rPr>
          <w:sz w:val="24"/>
          <w:szCs w:val="24"/>
        </w:rPr>
        <w:t>вари-</w:t>
      </w:r>
      <w:r w:rsidRPr="00CF0118">
        <w:rPr>
          <w:spacing w:val="78"/>
          <w:sz w:val="24"/>
          <w:szCs w:val="24"/>
        </w:rPr>
        <w:t xml:space="preserve"> </w:t>
      </w:r>
      <w:r w:rsidRPr="00CF0118">
        <w:rPr>
          <w:sz w:val="24"/>
          <w:szCs w:val="24"/>
        </w:rPr>
        <w:t xml:space="preserve">анты </w:t>
      </w:r>
      <w:r w:rsidRPr="00CF0118">
        <w:rPr>
          <w:spacing w:val="-1"/>
          <w:sz w:val="24"/>
          <w:szCs w:val="24"/>
        </w:rPr>
        <w:t>решения);</w:t>
      </w:r>
    </w:p>
    <w:p w:rsidR="00536CD0" w:rsidRPr="00CF0118" w:rsidRDefault="00536CD0" w:rsidP="00CF0118">
      <w:pPr>
        <w:pStyle w:val="BodyText"/>
        <w:numPr>
          <w:ilvl w:val="0"/>
          <w:numId w:val="8"/>
        </w:numPr>
        <w:tabs>
          <w:tab w:val="left" w:pos="395"/>
        </w:tabs>
        <w:kinsoku w:val="0"/>
        <w:overflowPunct w:val="0"/>
        <w:spacing w:before="48" w:line="276" w:lineRule="auto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применять</w:t>
      </w:r>
      <w:r w:rsidRPr="00CF0118">
        <w:rPr>
          <w:sz w:val="24"/>
          <w:szCs w:val="24"/>
        </w:rPr>
        <w:t xml:space="preserve"> и</w:t>
      </w:r>
      <w:r w:rsidRPr="00CF0118">
        <w:rPr>
          <w:spacing w:val="-1"/>
          <w:sz w:val="24"/>
          <w:szCs w:val="24"/>
        </w:rPr>
        <w:t xml:space="preserve"> преобразовывать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знаки</w:t>
      </w:r>
      <w:r w:rsidRPr="00CF0118">
        <w:rPr>
          <w:sz w:val="24"/>
          <w:szCs w:val="24"/>
        </w:rPr>
        <w:t xml:space="preserve"> и </w:t>
      </w:r>
      <w:r w:rsidRPr="00CF0118">
        <w:rPr>
          <w:spacing w:val="-1"/>
          <w:sz w:val="24"/>
          <w:szCs w:val="24"/>
        </w:rPr>
        <w:t>символы</w:t>
      </w:r>
      <w:r w:rsidRPr="00CF0118">
        <w:rPr>
          <w:sz w:val="24"/>
          <w:szCs w:val="24"/>
        </w:rPr>
        <w:t xml:space="preserve"> в </w:t>
      </w:r>
      <w:r w:rsidRPr="00CF0118">
        <w:rPr>
          <w:spacing w:val="-1"/>
          <w:sz w:val="24"/>
          <w:szCs w:val="24"/>
        </w:rPr>
        <w:t>ходе</w:t>
      </w:r>
      <w:r w:rsidRPr="00CF0118">
        <w:rPr>
          <w:spacing w:val="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решения математических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задач;</w:t>
      </w:r>
    </w:p>
    <w:p w:rsidR="00536CD0" w:rsidRPr="00CF0118" w:rsidRDefault="00536CD0" w:rsidP="00CF0118">
      <w:pPr>
        <w:pStyle w:val="BodyText"/>
        <w:numPr>
          <w:ilvl w:val="0"/>
          <w:numId w:val="8"/>
        </w:numPr>
        <w:tabs>
          <w:tab w:val="left" w:pos="395"/>
        </w:tabs>
        <w:kinsoku w:val="0"/>
        <w:overflowPunct w:val="0"/>
        <w:spacing w:before="1" w:line="276" w:lineRule="auto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устанавливать</w:t>
      </w:r>
      <w:r w:rsidRPr="00CF0118">
        <w:rPr>
          <w:sz w:val="24"/>
          <w:szCs w:val="24"/>
        </w:rPr>
        <w:t xml:space="preserve"> искомое</w:t>
      </w:r>
      <w:r w:rsidRPr="00CF0118">
        <w:rPr>
          <w:spacing w:val="-2"/>
          <w:sz w:val="24"/>
          <w:szCs w:val="24"/>
        </w:rPr>
        <w:t xml:space="preserve"> </w:t>
      </w:r>
      <w:r w:rsidRPr="00CF0118">
        <w:rPr>
          <w:sz w:val="24"/>
          <w:szCs w:val="24"/>
        </w:rPr>
        <w:t>и</w:t>
      </w:r>
      <w:r w:rsidRPr="00CF0118">
        <w:rPr>
          <w:spacing w:val="-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данное</w:t>
      </w:r>
      <w:r w:rsidRPr="00CF0118">
        <w:rPr>
          <w:sz w:val="24"/>
          <w:szCs w:val="24"/>
        </w:rPr>
        <w:t xml:space="preserve"> при</w:t>
      </w:r>
      <w:r w:rsidRPr="00CF0118">
        <w:rPr>
          <w:spacing w:val="-1"/>
          <w:sz w:val="24"/>
          <w:szCs w:val="24"/>
        </w:rPr>
        <w:t xml:space="preserve"> решении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математической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задачи;</w:t>
      </w:r>
    </w:p>
    <w:p w:rsidR="00536CD0" w:rsidRPr="00CF0118" w:rsidRDefault="00536CD0" w:rsidP="00CF0118">
      <w:pPr>
        <w:pStyle w:val="BodyText"/>
        <w:numPr>
          <w:ilvl w:val="0"/>
          <w:numId w:val="8"/>
        </w:numPr>
        <w:tabs>
          <w:tab w:val="left" w:pos="395"/>
        </w:tabs>
        <w:kinsoku w:val="0"/>
        <w:overflowPunct w:val="0"/>
        <w:spacing w:line="276" w:lineRule="auto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понимать</w:t>
      </w:r>
      <w:r w:rsidRPr="00CF0118">
        <w:rPr>
          <w:sz w:val="24"/>
          <w:szCs w:val="24"/>
        </w:rPr>
        <w:t xml:space="preserve"> и </w:t>
      </w:r>
      <w:r w:rsidRPr="00CF0118">
        <w:rPr>
          <w:spacing w:val="-1"/>
          <w:sz w:val="24"/>
          <w:szCs w:val="24"/>
        </w:rPr>
        <w:t>интерпретировать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информацию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различных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 xml:space="preserve">видов </w:t>
      </w:r>
      <w:r w:rsidRPr="00CF0118">
        <w:rPr>
          <w:sz w:val="24"/>
          <w:szCs w:val="24"/>
        </w:rPr>
        <w:t xml:space="preserve">и </w:t>
      </w:r>
      <w:r w:rsidRPr="00CF0118">
        <w:rPr>
          <w:spacing w:val="-1"/>
          <w:sz w:val="24"/>
          <w:szCs w:val="24"/>
        </w:rPr>
        <w:t>форм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представления;</w:t>
      </w:r>
    </w:p>
    <w:p w:rsidR="00536CD0" w:rsidRPr="00CF0118" w:rsidRDefault="00536CD0" w:rsidP="00CF0118">
      <w:pPr>
        <w:pStyle w:val="BodyText"/>
        <w:numPr>
          <w:ilvl w:val="0"/>
          <w:numId w:val="8"/>
        </w:numPr>
        <w:tabs>
          <w:tab w:val="left" w:pos="395"/>
        </w:tabs>
        <w:kinsoku w:val="0"/>
        <w:overflowPunct w:val="0"/>
        <w:spacing w:before="1" w:line="276" w:lineRule="auto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иллюстрировать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решаемые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задачи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графическими</w:t>
      </w:r>
      <w:r w:rsidRPr="00CF0118">
        <w:rPr>
          <w:spacing w:val="-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схемами;</w:t>
      </w:r>
    </w:p>
    <w:p w:rsidR="00536CD0" w:rsidRPr="00CF0118" w:rsidRDefault="00536CD0" w:rsidP="00CF0118">
      <w:pPr>
        <w:pStyle w:val="BodyText"/>
        <w:numPr>
          <w:ilvl w:val="0"/>
          <w:numId w:val="8"/>
        </w:numPr>
        <w:tabs>
          <w:tab w:val="left" w:pos="395"/>
        </w:tabs>
        <w:kinsoku w:val="0"/>
        <w:overflowPunct w:val="0"/>
        <w:spacing w:line="276" w:lineRule="auto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эффективно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запоминать</w:t>
      </w:r>
      <w:r w:rsidRPr="00CF0118">
        <w:rPr>
          <w:sz w:val="24"/>
          <w:szCs w:val="24"/>
        </w:rPr>
        <w:t xml:space="preserve"> и</w:t>
      </w:r>
      <w:r w:rsidRPr="00CF0118">
        <w:rPr>
          <w:spacing w:val="-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систематизировать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информацию.</w:t>
      </w:r>
    </w:p>
    <w:p w:rsidR="00536CD0" w:rsidRPr="00CF0118" w:rsidRDefault="00536CD0" w:rsidP="00CF0118">
      <w:pPr>
        <w:pStyle w:val="BodyText"/>
        <w:numPr>
          <w:ilvl w:val="0"/>
          <w:numId w:val="8"/>
        </w:numPr>
        <w:tabs>
          <w:tab w:val="left" w:pos="395"/>
        </w:tabs>
        <w:kinsoku w:val="0"/>
        <w:overflowPunct w:val="0"/>
        <w:spacing w:before="1" w:line="276" w:lineRule="auto"/>
        <w:ind w:right="124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понимать</w:t>
      </w:r>
      <w:r w:rsidRPr="00CF0118">
        <w:rPr>
          <w:spacing w:val="14"/>
          <w:sz w:val="24"/>
          <w:szCs w:val="24"/>
        </w:rPr>
        <w:t xml:space="preserve"> </w:t>
      </w:r>
      <w:r w:rsidRPr="00CF0118">
        <w:rPr>
          <w:sz w:val="24"/>
          <w:szCs w:val="24"/>
        </w:rPr>
        <w:t>и</w:t>
      </w:r>
      <w:r w:rsidRPr="00CF0118">
        <w:rPr>
          <w:spacing w:val="1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использовать</w:t>
      </w:r>
      <w:r w:rsidRPr="00CF0118">
        <w:rPr>
          <w:spacing w:val="1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математические</w:t>
      </w:r>
      <w:r w:rsidRPr="00CF0118">
        <w:rPr>
          <w:spacing w:val="1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средства</w:t>
      </w:r>
      <w:r w:rsidRPr="00CF0118">
        <w:rPr>
          <w:spacing w:val="1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наглядности</w:t>
      </w:r>
      <w:r w:rsidRPr="00CF0118">
        <w:rPr>
          <w:spacing w:val="1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(графики,</w:t>
      </w:r>
      <w:r w:rsidRPr="00CF0118">
        <w:rPr>
          <w:spacing w:val="1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диаграммы,</w:t>
      </w:r>
      <w:r w:rsidRPr="00CF0118">
        <w:rPr>
          <w:spacing w:val="1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таблицы,</w:t>
      </w:r>
      <w:r w:rsidRPr="00CF0118">
        <w:rPr>
          <w:spacing w:val="1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схе-</w:t>
      </w:r>
      <w:r w:rsidRPr="00CF0118">
        <w:rPr>
          <w:spacing w:val="94"/>
          <w:sz w:val="24"/>
          <w:szCs w:val="24"/>
        </w:rPr>
        <w:t xml:space="preserve"> </w:t>
      </w:r>
      <w:r w:rsidRPr="00CF0118">
        <w:rPr>
          <w:sz w:val="24"/>
          <w:szCs w:val="24"/>
        </w:rPr>
        <w:t>мы и</w:t>
      </w:r>
      <w:r w:rsidRPr="00CF0118">
        <w:rPr>
          <w:spacing w:val="-1"/>
          <w:sz w:val="24"/>
          <w:szCs w:val="24"/>
        </w:rPr>
        <w:t xml:space="preserve"> др.)</w:t>
      </w:r>
      <w:r w:rsidRPr="00CF0118">
        <w:rPr>
          <w:sz w:val="24"/>
          <w:szCs w:val="24"/>
        </w:rPr>
        <w:t xml:space="preserve"> для </w:t>
      </w:r>
      <w:r w:rsidRPr="00CF0118">
        <w:rPr>
          <w:spacing w:val="-1"/>
          <w:sz w:val="24"/>
          <w:szCs w:val="24"/>
        </w:rPr>
        <w:t>иллюстрации,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интерпретации,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аргументации.</w:t>
      </w:r>
    </w:p>
    <w:p w:rsidR="00536CD0" w:rsidRPr="00CF0118" w:rsidRDefault="00536CD0" w:rsidP="00CF0118">
      <w:pPr>
        <w:pStyle w:val="Heading4"/>
        <w:kinsoku w:val="0"/>
        <w:overflowPunct w:val="0"/>
        <w:spacing w:before="4"/>
        <w:rPr>
          <w:rFonts w:ascii="Times New Roman" w:hAnsi="Times New Roman"/>
          <w:b w:val="0"/>
          <w:bCs w:val="0"/>
          <w:i w:val="0"/>
          <w:iCs w:val="0"/>
          <w:color w:val="auto"/>
          <w:sz w:val="24"/>
          <w:szCs w:val="24"/>
          <w:lang w:val="ru-RU"/>
        </w:rPr>
      </w:pPr>
      <w:r w:rsidRPr="00CF0118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Овладение</w:t>
      </w:r>
      <w:r w:rsidRPr="00CF0118">
        <w:rPr>
          <w:rFonts w:ascii="Times New Roman" w:hAnsi="Times New Roman"/>
          <w:color w:val="auto"/>
          <w:spacing w:val="-2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универсальными</w:t>
      </w:r>
      <w:r w:rsidRPr="00CF0118">
        <w:rPr>
          <w:rFonts w:ascii="Times New Roman" w:hAnsi="Times New Roman"/>
          <w:color w:val="auto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учебными</w:t>
      </w:r>
      <w:r w:rsidRPr="00CF0118">
        <w:rPr>
          <w:rFonts w:ascii="Times New Roman" w:hAnsi="Times New Roman"/>
          <w:color w:val="auto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коммуникативными</w:t>
      </w:r>
      <w:r w:rsidRPr="00CF0118">
        <w:rPr>
          <w:rFonts w:ascii="Times New Roman" w:hAnsi="Times New Roman"/>
          <w:color w:val="auto"/>
          <w:spacing w:val="-3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действиями:</w:t>
      </w:r>
    </w:p>
    <w:p w:rsidR="00536CD0" w:rsidRPr="00CF0118" w:rsidRDefault="00536CD0" w:rsidP="00CF0118">
      <w:pPr>
        <w:pStyle w:val="BodyText"/>
        <w:numPr>
          <w:ilvl w:val="0"/>
          <w:numId w:val="8"/>
        </w:numPr>
        <w:tabs>
          <w:tab w:val="left" w:pos="395"/>
        </w:tabs>
        <w:kinsoku w:val="0"/>
        <w:overflowPunct w:val="0"/>
        <w:spacing w:line="276" w:lineRule="auto"/>
        <w:ind w:right="125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организовывать</w:t>
      </w:r>
      <w:r w:rsidRPr="00CF0118">
        <w:rPr>
          <w:spacing w:val="36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учебное</w:t>
      </w:r>
      <w:r w:rsidRPr="00CF0118">
        <w:rPr>
          <w:spacing w:val="30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сотрудничество</w:t>
      </w:r>
      <w:r w:rsidRPr="00CF0118">
        <w:rPr>
          <w:spacing w:val="35"/>
          <w:sz w:val="24"/>
          <w:szCs w:val="24"/>
        </w:rPr>
        <w:t xml:space="preserve"> </w:t>
      </w:r>
      <w:r w:rsidRPr="00CF0118">
        <w:rPr>
          <w:sz w:val="24"/>
          <w:szCs w:val="24"/>
        </w:rPr>
        <w:t>и</w:t>
      </w:r>
      <w:r w:rsidRPr="00CF0118">
        <w:rPr>
          <w:spacing w:val="3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совместную</w:t>
      </w:r>
      <w:r w:rsidRPr="00CF0118">
        <w:rPr>
          <w:spacing w:val="36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деятельность</w:t>
      </w:r>
      <w:r w:rsidRPr="00CF0118">
        <w:rPr>
          <w:spacing w:val="33"/>
          <w:sz w:val="24"/>
          <w:szCs w:val="24"/>
        </w:rPr>
        <w:t xml:space="preserve"> </w:t>
      </w:r>
      <w:r w:rsidRPr="00CF0118">
        <w:rPr>
          <w:sz w:val="24"/>
          <w:szCs w:val="24"/>
        </w:rPr>
        <w:t>с</w:t>
      </w:r>
      <w:r w:rsidRPr="00CF0118">
        <w:rPr>
          <w:spacing w:val="36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учителем</w:t>
      </w:r>
      <w:r w:rsidRPr="00CF0118">
        <w:rPr>
          <w:spacing w:val="35"/>
          <w:sz w:val="24"/>
          <w:szCs w:val="24"/>
        </w:rPr>
        <w:t xml:space="preserve"> </w:t>
      </w:r>
      <w:r w:rsidRPr="00CF0118">
        <w:rPr>
          <w:sz w:val="24"/>
          <w:szCs w:val="24"/>
        </w:rPr>
        <w:t>и</w:t>
      </w:r>
      <w:r w:rsidRPr="00CF0118">
        <w:rPr>
          <w:spacing w:val="3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сверстниками</w:t>
      </w:r>
      <w:r w:rsidRPr="00CF0118">
        <w:rPr>
          <w:spacing w:val="32"/>
          <w:sz w:val="24"/>
          <w:szCs w:val="24"/>
        </w:rPr>
        <w:t xml:space="preserve"> </w:t>
      </w:r>
      <w:r w:rsidRPr="00CF0118">
        <w:rPr>
          <w:sz w:val="24"/>
          <w:szCs w:val="24"/>
        </w:rPr>
        <w:t>в</w:t>
      </w:r>
      <w:r w:rsidRPr="00CF0118">
        <w:rPr>
          <w:spacing w:val="8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процессе</w:t>
      </w:r>
      <w:r w:rsidRPr="00CF0118">
        <w:rPr>
          <w:spacing w:val="-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решения задач;</w:t>
      </w:r>
    </w:p>
    <w:p w:rsidR="00536CD0" w:rsidRPr="00CF0118" w:rsidRDefault="00536CD0" w:rsidP="00CF0118">
      <w:pPr>
        <w:pStyle w:val="BodyText"/>
        <w:numPr>
          <w:ilvl w:val="0"/>
          <w:numId w:val="8"/>
        </w:numPr>
        <w:tabs>
          <w:tab w:val="left" w:pos="395"/>
        </w:tabs>
        <w:kinsoku w:val="0"/>
        <w:overflowPunct w:val="0"/>
        <w:spacing w:before="1" w:line="276" w:lineRule="auto"/>
        <w:ind w:right="124"/>
        <w:jc w:val="both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взаимодействовать</w:t>
      </w:r>
      <w:r w:rsidRPr="00CF0118">
        <w:rPr>
          <w:spacing w:val="4"/>
          <w:sz w:val="24"/>
          <w:szCs w:val="24"/>
        </w:rPr>
        <w:t xml:space="preserve"> </w:t>
      </w:r>
      <w:r w:rsidRPr="00CF0118">
        <w:rPr>
          <w:sz w:val="24"/>
          <w:szCs w:val="24"/>
        </w:rPr>
        <w:t>и</w:t>
      </w:r>
      <w:r w:rsidRPr="00CF0118">
        <w:rPr>
          <w:spacing w:val="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находить</w:t>
      </w:r>
      <w:r w:rsidRPr="00CF0118">
        <w:rPr>
          <w:spacing w:val="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общие</w:t>
      </w:r>
      <w:r w:rsidRPr="00CF0118">
        <w:rPr>
          <w:spacing w:val="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способы</w:t>
      </w:r>
      <w:r w:rsidRPr="00CF0118">
        <w:rPr>
          <w:spacing w:val="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работы;</w:t>
      </w:r>
      <w:r w:rsidRPr="00CF0118">
        <w:rPr>
          <w:spacing w:val="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работать</w:t>
      </w:r>
      <w:r w:rsidRPr="00CF0118">
        <w:rPr>
          <w:spacing w:val="4"/>
          <w:sz w:val="24"/>
          <w:szCs w:val="24"/>
        </w:rPr>
        <w:t xml:space="preserve"> </w:t>
      </w:r>
      <w:r w:rsidRPr="00CF0118">
        <w:rPr>
          <w:sz w:val="24"/>
          <w:szCs w:val="24"/>
        </w:rPr>
        <w:t>в</w:t>
      </w:r>
      <w:r w:rsidRPr="00CF0118">
        <w:rPr>
          <w:spacing w:val="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группе:</w:t>
      </w:r>
      <w:r w:rsidRPr="00CF0118">
        <w:rPr>
          <w:spacing w:val="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находить</w:t>
      </w:r>
      <w:r w:rsidRPr="00CF0118">
        <w:rPr>
          <w:spacing w:val="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общее</w:t>
      </w:r>
      <w:r w:rsidRPr="00CF0118">
        <w:rPr>
          <w:spacing w:val="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решение</w:t>
      </w:r>
      <w:r w:rsidRPr="00CF0118">
        <w:rPr>
          <w:spacing w:val="5"/>
          <w:sz w:val="24"/>
          <w:szCs w:val="24"/>
        </w:rPr>
        <w:t xml:space="preserve"> </w:t>
      </w:r>
      <w:r w:rsidRPr="00CF0118">
        <w:rPr>
          <w:sz w:val="24"/>
          <w:szCs w:val="24"/>
        </w:rPr>
        <w:t>и</w:t>
      </w:r>
      <w:r w:rsidRPr="00CF0118">
        <w:rPr>
          <w:spacing w:val="8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разрешать</w:t>
      </w:r>
      <w:r w:rsidRPr="00CF0118">
        <w:rPr>
          <w:spacing w:val="9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конфликты</w:t>
      </w:r>
      <w:r w:rsidRPr="00CF0118">
        <w:rPr>
          <w:spacing w:val="9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на</w:t>
      </w:r>
      <w:r w:rsidRPr="00CF0118">
        <w:rPr>
          <w:spacing w:val="7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основе</w:t>
      </w:r>
      <w:r w:rsidRPr="00CF0118">
        <w:rPr>
          <w:spacing w:val="9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согласования</w:t>
      </w:r>
      <w:r w:rsidRPr="00CF0118">
        <w:rPr>
          <w:spacing w:val="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позиций</w:t>
      </w:r>
      <w:r w:rsidRPr="00CF0118">
        <w:rPr>
          <w:spacing w:val="9"/>
          <w:sz w:val="24"/>
          <w:szCs w:val="24"/>
        </w:rPr>
        <w:t xml:space="preserve"> </w:t>
      </w:r>
      <w:r w:rsidRPr="00CF0118">
        <w:rPr>
          <w:sz w:val="24"/>
          <w:szCs w:val="24"/>
        </w:rPr>
        <w:t>и</w:t>
      </w:r>
      <w:r w:rsidRPr="00CF0118">
        <w:rPr>
          <w:spacing w:val="9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учѐта</w:t>
      </w:r>
      <w:r w:rsidRPr="00CF0118">
        <w:rPr>
          <w:spacing w:val="9"/>
          <w:sz w:val="24"/>
          <w:szCs w:val="24"/>
        </w:rPr>
        <w:t xml:space="preserve"> </w:t>
      </w:r>
      <w:r w:rsidRPr="00CF0118">
        <w:rPr>
          <w:sz w:val="24"/>
          <w:szCs w:val="24"/>
        </w:rPr>
        <w:t>интересов;</w:t>
      </w:r>
      <w:r w:rsidRPr="00CF0118">
        <w:rPr>
          <w:spacing w:val="7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слушать</w:t>
      </w:r>
      <w:r w:rsidRPr="00CF0118">
        <w:rPr>
          <w:spacing w:val="9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партнѐра;</w:t>
      </w:r>
      <w:r w:rsidRPr="00CF0118">
        <w:rPr>
          <w:spacing w:val="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форму-</w:t>
      </w:r>
      <w:r w:rsidRPr="00CF0118">
        <w:rPr>
          <w:spacing w:val="60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лировать,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аргументировать</w:t>
      </w:r>
      <w:r w:rsidRPr="00CF0118">
        <w:rPr>
          <w:sz w:val="24"/>
          <w:szCs w:val="24"/>
        </w:rPr>
        <w:t xml:space="preserve"> и </w:t>
      </w:r>
      <w:r w:rsidRPr="00CF0118">
        <w:rPr>
          <w:spacing w:val="-1"/>
          <w:sz w:val="24"/>
          <w:szCs w:val="24"/>
        </w:rPr>
        <w:t>отстаивать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своѐ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мнение;</w:t>
      </w:r>
    </w:p>
    <w:p w:rsidR="00536CD0" w:rsidRPr="00CF0118" w:rsidRDefault="00536CD0" w:rsidP="00CF0118">
      <w:pPr>
        <w:pStyle w:val="BodyText"/>
        <w:numPr>
          <w:ilvl w:val="0"/>
          <w:numId w:val="8"/>
        </w:numPr>
        <w:tabs>
          <w:tab w:val="left" w:pos="395"/>
        </w:tabs>
        <w:kinsoku w:val="0"/>
        <w:overflowPunct w:val="0"/>
        <w:spacing w:before="1" w:line="276" w:lineRule="auto"/>
        <w:ind w:right="119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прогнозировать</w:t>
      </w:r>
      <w:r w:rsidRPr="00CF0118">
        <w:rPr>
          <w:spacing w:val="1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возникновение</w:t>
      </w:r>
      <w:r w:rsidRPr="00CF0118">
        <w:rPr>
          <w:spacing w:val="1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конфликтов</w:t>
      </w:r>
      <w:r w:rsidRPr="00CF0118">
        <w:rPr>
          <w:spacing w:val="13"/>
          <w:sz w:val="24"/>
          <w:szCs w:val="24"/>
        </w:rPr>
        <w:t xml:space="preserve"> </w:t>
      </w:r>
      <w:r w:rsidRPr="00CF0118">
        <w:rPr>
          <w:sz w:val="24"/>
          <w:szCs w:val="24"/>
        </w:rPr>
        <w:t>при</w:t>
      </w:r>
      <w:r w:rsidRPr="00CF0118">
        <w:rPr>
          <w:spacing w:val="1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наличии</w:t>
      </w:r>
      <w:r w:rsidRPr="00CF0118">
        <w:rPr>
          <w:spacing w:val="1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разных</w:t>
      </w:r>
      <w:r w:rsidRPr="00CF0118">
        <w:rPr>
          <w:spacing w:val="1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точек</w:t>
      </w:r>
      <w:r w:rsidRPr="00CF0118">
        <w:rPr>
          <w:spacing w:val="15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зрения</w:t>
      </w:r>
      <w:r w:rsidRPr="00CF0118">
        <w:rPr>
          <w:spacing w:val="13"/>
          <w:sz w:val="24"/>
          <w:szCs w:val="24"/>
        </w:rPr>
        <w:t xml:space="preserve"> </w:t>
      </w:r>
      <w:r w:rsidRPr="00CF0118">
        <w:rPr>
          <w:sz w:val="24"/>
          <w:szCs w:val="24"/>
        </w:rPr>
        <w:t>и</w:t>
      </w:r>
      <w:r w:rsidRPr="00CF0118">
        <w:rPr>
          <w:spacing w:val="13"/>
          <w:sz w:val="24"/>
          <w:szCs w:val="24"/>
        </w:rPr>
        <w:t xml:space="preserve"> </w:t>
      </w:r>
      <w:r w:rsidRPr="00CF0118">
        <w:rPr>
          <w:sz w:val="24"/>
          <w:szCs w:val="24"/>
        </w:rPr>
        <w:t>разрешать</w:t>
      </w:r>
      <w:r w:rsidRPr="00CF0118">
        <w:rPr>
          <w:spacing w:val="11"/>
          <w:sz w:val="24"/>
          <w:szCs w:val="24"/>
        </w:rPr>
        <w:t xml:space="preserve"> </w:t>
      </w:r>
      <w:r w:rsidRPr="00CF0118">
        <w:rPr>
          <w:sz w:val="24"/>
          <w:szCs w:val="24"/>
        </w:rPr>
        <w:t>конфлик-</w:t>
      </w:r>
      <w:r w:rsidRPr="00CF0118">
        <w:rPr>
          <w:spacing w:val="79"/>
          <w:sz w:val="24"/>
          <w:szCs w:val="24"/>
        </w:rPr>
        <w:t xml:space="preserve"> </w:t>
      </w:r>
      <w:r w:rsidRPr="00CF0118">
        <w:rPr>
          <w:sz w:val="24"/>
          <w:szCs w:val="24"/>
        </w:rPr>
        <w:t xml:space="preserve">ты на </w:t>
      </w:r>
      <w:r w:rsidRPr="00CF0118">
        <w:rPr>
          <w:spacing w:val="-1"/>
          <w:sz w:val="24"/>
          <w:szCs w:val="24"/>
        </w:rPr>
        <w:t>основе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учѐта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 xml:space="preserve">интересов </w:t>
      </w:r>
      <w:r w:rsidRPr="00CF0118">
        <w:rPr>
          <w:sz w:val="24"/>
          <w:szCs w:val="24"/>
        </w:rPr>
        <w:t xml:space="preserve">и </w:t>
      </w:r>
      <w:r w:rsidRPr="00CF0118">
        <w:rPr>
          <w:spacing w:val="-1"/>
          <w:sz w:val="24"/>
          <w:szCs w:val="24"/>
        </w:rPr>
        <w:t>позиций всех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участников;</w:t>
      </w:r>
    </w:p>
    <w:p w:rsidR="00536CD0" w:rsidRPr="00CF0118" w:rsidRDefault="00536CD0" w:rsidP="00CF0118">
      <w:pPr>
        <w:pStyle w:val="BodyText"/>
        <w:numPr>
          <w:ilvl w:val="0"/>
          <w:numId w:val="8"/>
        </w:numPr>
        <w:tabs>
          <w:tab w:val="left" w:pos="395"/>
        </w:tabs>
        <w:kinsoku w:val="0"/>
        <w:overflowPunct w:val="0"/>
        <w:spacing w:before="1" w:line="276" w:lineRule="auto"/>
        <w:ind w:right="125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аргументировать</w:t>
      </w:r>
      <w:r w:rsidRPr="00CF0118">
        <w:rPr>
          <w:spacing w:val="24"/>
          <w:sz w:val="24"/>
          <w:szCs w:val="24"/>
        </w:rPr>
        <w:t xml:space="preserve"> </w:t>
      </w:r>
      <w:r w:rsidRPr="00CF0118">
        <w:rPr>
          <w:sz w:val="24"/>
          <w:szCs w:val="24"/>
        </w:rPr>
        <w:t>свою</w:t>
      </w:r>
      <w:r w:rsidRPr="00CF0118">
        <w:rPr>
          <w:spacing w:val="2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позицию</w:t>
      </w:r>
      <w:r w:rsidRPr="00CF0118">
        <w:rPr>
          <w:spacing w:val="24"/>
          <w:sz w:val="24"/>
          <w:szCs w:val="24"/>
        </w:rPr>
        <w:t xml:space="preserve"> </w:t>
      </w:r>
      <w:r w:rsidRPr="00CF0118">
        <w:rPr>
          <w:sz w:val="24"/>
          <w:szCs w:val="24"/>
        </w:rPr>
        <w:t>и</w:t>
      </w:r>
      <w:r w:rsidRPr="00CF0118">
        <w:rPr>
          <w:spacing w:val="2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координировать</w:t>
      </w:r>
      <w:r w:rsidRPr="00CF0118">
        <w:rPr>
          <w:spacing w:val="24"/>
          <w:sz w:val="24"/>
          <w:szCs w:val="24"/>
        </w:rPr>
        <w:t xml:space="preserve"> </w:t>
      </w:r>
      <w:r w:rsidRPr="00CF0118">
        <w:rPr>
          <w:sz w:val="24"/>
          <w:szCs w:val="24"/>
        </w:rPr>
        <w:t>еѐ</w:t>
      </w:r>
      <w:r w:rsidRPr="00CF0118">
        <w:rPr>
          <w:spacing w:val="24"/>
          <w:sz w:val="24"/>
          <w:szCs w:val="24"/>
        </w:rPr>
        <w:t xml:space="preserve"> </w:t>
      </w:r>
      <w:r w:rsidRPr="00CF0118">
        <w:rPr>
          <w:sz w:val="24"/>
          <w:szCs w:val="24"/>
        </w:rPr>
        <w:t>с</w:t>
      </w:r>
      <w:r w:rsidRPr="00CF0118">
        <w:rPr>
          <w:spacing w:val="2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позициями</w:t>
      </w:r>
      <w:r w:rsidRPr="00CF0118">
        <w:rPr>
          <w:spacing w:val="22"/>
          <w:sz w:val="24"/>
          <w:szCs w:val="24"/>
        </w:rPr>
        <w:t xml:space="preserve"> </w:t>
      </w:r>
      <w:r w:rsidRPr="00CF0118">
        <w:rPr>
          <w:sz w:val="24"/>
          <w:szCs w:val="24"/>
        </w:rPr>
        <w:t>партнѐров</w:t>
      </w:r>
      <w:r w:rsidRPr="00CF0118">
        <w:rPr>
          <w:spacing w:val="22"/>
          <w:sz w:val="24"/>
          <w:szCs w:val="24"/>
        </w:rPr>
        <w:t xml:space="preserve"> </w:t>
      </w:r>
      <w:r w:rsidRPr="00CF0118">
        <w:rPr>
          <w:sz w:val="24"/>
          <w:szCs w:val="24"/>
        </w:rPr>
        <w:t>в</w:t>
      </w:r>
      <w:r w:rsidRPr="00CF0118">
        <w:rPr>
          <w:spacing w:val="2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сотрудничестве</w:t>
      </w:r>
      <w:r w:rsidRPr="00CF0118">
        <w:rPr>
          <w:spacing w:val="24"/>
          <w:sz w:val="24"/>
          <w:szCs w:val="24"/>
        </w:rPr>
        <w:t xml:space="preserve"> </w:t>
      </w:r>
      <w:r w:rsidRPr="00CF0118">
        <w:rPr>
          <w:sz w:val="24"/>
          <w:szCs w:val="24"/>
        </w:rPr>
        <w:t>при</w:t>
      </w:r>
      <w:r w:rsidRPr="00CF0118">
        <w:rPr>
          <w:spacing w:val="59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выработке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общего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решения</w:t>
      </w:r>
      <w:r w:rsidRPr="00CF0118">
        <w:rPr>
          <w:spacing w:val="-2"/>
          <w:sz w:val="24"/>
          <w:szCs w:val="24"/>
        </w:rPr>
        <w:t xml:space="preserve"> </w:t>
      </w:r>
      <w:r w:rsidRPr="00CF0118">
        <w:rPr>
          <w:sz w:val="24"/>
          <w:szCs w:val="24"/>
        </w:rPr>
        <w:t>в</w:t>
      </w:r>
      <w:r w:rsidRPr="00CF0118">
        <w:rPr>
          <w:spacing w:val="-1"/>
          <w:sz w:val="24"/>
          <w:szCs w:val="24"/>
        </w:rPr>
        <w:t xml:space="preserve"> совместной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деятельности;</w:t>
      </w:r>
    </w:p>
    <w:p w:rsidR="00536CD0" w:rsidRPr="00CF0118" w:rsidRDefault="00536CD0" w:rsidP="00CF0118">
      <w:pPr>
        <w:pStyle w:val="BodyText"/>
        <w:numPr>
          <w:ilvl w:val="0"/>
          <w:numId w:val="8"/>
        </w:numPr>
        <w:tabs>
          <w:tab w:val="left" w:pos="395"/>
        </w:tabs>
        <w:kinsoku w:val="0"/>
        <w:overflowPunct w:val="0"/>
        <w:spacing w:line="276" w:lineRule="auto"/>
        <w:ind w:right="127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выполнять</w:t>
      </w:r>
      <w:r w:rsidRPr="00CF0118">
        <w:rPr>
          <w:spacing w:val="1"/>
          <w:sz w:val="24"/>
          <w:szCs w:val="24"/>
        </w:rPr>
        <w:t xml:space="preserve"> </w:t>
      </w:r>
      <w:r w:rsidRPr="00CF0118">
        <w:rPr>
          <w:sz w:val="24"/>
          <w:szCs w:val="24"/>
        </w:rPr>
        <w:t>свою</w:t>
      </w:r>
      <w:r w:rsidRPr="00CF0118">
        <w:rPr>
          <w:spacing w:val="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часть</w:t>
      </w:r>
      <w:r w:rsidRPr="00CF0118">
        <w:rPr>
          <w:spacing w:val="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работы,</w:t>
      </w:r>
      <w:r w:rsidRPr="00CF0118">
        <w:rPr>
          <w:spacing w:val="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достигать</w:t>
      </w:r>
      <w:r w:rsidRPr="00CF0118">
        <w:rPr>
          <w:spacing w:val="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качественного</w:t>
      </w:r>
      <w:r w:rsidRPr="00CF0118">
        <w:rPr>
          <w:spacing w:val="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результата</w:t>
      </w:r>
      <w:r w:rsidRPr="00CF0118">
        <w:rPr>
          <w:spacing w:val="2"/>
          <w:sz w:val="24"/>
          <w:szCs w:val="24"/>
        </w:rPr>
        <w:t xml:space="preserve"> </w:t>
      </w:r>
      <w:r w:rsidRPr="00CF0118">
        <w:rPr>
          <w:sz w:val="24"/>
          <w:szCs w:val="24"/>
        </w:rPr>
        <w:t>и</w:t>
      </w:r>
      <w:r w:rsidRPr="00CF0118">
        <w:rPr>
          <w:spacing w:val="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координировать</w:t>
      </w:r>
      <w:r w:rsidRPr="00CF0118">
        <w:rPr>
          <w:spacing w:val="2"/>
          <w:sz w:val="24"/>
          <w:szCs w:val="24"/>
        </w:rPr>
        <w:t xml:space="preserve"> </w:t>
      </w:r>
      <w:r w:rsidRPr="00CF0118">
        <w:rPr>
          <w:sz w:val="24"/>
          <w:szCs w:val="24"/>
        </w:rPr>
        <w:t>свои</w:t>
      </w:r>
      <w:r w:rsidRPr="00CF0118">
        <w:rPr>
          <w:spacing w:val="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действия</w:t>
      </w:r>
      <w:r w:rsidRPr="00CF0118">
        <w:rPr>
          <w:spacing w:val="-2"/>
          <w:sz w:val="24"/>
          <w:szCs w:val="24"/>
        </w:rPr>
        <w:t xml:space="preserve"> </w:t>
      </w:r>
      <w:r w:rsidRPr="00CF0118">
        <w:rPr>
          <w:sz w:val="24"/>
          <w:szCs w:val="24"/>
        </w:rPr>
        <w:t>с</w:t>
      </w:r>
      <w:r w:rsidRPr="00CF0118">
        <w:rPr>
          <w:spacing w:val="79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другими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членами команды;</w:t>
      </w:r>
    </w:p>
    <w:p w:rsidR="00536CD0" w:rsidRPr="00CF0118" w:rsidRDefault="00536CD0" w:rsidP="00CF0118">
      <w:pPr>
        <w:pStyle w:val="BodyText"/>
        <w:numPr>
          <w:ilvl w:val="0"/>
          <w:numId w:val="8"/>
        </w:numPr>
        <w:tabs>
          <w:tab w:val="left" w:pos="395"/>
        </w:tabs>
        <w:kinsoku w:val="0"/>
        <w:overflowPunct w:val="0"/>
        <w:spacing w:line="276" w:lineRule="auto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оценивать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качество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своего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вклада</w:t>
      </w:r>
      <w:r w:rsidRPr="00CF0118">
        <w:rPr>
          <w:sz w:val="24"/>
          <w:szCs w:val="24"/>
        </w:rPr>
        <w:t xml:space="preserve"> в общий</w:t>
      </w:r>
      <w:r w:rsidRPr="00CF0118">
        <w:rPr>
          <w:spacing w:val="-1"/>
          <w:sz w:val="24"/>
          <w:szCs w:val="24"/>
        </w:rPr>
        <w:t xml:space="preserve"> продукт.</w:t>
      </w:r>
    </w:p>
    <w:p w:rsidR="00536CD0" w:rsidRPr="00CF0118" w:rsidRDefault="00536CD0" w:rsidP="00CF0118">
      <w:pPr>
        <w:pStyle w:val="Heading4"/>
        <w:kinsoku w:val="0"/>
        <w:overflowPunct w:val="0"/>
        <w:rPr>
          <w:rFonts w:ascii="Times New Roman" w:hAnsi="Times New Roman"/>
          <w:b w:val="0"/>
          <w:bCs w:val="0"/>
          <w:i w:val="0"/>
          <w:iCs w:val="0"/>
          <w:color w:val="auto"/>
          <w:sz w:val="24"/>
          <w:szCs w:val="24"/>
          <w:lang w:val="ru-RU"/>
        </w:rPr>
      </w:pPr>
      <w:r w:rsidRPr="00CF0118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Овладение</w:t>
      </w:r>
      <w:r w:rsidRPr="00CF0118">
        <w:rPr>
          <w:rFonts w:ascii="Times New Roman" w:hAnsi="Times New Roman"/>
          <w:color w:val="auto"/>
          <w:spacing w:val="-2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универсальными</w:t>
      </w:r>
      <w:r w:rsidRPr="00CF0118">
        <w:rPr>
          <w:rFonts w:ascii="Times New Roman" w:hAnsi="Times New Roman"/>
          <w:color w:val="auto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учебными</w:t>
      </w:r>
      <w:r w:rsidRPr="00CF0118">
        <w:rPr>
          <w:rFonts w:ascii="Times New Roman" w:hAnsi="Times New Roman"/>
          <w:color w:val="auto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регулятивными</w:t>
      </w:r>
      <w:r w:rsidRPr="00CF0118">
        <w:rPr>
          <w:rFonts w:ascii="Times New Roman" w:hAnsi="Times New Roman"/>
          <w:color w:val="auto"/>
          <w:sz w:val="24"/>
          <w:szCs w:val="24"/>
          <w:lang w:val="ru-RU"/>
        </w:rPr>
        <w:t xml:space="preserve"> </w:t>
      </w:r>
      <w:r w:rsidRPr="00CF0118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действиями:</w:t>
      </w:r>
    </w:p>
    <w:p w:rsidR="00536CD0" w:rsidRPr="00CF0118" w:rsidRDefault="00536CD0" w:rsidP="00CF0118">
      <w:pPr>
        <w:pStyle w:val="BodyText"/>
        <w:numPr>
          <w:ilvl w:val="0"/>
          <w:numId w:val="8"/>
        </w:numPr>
        <w:tabs>
          <w:tab w:val="left" w:pos="395"/>
        </w:tabs>
        <w:kinsoku w:val="0"/>
        <w:overflowPunct w:val="0"/>
        <w:spacing w:line="276" w:lineRule="auto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ставить</w:t>
      </w:r>
      <w:r w:rsidRPr="00CF0118">
        <w:rPr>
          <w:sz w:val="24"/>
          <w:szCs w:val="24"/>
        </w:rPr>
        <w:t xml:space="preserve"> цели, </w:t>
      </w:r>
      <w:r w:rsidRPr="00CF0118">
        <w:rPr>
          <w:spacing w:val="-1"/>
          <w:sz w:val="24"/>
          <w:szCs w:val="24"/>
        </w:rPr>
        <w:t>выбирать</w:t>
      </w:r>
      <w:r w:rsidRPr="00CF0118">
        <w:rPr>
          <w:sz w:val="24"/>
          <w:szCs w:val="24"/>
        </w:rPr>
        <w:t xml:space="preserve"> и</w:t>
      </w:r>
      <w:r w:rsidRPr="00CF0118">
        <w:rPr>
          <w:spacing w:val="-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создавать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алгоритмы</w:t>
      </w:r>
      <w:r w:rsidRPr="00CF0118">
        <w:rPr>
          <w:sz w:val="24"/>
          <w:szCs w:val="24"/>
        </w:rPr>
        <w:t xml:space="preserve"> для</w:t>
      </w:r>
      <w:r w:rsidRPr="00CF0118">
        <w:rPr>
          <w:spacing w:val="-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решения учебных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математических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проблем;</w:t>
      </w:r>
    </w:p>
    <w:p w:rsidR="00536CD0" w:rsidRPr="00CF0118" w:rsidRDefault="00536CD0" w:rsidP="00CF0118">
      <w:pPr>
        <w:pStyle w:val="BodyText"/>
        <w:numPr>
          <w:ilvl w:val="0"/>
          <w:numId w:val="8"/>
        </w:numPr>
        <w:tabs>
          <w:tab w:val="left" w:pos="395"/>
        </w:tabs>
        <w:kinsoku w:val="0"/>
        <w:overflowPunct w:val="0"/>
        <w:spacing w:line="276" w:lineRule="auto"/>
        <w:ind w:right="119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планировать</w:t>
      </w:r>
      <w:r w:rsidRPr="00CF0118">
        <w:rPr>
          <w:spacing w:val="24"/>
          <w:sz w:val="24"/>
          <w:szCs w:val="24"/>
        </w:rPr>
        <w:t xml:space="preserve"> </w:t>
      </w:r>
      <w:r w:rsidRPr="00CF0118">
        <w:rPr>
          <w:sz w:val="24"/>
          <w:szCs w:val="24"/>
        </w:rPr>
        <w:t>и</w:t>
      </w:r>
      <w:r w:rsidRPr="00CF0118">
        <w:rPr>
          <w:spacing w:val="2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осуществлять</w:t>
      </w:r>
      <w:r w:rsidRPr="00CF0118">
        <w:rPr>
          <w:spacing w:val="2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деятельность,</w:t>
      </w:r>
      <w:r w:rsidRPr="00CF0118">
        <w:rPr>
          <w:spacing w:val="2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направленную</w:t>
      </w:r>
      <w:r w:rsidRPr="00CF0118">
        <w:rPr>
          <w:spacing w:val="24"/>
          <w:sz w:val="24"/>
          <w:szCs w:val="24"/>
        </w:rPr>
        <w:t xml:space="preserve"> </w:t>
      </w:r>
      <w:r w:rsidRPr="00CF0118">
        <w:rPr>
          <w:sz w:val="24"/>
          <w:szCs w:val="24"/>
        </w:rPr>
        <w:t>на</w:t>
      </w:r>
      <w:r w:rsidRPr="00CF0118">
        <w:rPr>
          <w:spacing w:val="2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решение</w:t>
      </w:r>
      <w:r w:rsidRPr="00CF0118">
        <w:rPr>
          <w:spacing w:val="2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задач</w:t>
      </w:r>
      <w:r w:rsidRPr="00CF0118">
        <w:rPr>
          <w:spacing w:val="27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исследовательского</w:t>
      </w:r>
      <w:r w:rsidRPr="00CF0118">
        <w:rPr>
          <w:spacing w:val="24"/>
          <w:sz w:val="24"/>
          <w:szCs w:val="24"/>
        </w:rPr>
        <w:t xml:space="preserve"> </w:t>
      </w:r>
      <w:r w:rsidRPr="00CF0118">
        <w:rPr>
          <w:sz w:val="24"/>
          <w:szCs w:val="24"/>
        </w:rPr>
        <w:t>ха-</w:t>
      </w:r>
      <w:r w:rsidRPr="00CF0118">
        <w:rPr>
          <w:spacing w:val="8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рактера.</w:t>
      </w:r>
    </w:p>
    <w:p w:rsidR="00536CD0" w:rsidRPr="00CF0118" w:rsidRDefault="00536CD0" w:rsidP="00CF0118">
      <w:pPr>
        <w:pStyle w:val="BodyText"/>
        <w:numPr>
          <w:ilvl w:val="0"/>
          <w:numId w:val="8"/>
        </w:numPr>
        <w:tabs>
          <w:tab w:val="left" w:pos="395"/>
        </w:tabs>
        <w:kinsoku w:val="0"/>
        <w:overflowPunct w:val="0"/>
        <w:spacing w:line="276" w:lineRule="auto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формулировать</w:t>
      </w:r>
      <w:r w:rsidRPr="00CF0118">
        <w:rPr>
          <w:sz w:val="24"/>
          <w:szCs w:val="24"/>
        </w:rPr>
        <w:t xml:space="preserve"> и </w:t>
      </w:r>
      <w:r w:rsidRPr="00CF0118">
        <w:rPr>
          <w:spacing w:val="-1"/>
          <w:sz w:val="24"/>
          <w:szCs w:val="24"/>
        </w:rPr>
        <w:t>удерживать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учебную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задачу,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составлять</w:t>
      </w:r>
      <w:r w:rsidRPr="00CF0118">
        <w:rPr>
          <w:sz w:val="24"/>
          <w:szCs w:val="24"/>
        </w:rPr>
        <w:t xml:space="preserve"> план и</w:t>
      </w:r>
      <w:r w:rsidRPr="00CF0118">
        <w:rPr>
          <w:spacing w:val="-1"/>
          <w:sz w:val="24"/>
          <w:szCs w:val="24"/>
        </w:rPr>
        <w:t xml:space="preserve"> последовательность</w:t>
      </w:r>
      <w:r w:rsidRPr="00CF0118">
        <w:rPr>
          <w:spacing w:val="-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действий;</w:t>
      </w:r>
    </w:p>
    <w:p w:rsidR="00536CD0" w:rsidRPr="00CF0118" w:rsidRDefault="00536CD0" w:rsidP="00CF0118">
      <w:pPr>
        <w:pStyle w:val="BodyText"/>
        <w:numPr>
          <w:ilvl w:val="0"/>
          <w:numId w:val="8"/>
        </w:numPr>
        <w:tabs>
          <w:tab w:val="left" w:pos="395"/>
        </w:tabs>
        <w:kinsoku w:val="0"/>
        <w:overflowPunct w:val="0"/>
        <w:spacing w:before="1" w:line="276" w:lineRule="auto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осуществлять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контроль</w:t>
      </w:r>
      <w:r w:rsidRPr="00CF0118">
        <w:rPr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по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образцу</w:t>
      </w:r>
      <w:r w:rsidRPr="00CF0118">
        <w:rPr>
          <w:spacing w:val="-3"/>
          <w:sz w:val="24"/>
          <w:szCs w:val="24"/>
        </w:rPr>
        <w:t xml:space="preserve"> </w:t>
      </w:r>
      <w:r w:rsidRPr="00CF0118">
        <w:rPr>
          <w:sz w:val="24"/>
          <w:szCs w:val="24"/>
        </w:rPr>
        <w:t xml:space="preserve">и </w:t>
      </w:r>
      <w:r w:rsidRPr="00CF0118">
        <w:rPr>
          <w:spacing w:val="-1"/>
          <w:sz w:val="24"/>
          <w:szCs w:val="24"/>
        </w:rPr>
        <w:t>вносить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необходимые</w:t>
      </w:r>
      <w:r w:rsidRPr="00CF0118">
        <w:rPr>
          <w:spacing w:val="-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коррективы;</w:t>
      </w:r>
    </w:p>
    <w:p w:rsidR="00536CD0" w:rsidRPr="00CF0118" w:rsidRDefault="00536CD0" w:rsidP="00CF0118">
      <w:pPr>
        <w:pStyle w:val="BodyText"/>
        <w:numPr>
          <w:ilvl w:val="0"/>
          <w:numId w:val="8"/>
        </w:numPr>
        <w:tabs>
          <w:tab w:val="left" w:pos="395"/>
        </w:tabs>
        <w:kinsoku w:val="0"/>
        <w:overflowPunct w:val="0"/>
        <w:spacing w:line="276" w:lineRule="auto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контролировать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процесс</w:t>
      </w:r>
      <w:r w:rsidRPr="00CF0118">
        <w:rPr>
          <w:spacing w:val="-2"/>
          <w:sz w:val="24"/>
          <w:szCs w:val="24"/>
        </w:rPr>
        <w:t xml:space="preserve"> </w:t>
      </w:r>
      <w:r w:rsidRPr="00CF0118">
        <w:rPr>
          <w:sz w:val="24"/>
          <w:szCs w:val="24"/>
        </w:rPr>
        <w:t xml:space="preserve">и </w:t>
      </w:r>
      <w:r w:rsidRPr="00CF0118">
        <w:rPr>
          <w:spacing w:val="-1"/>
          <w:sz w:val="24"/>
          <w:szCs w:val="24"/>
        </w:rPr>
        <w:t>результат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учебной математической</w:t>
      </w:r>
      <w:r w:rsidRPr="00CF0118">
        <w:rPr>
          <w:spacing w:val="-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деятельности;</w:t>
      </w:r>
    </w:p>
    <w:p w:rsidR="00536CD0" w:rsidRPr="00CF0118" w:rsidRDefault="00536CD0" w:rsidP="00CF0118">
      <w:pPr>
        <w:pStyle w:val="BodyText"/>
        <w:numPr>
          <w:ilvl w:val="0"/>
          <w:numId w:val="8"/>
        </w:numPr>
        <w:tabs>
          <w:tab w:val="left" w:pos="395"/>
        </w:tabs>
        <w:kinsoku w:val="0"/>
        <w:overflowPunct w:val="0"/>
        <w:spacing w:before="1" w:line="276" w:lineRule="auto"/>
        <w:ind w:right="127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адекватно</w:t>
      </w:r>
      <w:r w:rsidRPr="00CF0118">
        <w:rPr>
          <w:spacing w:val="3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оценивать</w:t>
      </w:r>
      <w:r w:rsidRPr="00CF0118">
        <w:rPr>
          <w:spacing w:val="3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правильность</w:t>
      </w:r>
      <w:r w:rsidRPr="00CF0118">
        <w:rPr>
          <w:spacing w:val="35"/>
          <w:sz w:val="24"/>
          <w:szCs w:val="24"/>
        </w:rPr>
        <w:t xml:space="preserve"> </w:t>
      </w:r>
      <w:r w:rsidRPr="00CF0118">
        <w:rPr>
          <w:sz w:val="24"/>
          <w:szCs w:val="24"/>
        </w:rPr>
        <w:t>или</w:t>
      </w:r>
      <w:r w:rsidRPr="00CF0118">
        <w:rPr>
          <w:spacing w:val="3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ошибочность</w:t>
      </w:r>
      <w:r w:rsidRPr="00CF0118">
        <w:rPr>
          <w:spacing w:val="3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выполнения</w:t>
      </w:r>
      <w:r w:rsidRPr="00CF0118">
        <w:rPr>
          <w:spacing w:val="3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учебной</w:t>
      </w:r>
      <w:r w:rsidRPr="00CF0118">
        <w:rPr>
          <w:spacing w:val="3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задачи,</w:t>
      </w:r>
      <w:r w:rsidRPr="00CF0118">
        <w:rPr>
          <w:spacing w:val="33"/>
          <w:sz w:val="24"/>
          <w:szCs w:val="24"/>
        </w:rPr>
        <w:t xml:space="preserve"> </w:t>
      </w:r>
      <w:r w:rsidRPr="00CF0118">
        <w:rPr>
          <w:sz w:val="24"/>
          <w:szCs w:val="24"/>
        </w:rPr>
        <w:t>еѐ</w:t>
      </w:r>
      <w:r w:rsidRPr="00CF0118">
        <w:rPr>
          <w:spacing w:val="3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объективную</w:t>
      </w:r>
      <w:r w:rsidRPr="00CF0118">
        <w:rPr>
          <w:spacing w:val="69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трудность</w:t>
      </w:r>
      <w:r w:rsidRPr="00CF0118">
        <w:rPr>
          <w:sz w:val="24"/>
          <w:szCs w:val="24"/>
        </w:rPr>
        <w:t xml:space="preserve"> и </w:t>
      </w:r>
      <w:r w:rsidRPr="00CF0118">
        <w:rPr>
          <w:spacing w:val="-1"/>
          <w:sz w:val="24"/>
          <w:szCs w:val="24"/>
        </w:rPr>
        <w:t>собственные</w:t>
      </w:r>
      <w:r w:rsidRPr="00CF0118">
        <w:rPr>
          <w:spacing w:val="-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 xml:space="preserve">возможности </w:t>
      </w:r>
      <w:r w:rsidRPr="00CF0118">
        <w:rPr>
          <w:sz w:val="24"/>
          <w:szCs w:val="24"/>
        </w:rPr>
        <w:t>еѐ</w:t>
      </w:r>
      <w:r w:rsidRPr="00CF0118">
        <w:rPr>
          <w:spacing w:val="-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решения;</w:t>
      </w:r>
    </w:p>
    <w:p w:rsidR="00536CD0" w:rsidRPr="00CF0118" w:rsidRDefault="00536CD0" w:rsidP="00CF0118">
      <w:pPr>
        <w:pStyle w:val="BodyText"/>
        <w:numPr>
          <w:ilvl w:val="0"/>
          <w:numId w:val="8"/>
        </w:numPr>
        <w:tabs>
          <w:tab w:val="left" w:pos="395"/>
        </w:tabs>
        <w:kinsoku w:val="0"/>
        <w:overflowPunct w:val="0"/>
        <w:spacing w:line="276" w:lineRule="auto"/>
        <w:ind w:right="125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сличать</w:t>
      </w:r>
      <w:r w:rsidRPr="00CF0118">
        <w:rPr>
          <w:spacing w:val="24"/>
          <w:sz w:val="24"/>
          <w:szCs w:val="24"/>
        </w:rPr>
        <w:t xml:space="preserve"> </w:t>
      </w:r>
      <w:r w:rsidRPr="00CF0118">
        <w:rPr>
          <w:sz w:val="24"/>
          <w:szCs w:val="24"/>
        </w:rPr>
        <w:t>способ</w:t>
      </w:r>
      <w:r w:rsidRPr="00CF0118">
        <w:rPr>
          <w:spacing w:val="2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действия</w:t>
      </w:r>
      <w:r w:rsidRPr="00CF0118">
        <w:rPr>
          <w:spacing w:val="25"/>
          <w:sz w:val="24"/>
          <w:szCs w:val="24"/>
        </w:rPr>
        <w:t xml:space="preserve"> </w:t>
      </w:r>
      <w:r w:rsidRPr="00CF0118">
        <w:rPr>
          <w:sz w:val="24"/>
          <w:szCs w:val="24"/>
        </w:rPr>
        <w:t>и</w:t>
      </w:r>
      <w:r w:rsidRPr="00CF0118">
        <w:rPr>
          <w:spacing w:val="2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его</w:t>
      </w:r>
      <w:r w:rsidRPr="00CF0118">
        <w:rPr>
          <w:spacing w:val="26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результат</w:t>
      </w:r>
      <w:r w:rsidRPr="00CF0118">
        <w:rPr>
          <w:spacing w:val="23"/>
          <w:sz w:val="24"/>
          <w:szCs w:val="24"/>
        </w:rPr>
        <w:t xml:space="preserve"> </w:t>
      </w:r>
      <w:r w:rsidRPr="00CF0118">
        <w:rPr>
          <w:sz w:val="24"/>
          <w:szCs w:val="24"/>
        </w:rPr>
        <w:t>с</w:t>
      </w:r>
      <w:r w:rsidRPr="00CF0118">
        <w:rPr>
          <w:spacing w:val="26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заданным</w:t>
      </w:r>
      <w:r w:rsidRPr="00CF0118">
        <w:rPr>
          <w:spacing w:val="26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эталоном</w:t>
      </w:r>
      <w:r w:rsidRPr="00CF0118">
        <w:rPr>
          <w:spacing w:val="23"/>
          <w:sz w:val="24"/>
          <w:szCs w:val="24"/>
        </w:rPr>
        <w:t xml:space="preserve"> </w:t>
      </w:r>
      <w:r w:rsidRPr="00CF0118">
        <w:rPr>
          <w:sz w:val="24"/>
          <w:szCs w:val="24"/>
        </w:rPr>
        <w:t>с</w:t>
      </w:r>
      <w:r w:rsidRPr="00CF0118">
        <w:rPr>
          <w:spacing w:val="26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целью</w:t>
      </w:r>
      <w:r w:rsidRPr="00CF0118">
        <w:rPr>
          <w:spacing w:val="2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обнаружения</w:t>
      </w:r>
      <w:r w:rsidRPr="00CF0118">
        <w:rPr>
          <w:spacing w:val="2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отклонений</w:t>
      </w:r>
      <w:r w:rsidRPr="00CF0118">
        <w:rPr>
          <w:spacing w:val="22"/>
          <w:sz w:val="24"/>
          <w:szCs w:val="24"/>
        </w:rPr>
        <w:t xml:space="preserve"> </w:t>
      </w:r>
      <w:r w:rsidRPr="00CF0118">
        <w:rPr>
          <w:sz w:val="24"/>
          <w:szCs w:val="24"/>
        </w:rPr>
        <w:t>и</w:t>
      </w:r>
      <w:r w:rsidRPr="00CF0118">
        <w:rPr>
          <w:spacing w:val="77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 xml:space="preserve">отличий </w:t>
      </w:r>
      <w:r w:rsidRPr="00CF0118">
        <w:rPr>
          <w:sz w:val="24"/>
          <w:szCs w:val="24"/>
        </w:rPr>
        <w:t xml:space="preserve">от </w:t>
      </w:r>
      <w:r w:rsidRPr="00CF0118">
        <w:rPr>
          <w:spacing w:val="-1"/>
          <w:sz w:val="24"/>
          <w:szCs w:val="24"/>
        </w:rPr>
        <w:t>эталона.</w:t>
      </w:r>
    </w:p>
    <w:p w:rsidR="00536CD0" w:rsidRPr="00CF0118" w:rsidRDefault="00536CD0" w:rsidP="00CF0118">
      <w:pPr>
        <w:pStyle w:val="BodyText"/>
        <w:numPr>
          <w:ilvl w:val="0"/>
          <w:numId w:val="8"/>
        </w:numPr>
        <w:tabs>
          <w:tab w:val="left" w:pos="395"/>
        </w:tabs>
        <w:kinsoku w:val="0"/>
        <w:overflowPunct w:val="0"/>
        <w:spacing w:line="276" w:lineRule="auto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предвидеть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трудности,</w:t>
      </w:r>
      <w:r w:rsidRPr="00CF0118">
        <w:rPr>
          <w:spacing w:val="-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которые</w:t>
      </w:r>
      <w:r w:rsidRPr="00CF0118">
        <w:rPr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могут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возникнуть</w:t>
      </w:r>
      <w:r w:rsidRPr="00CF0118">
        <w:rPr>
          <w:spacing w:val="1"/>
          <w:sz w:val="24"/>
          <w:szCs w:val="24"/>
        </w:rPr>
        <w:t xml:space="preserve"> </w:t>
      </w:r>
      <w:r w:rsidRPr="00CF0118">
        <w:rPr>
          <w:sz w:val="24"/>
          <w:szCs w:val="24"/>
        </w:rPr>
        <w:t>при</w:t>
      </w:r>
      <w:r w:rsidRPr="00CF0118">
        <w:rPr>
          <w:spacing w:val="-1"/>
          <w:sz w:val="24"/>
          <w:szCs w:val="24"/>
        </w:rPr>
        <w:t xml:space="preserve"> решении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учебной задачи;</w:t>
      </w:r>
    </w:p>
    <w:p w:rsidR="00536CD0" w:rsidRPr="00CF0118" w:rsidRDefault="00536CD0" w:rsidP="00CF0118">
      <w:pPr>
        <w:pStyle w:val="BodyText"/>
        <w:numPr>
          <w:ilvl w:val="0"/>
          <w:numId w:val="8"/>
        </w:numPr>
        <w:tabs>
          <w:tab w:val="left" w:pos="395"/>
        </w:tabs>
        <w:kinsoku w:val="0"/>
        <w:overflowPunct w:val="0"/>
        <w:spacing w:before="1" w:line="276" w:lineRule="auto"/>
        <w:ind w:right="124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понимать</w:t>
      </w:r>
      <w:r w:rsidRPr="00CF0118">
        <w:rPr>
          <w:spacing w:val="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причины,</w:t>
      </w:r>
      <w:r w:rsidRPr="00CF0118">
        <w:rPr>
          <w:spacing w:val="5"/>
          <w:sz w:val="24"/>
          <w:szCs w:val="24"/>
        </w:rPr>
        <w:t xml:space="preserve"> </w:t>
      </w:r>
      <w:r w:rsidRPr="00CF0118">
        <w:rPr>
          <w:sz w:val="24"/>
          <w:szCs w:val="24"/>
        </w:rPr>
        <w:t>по</w:t>
      </w:r>
      <w:r w:rsidRPr="00CF0118">
        <w:rPr>
          <w:spacing w:val="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которым</w:t>
      </w:r>
      <w:r w:rsidRPr="00CF0118">
        <w:rPr>
          <w:spacing w:val="4"/>
          <w:sz w:val="24"/>
          <w:szCs w:val="24"/>
        </w:rPr>
        <w:t xml:space="preserve"> </w:t>
      </w:r>
      <w:r w:rsidRPr="00CF0118">
        <w:rPr>
          <w:sz w:val="24"/>
          <w:szCs w:val="24"/>
        </w:rPr>
        <w:t>не</w:t>
      </w:r>
      <w:r w:rsidRPr="00CF0118">
        <w:rPr>
          <w:spacing w:val="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был</w:t>
      </w:r>
      <w:r w:rsidRPr="00CF0118">
        <w:rPr>
          <w:spacing w:val="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достигнут</w:t>
      </w:r>
      <w:r w:rsidRPr="00CF0118">
        <w:rPr>
          <w:spacing w:val="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требуемый</w:t>
      </w:r>
      <w:r w:rsidRPr="00CF0118">
        <w:rPr>
          <w:spacing w:val="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результат</w:t>
      </w:r>
      <w:r w:rsidRPr="00CF0118">
        <w:rPr>
          <w:spacing w:val="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деятельности,</w:t>
      </w:r>
      <w:r w:rsidRPr="00CF0118">
        <w:rPr>
          <w:spacing w:val="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определять</w:t>
      </w:r>
      <w:r w:rsidRPr="00CF0118">
        <w:rPr>
          <w:spacing w:val="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по-</w:t>
      </w:r>
      <w:r w:rsidRPr="00CF0118">
        <w:rPr>
          <w:spacing w:val="7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зитивные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 xml:space="preserve">изменения </w:t>
      </w:r>
      <w:r w:rsidRPr="00CF0118">
        <w:rPr>
          <w:sz w:val="24"/>
          <w:szCs w:val="24"/>
        </w:rPr>
        <w:t xml:space="preserve">и </w:t>
      </w:r>
      <w:r w:rsidRPr="00CF0118">
        <w:rPr>
          <w:spacing w:val="-1"/>
          <w:sz w:val="24"/>
          <w:szCs w:val="24"/>
        </w:rPr>
        <w:t>направления,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требующие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дальнейшей</w:t>
      </w:r>
      <w:r w:rsidRPr="00CF0118">
        <w:rPr>
          <w:spacing w:val="-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работы;</w:t>
      </w:r>
    </w:p>
    <w:p w:rsidR="00536CD0" w:rsidRPr="00CF0118" w:rsidRDefault="00536CD0" w:rsidP="00CF0118">
      <w:pPr>
        <w:pStyle w:val="BodyText"/>
        <w:numPr>
          <w:ilvl w:val="0"/>
          <w:numId w:val="8"/>
        </w:numPr>
        <w:tabs>
          <w:tab w:val="left" w:pos="395"/>
        </w:tabs>
        <w:kinsoku w:val="0"/>
        <w:overflowPunct w:val="0"/>
        <w:spacing w:line="276" w:lineRule="auto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регулировать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способ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выражения эмоций.</w:t>
      </w:r>
    </w:p>
    <w:p w:rsidR="00536CD0" w:rsidRPr="00CF0118" w:rsidRDefault="00536CD0" w:rsidP="00CF0118">
      <w:pPr>
        <w:kinsoku w:val="0"/>
        <w:overflowPunct w:val="0"/>
        <w:spacing w:before="18"/>
        <w:rPr>
          <w:rFonts w:ascii="Times New Roman" w:hAnsi="Times New Roman"/>
          <w:sz w:val="24"/>
          <w:szCs w:val="24"/>
        </w:rPr>
      </w:pPr>
    </w:p>
    <w:p w:rsidR="00536CD0" w:rsidRPr="00CF0118" w:rsidRDefault="00536CD0" w:rsidP="00CF0118">
      <w:pPr>
        <w:pStyle w:val="Heading3"/>
        <w:kinsoku w:val="0"/>
        <w:overflowPunct w:val="0"/>
        <w:ind w:left="101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CF0118">
        <w:rPr>
          <w:rFonts w:ascii="Times New Roman" w:hAnsi="Times New Roman"/>
          <w:color w:val="auto"/>
          <w:spacing w:val="-1"/>
          <w:sz w:val="24"/>
          <w:szCs w:val="24"/>
        </w:rPr>
        <w:t>ПРЕДМЕТНЫЕ</w:t>
      </w:r>
      <w:r w:rsidRPr="00CF0118">
        <w:rPr>
          <w:rFonts w:ascii="Times New Roman" w:hAnsi="Times New Roman"/>
          <w:color w:val="auto"/>
          <w:spacing w:val="-4"/>
          <w:sz w:val="24"/>
          <w:szCs w:val="24"/>
        </w:rPr>
        <w:t xml:space="preserve"> </w:t>
      </w:r>
      <w:r w:rsidRPr="00CF0118">
        <w:rPr>
          <w:rFonts w:ascii="Times New Roman" w:hAnsi="Times New Roman"/>
          <w:color w:val="auto"/>
          <w:spacing w:val="-2"/>
          <w:sz w:val="24"/>
          <w:szCs w:val="24"/>
        </w:rPr>
        <w:t>РЕЗУЛЬТАТЫ</w:t>
      </w:r>
    </w:p>
    <w:p w:rsidR="00536CD0" w:rsidRPr="00CF0118" w:rsidRDefault="00536CD0" w:rsidP="00CF0118">
      <w:pPr>
        <w:pStyle w:val="BodyText"/>
        <w:kinsoku w:val="0"/>
        <w:overflowPunct w:val="0"/>
        <w:spacing w:line="276" w:lineRule="auto"/>
        <w:ind w:left="101" w:firstLine="0"/>
        <w:rPr>
          <w:spacing w:val="-1"/>
          <w:sz w:val="24"/>
          <w:szCs w:val="24"/>
        </w:rPr>
      </w:pPr>
      <w:r w:rsidRPr="00CF0118">
        <w:rPr>
          <w:sz w:val="24"/>
          <w:szCs w:val="24"/>
        </w:rPr>
        <w:t>К</w:t>
      </w:r>
      <w:r w:rsidRPr="00CF0118">
        <w:rPr>
          <w:spacing w:val="-1"/>
          <w:sz w:val="24"/>
          <w:szCs w:val="24"/>
        </w:rPr>
        <w:t xml:space="preserve"> концу</w:t>
      </w:r>
      <w:r w:rsidRPr="00CF0118">
        <w:rPr>
          <w:spacing w:val="-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 xml:space="preserve">обучения </w:t>
      </w:r>
      <w:r w:rsidRPr="00CF0118">
        <w:rPr>
          <w:b/>
          <w:bCs/>
          <w:sz w:val="24"/>
          <w:szCs w:val="24"/>
        </w:rPr>
        <w:t xml:space="preserve">в 5 </w:t>
      </w:r>
      <w:r w:rsidRPr="00CF0118">
        <w:rPr>
          <w:b/>
          <w:bCs/>
          <w:spacing w:val="-1"/>
          <w:sz w:val="24"/>
          <w:szCs w:val="24"/>
        </w:rPr>
        <w:t>классе</w:t>
      </w:r>
      <w:r w:rsidRPr="00CF0118">
        <w:rPr>
          <w:b/>
          <w:bCs/>
          <w:spacing w:val="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обучающийся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получит следующие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предметные</w:t>
      </w:r>
      <w:r w:rsidRPr="00CF0118">
        <w:rPr>
          <w:spacing w:val="-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результаты:</w:t>
      </w:r>
    </w:p>
    <w:p w:rsidR="00536CD0" w:rsidRPr="00CF0118" w:rsidRDefault="00536CD0" w:rsidP="00CF0118">
      <w:pPr>
        <w:pStyle w:val="Heading4"/>
        <w:kinsoku w:val="0"/>
        <w:overflowPunct w:val="0"/>
        <w:spacing w:before="95"/>
        <w:rPr>
          <w:rFonts w:ascii="Times New Roman" w:hAnsi="Times New Roman"/>
          <w:b w:val="0"/>
          <w:bCs w:val="0"/>
          <w:i w:val="0"/>
          <w:iCs w:val="0"/>
          <w:color w:val="auto"/>
          <w:sz w:val="24"/>
          <w:szCs w:val="24"/>
        </w:rPr>
      </w:pPr>
      <w:r w:rsidRPr="00CF0118">
        <w:rPr>
          <w:rFonts w:ascii="Times New Roman" w:hAnsi="Times New Roman"/>
          <w:color w:val="auto"/>
          <w:sz w:val="24"/>
          <w:szCs w:val="24"/>
        </w:rPr>
        <w:t xml:space="preserve">Числа и </w:t>
      </w:r>
      <w:r w:rsidRPr="00CF0118">
        <w:rPr>
          <w:rFonts w:ascii="Times New Roman" w:hAnsi="Times New Roman"/>
          <w:color w:val="auto"/>
          <w:spacing w:val="-1"/>
          <w:sz w:val="24"/>
          <w:szCs w:val="24"/>
        </w:rPr>
        <w:t>вычисления</w:t>
      </w:r>
    </w:p>
    <w:p w:rsidR="00536CD0" w:rsidRPr="00CF0118" w:rsidRDefault="00536CD0" w:rsidP="00CF0118">
      <w:pPr>
        <w:pStyle w:val="BodyText"/>
        <w:numPr>
          <w:ilvl w:val="0"/>
          <w:numId w:val="8"/>
        </w:numPr>
        <w:tabs>
          <w:tab w:val="left" w:pos="395"/>
        </w:tabs>
        <w:kinsoku w:val="0"/>
        <w:overflowPunct w:val="0"/>
        <w:spacing w:line="276" w:lineRule="auto"/>
        <w:ind w:right="122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Ориентироваться</w:t>
      </w:r>
      <w:r w:rsidRPr="00CF0118">
        <w:rPr>
          <w:spacing w:val="23"/>
          <w:sz w:val="24"/>
          <w:szCs w:val="24"/>
        </w:rPr>
        <w:t xml:space="preserve"> </w:t>
      </w:r>
      <w:r w:rsidRPr="00CF0118">
        <w:rPr>
          <w:sz w:val="24"/>
          <w:szCs w:val="24"/>
        </w:rPr>
        <w:t>в</w:t>
      </w:r>
      <w:r w:rsidRPr="00CF0118">
        <w:rPr>
          <w:spacing w:val="2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понятиях</w:t>
      </w:r>
      <w:r w:rsidRPr="00CF0118">
        <w:rPr>
          <w:spacing w:val="24"/>
          <w:sz w:val="24"/>
          <w:szCs w:val="24"/>
        </w:rPr>
        <w:t xml:space="preserve"> </w:t>
      </w:r>
      <w:r w:rsidRPr="00CF0118">
        <w:rPr>
          <w:sz w:val="24"/>
          <w:szCs w:val="24"/>
        </w:rPr>
        <w:t>и</w:t>
      </w:r>
      <w:r w:rsidRPr="00CF0118">
        <w:rPr>
          <w:spacing w:val="2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оперировать</w:t>
      </w:r>
      <w:r w:rsidRPr="00CF0118">
        <w:rPr>
          <w:spacing w:val="24"/>
          <w:sz w:val="24"/>
          <w:szCs w:val="24"/>
        </w:rPr>
        <w:t xml:space="preserve"> </w:t>
      </w:r>
      <w:r w:rsidRPr="00CF0118">
        <w:rPr>
          <w:sz w:val="24"/>
          <w:szCs w:val="24"/>
        </w:rPr>
        <w:t>на</w:t>
      </w:r>
      <w:r w:rsidRPr="00CF0118">
        <w:rPr>
          <w:spacing w:val="2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базовом</w:t>
      </w:r>
      <w:r w:rsidRPr="00CF0118">
        <w:rPr>
          <w:spacing w:val="2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уровне</w:t>
      </w:r>
      <w:r w:rsidRPr="00CF0118">
        <w:rPr>
          <w:spacing w:val="2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терминами,</w:t>
      </w:r>
      <w:r w:rsidRPr="00CF0118">
        <w:rPr>
          <w:spacing w:val="26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связанными</w:t>
      </w:r>
      <w:r w:rsidRPr="00CF0118">
        <w:rPr>
          <w:spacing w:val="23"/>
          <w:sz w:val="24"/>
          <w:szCs w:val="24"/>
        </w:rPr>
        <w:t xml:space="preserve"> </w:t>
      </w:r>
      <w:r w:rsidRPr="00CF0118">
        <w:rPr>
          <w:sz w:val="24"/>
          <w:szCs w:val="24"/>
        </w:rPr>
        <w:t>с</w:t>
      </w:r>
      <w:r w:rsidRPr="00CF0118">
        <w:rPr>
          <w:spacing w:val="24"/>
          <w:sz w:val="24"/>
          <w:szCs w:val="24"/>
        </w:rPr>
        <w:t xml:space="preserve"> </w:t>
      </w:r>
      <w:r w:rsidRPr="00CF0118">
        <w:rPr>
          <w:sz w:val="24"/>
          <w:szCs w:val="24"/>
        </w:rPr>
        <w:t>натураль-</w:t>
      </w:r>
      <w:r w:rsidRPr="00CF0118">
        <w:rPr>
          <w:spacing w:val="7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ными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числами,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обыкновенными</w:t>
      </w:r>
      <w:r w:rsidRPr="00CF0118">
        <w:rPr>
          <w:sz w:val="24"/>
          <w:szCs w:val="24"/>
        </w:rPr>
        <w:t xml:space="preserve"> и </w:t>
      </w:r>
      <w:r w:rsidRPr="00CF0118">
        <w:rPr>
          <w:spacing w:val="-1"/>
          <w:sz w:val="24"/>
          <w:szCs w:val="24"/>
        </w:rPr>
        <w:t>десятичными</w:t>
      </w:r>
      <w:r w:rsidRPr="00CF0118">
        <w:rPr>
          <w:spacing w:val="-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дробями.</w:t>
      </w:r>
    </w:p>
    <w:p w:rsidR="00536CD0" w:rsidRPr="00CF0118" w:rsidRDefault="00536CD0" w:rsidP="00CF0118">
      <w:pPr>
        <w:pStyle w:val="BodyText"/>
        <w:numPr>
          <w:ilvl w:val="0"/>
          <w:numId w:val="8"/>
        </w:numPr>
        <w:tabs>
          <w:tab w:val="left" w:pos="395"/>
        </w:tabs>
        <w:kinsoku w:val="0"/>
        <w:overflowPunct w:val="0"/>
        <w:spacing w:before="1" w:line="276" w:lineRule="auto"/>
        <w:ind w:right="120"/>
        <w:rPr>
          <w:spacing w:val="-5"/>
          <w:sz w:val="24"/>
          <w:szCs w:val="24"/>
        </w:rPr>
      </w:pPr>
      <w:r w:rsidRPr="00CF0118">
        <w:rPr>
          <w:spacing w:val="-1"/>
          <w:sz w:val="24"/>
          <w:szCs w:val="24"/>
        </w:rPr>
        <w:t>Сравнивать</w:t>
      </w:r>
      <w:r w:rsidRPr="00CF0118">
        <w:rPr>
          <w:spacing w:val="50"/>
          <w:sz w:val="24"/>
          <w:szCs w:val="24"/>
        </w:rPr>
        <w:t xml:space="preserve"> </w:t>
      </w:r>
      <w:r w:rsidRPr="00CF0118">
        <w:rPr>
          <w:sz w:val="24"/>
          <w:szCs w:val="24"/>
        </w:rPr>
        <w:t>и</w:t>
      </w:r>
      <w:r w:rsidRPr="00CF0118">
        <w:rPr>
          <w:spacing w:val="49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упорядочивать</w:t>
      </w:r>
      <w:r w:rsidRPr="00CF0118">
        <w:rPr>
          <w:spacing w:val="50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натуральные</w:t>
      </w:r>
      <w:r w:rsidRPr="00CF0118">
        <w:rPr>
          <w:spacing w:val="50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числа,</w:t>
      </w:r>
      <w:r w:rsidRPr="00CF0118">
        <w:rPr>
          <w:spacing w:val="47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сравнивать</w:t>
      </w:r>
      <w:r w:rsidRPr="00CF0118">
        <w:rPr>
          <w:spacing w:val="54"/>
          <w:sz w:val="24"/>
          <w:szCs w:val="24"/>
        </w:rPr>
        <w:t xml:space="preserve"> </w:t>
      </w:r>
      <w:r w:rsidRPr="00CF0118">
        <w:rPr>
          <w:sz w:val="24"/>
          <w:szCs w:val="24"/>
        </w:rPr>
        <w:t>в</w:t>
      </w:r>
      <w:r w:rsidRPr="00CF0118">
        <w:rPr>
          <w:spacing w:val="39"/>
          <w:sz w:val="24"/>
          <w:szCs w:val="24"/>
        </w:rPr>
        <w:t xml:space="preserve"> </w:t>
      </w:r>
      <w:r w:rsidRPr="00CF0118">
        <w:rPr>
          <w:spacing w:val="-5"/>
          <w:sz w:val="24"/>
          <w:szCs w:val="24"/>
        </w:rPr>
        <w:t>простейших</w:t>
      </w:r>
      <w:r w:rsidRPr="00CF0118">
        <w:rPr>
          <w:spacing w:val="40"/>
          <w:sz w:val="24"/>
          <w:szCs w:val="24"/>
        </w:rPr>
        <w:t xml:space="preserve"> </w:t>
      </w:r>
      <w:r w:rsidRPr="00CF0118">
        <w:rPr>
          <w:spacing w:val="-5"/>
          <w:sz w:val="24"/>
          <w:szCs w:val="24"/>
        </w:rPr>
        <w:t>случаях</w:t>
      </w:r>
      <w:r w:rsidRPr="00CF0118">
        <w:rPr>
          <w:spacing w:val="40"/>
          <w:sz w:val="24"/>
          <w:szCs w:val="24"/>
        </w:rPr>
        <w:t xml:space="preserve"> </w:t>
      </w:r>
      <w:r w:rsidRPr="00CF0118">
        <w:rPr>
          <w:spacing w:val="-5"/>
          <w:sz w:val="24"/>
          <w:szCs w:val="24"/>
        </w:rPr>
        <w:t>обыкновенные</w:t>
      </w:r>
      <w:r w:rsidRPr="00CF0118">
        <w:rPr>
          <w:spacing w:val="83"/>
          <w:sz w:val="24"/>
          <w:szCs w:val="24"/>
        </w:rPr>
        <w:t xml:space="preserve"> </w:t>
      </w:r>
      <w:r w:rsidRPr="00CF0118">
        <w:rPr>
          <w:spacing w:val="-5"/>
          <w:sz w:val="24"/>
          <w:szCs w:val="24"/>
        </w:rPr>
        <w:t>дроби,</w:t>
      </w:r>
      <w:r w:rsidRPr="00CF0118">
        <w:rPr>
          <w:spacing w:val="-10"/>
          <w:sz w:val="24"/>
          <w:szCs w:val="24"/>
        </w:rPr>
        <w:t xml:space="preserve"> </w:t>
      </w:r>
      <w:r w:rsidRPr="00CF0118">
        <w:rPr>
          <w:spacing w:val="-5"/>
          <w:sz w:val="24"/>
          <w:szCs w:val="24"/>
        </w:rPr>
        <w:t>десятичные</w:t>
      </w:r>
      <w:r w:rsidRPr="00CF0118">
        <w:rPr>
          <w:spacing w:val="-7"/>
          <w:sz w:val="24"/>
          <w:szCs w:val="24"/>
        </w:rPr>
        <w:t xml:space="preserve"> </w:t>
      </w:r>
      <w:r w:rsidRPr="00CF0118">
        <w:rPr>
          <w:spacing w:val="-5"/>
          <w:sz w:val="24"/>
          <w:szCs w:val="24"/>
        </w:rPr>
        <w:t>дроби.</w:t>
      </w:r>
    </w:p>
    <w:p w:rsidR="00536CD0" w:rsidRPr="00CF0118" w:rsidRDefault="00536CD0" w:rsidP="00CF0118">
      <w:pPr>
        <w:pStyle w:val="BodyText"/>
        <w:numPr>
          <w:ilvl w:val="0"/>
          <w:numId w:val="8"/>
        </w:numPr>
        <w:tabs>
          <w:tab w:val="left" w:pos="395"/>
        </w:tabs>
        <w:kinsoku w:val="0"/>
        <w:overflowPunct w:val="0"/>
        <w:spacing w:line="276" w:lineRule="auto"/>
        <w:ind w:right="126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Соотносить</w:t>
      </w:r>
      <w:r w:rsidRPr="00CF0118">
        <w:rPr>
          <w:spacing w:val="1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точку</w:t>
      </w:r>
      <w:r w:rsidRPr="00CF0118">
        <w:rPr>
          <w:spacing w:val="16"/>
          <w:sz w:val="24"/>
          <w:szCs w:val="24"/>
        </w:rPr>
        <w:t xml:space="preserve"> </w:t>
      </w:r>
      <w:r w:rsidRPr="00CF0118">
        <w:rPr>
          <w:sz w:val="24"/>
          <w:szCs w:val="24"/>
        </w:rPr>
        <w:t>на</w:t>
      </w:r>
      <w:r w:rsidRPr="00CF0118">
        <w:rPr>
          <w:spacing w:val="1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координатной</w:t>
      </w:r>
      <w:r w:rsidRPr="00CF0118">
        <w:rPr>
          <w:spacing w:val="1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(числовой)</w:t>
      </w:r>
      <w:r w:rsidRPr="00CF0118">
        <w:rPr>
          <w:spacing w:val="19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прямой</w:t>
      </w:r>
      <w:r w:rsidRPr="00CF0118">
        <w:rPr>
          <w:spacing w:val="18"/>
          <w:sz w:val="24"/>
          <w:szCs w:val="24"/>
        </w:rPr>
        <w:t xml:space="preserve"> </w:t>
      </w:r>
      <w:r w:rsidRPr="00CF0118">
        <w:rPr>
          <w:sz w:val="24"/>
          <w:szCs w:val="24"/>
        </w:rPr>
        <w:t>с</w:t>
      </w:r>
      <w:r w:rsidRPr="00CF0118">
        <w:rPr>
          <w:spacing w:val="19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соответствующим</w:t>
      </w:r>
      <w:r w:rsidRPr="00CF0118">
        <w:rPr>
          <w:spacing w:val="18"/>
          <w:sz w:val="24"/>
          <w:szCs w:val="24"/>
        </w:rPr>
        <w:t xml:space="preserve"> </w:t>
      </w:r>
      <w:r w:rsidRPr="00CF0118">
        <w:rPr>
          <w:sz w:val="24"/>
          <w:szCs w:val="24"/>
        </w:rPr>
        <w:t>ей</w:t>
      </w:r>
      <w:r w:rsidRPr="00CF0118">
        <w:rPr>
          <w:spacing w:val="1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числом</w:t>
      </w:r>
      <w:r w:rsidRPr="00CF0118">
        <w:rPr>
          <w:spacing w:val="18"/>
          <w:sz w:val="24"/>
          <w:szCs w:val="24"/>
        </w:rPr>
        <w:t xml:space="preserve"> </w:t>
      </w:r>
      <w:r w:rsidRPr="00CF0118">
        <w:rPr>
          <w:sz w:val="24"/>
          <w:szCs w:val="24"/>
        </w:rPr>
        <w:t>и</w:t>
      </w:r>
      <w:r w:rsidRPr="00CF0118">
        <w:rPr>
          <w:spacing w:val="1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изображать</w:t>
      </w:r>
      <w:r w:rsidRPr="00CF0118">
        <w:rPr>
          <w:spacing w:val="9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натуральные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числа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 xml:space="preserve">точками </w:t>
      </w:r>
      <w:r w:rsidRPr="00CF0118">
        <w:rPr>
          <w:sz w:val="24"/>
          <w:szCs w:val="24"/>
        </w:rPr>
        <w:t xml:space="preserve">на </w:t>
      </w:r>
      <w:r w:rsidRPr="00CF0118">
        <w:rPr>
          <w:spacing w:val="-1"/>
          <w:sz w:val="24"/>
          <w:szCs w:val="24"/>
        </w:rPr>
        <w:t>координатной (числовой)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прямой.</w:t>
      </w:r>
    </w:p>
    <w:p w:rsidR="00536CD0" w:rsidRPr="00CF0118" w:rsidRDefault="00536CD0" w:rsidP="00CF0118">
      <w:pPr>
        <w:pStyle w:val="BodyText"/>
        <w:numPr>
          <w:ilvl w:val="0"/>
          <w:numId w:val="8"/>
        </w:numPr>
        <w:tabs>
          <w:tab w:val="left" w:pos="395"/>
        </w:tabs>
        <w:kinsoku w:val="0"/>
        <w:overflowPunct w:val="0"/>
        <w:spacing w:line="276" w:lineRule="auto"/>
        <w:ind w:right="117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Выполнять</w:t>
      </w:r>
      <w:r w:rsidRPr="00CF0118">
        <w:rPr>
          <w:spacing w:val="3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арифметические</w:t>
      </w:r>
      <w:r w:rsidRPr="00CF0118">
        <w:rPr>
          <w:spacing w:val="3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действия</w:t>
      </w:r>
      <w:r w:rsidRPr="00CF0118">
        <w:rPr>
          <w:spacing w:val="34"/>
          <w:sz w:val="24"/>
          <w:szCs w:val="24"/>
        </w:rPr>
        <w:t xml:space="preserve"> </w:t>
      </w:r>
      <w:r w:rsidRPr="00CF0118">
        <w:rPr>
          <w:sz w:val="24"/>
          <w:szCs w:val="24"/>
        </w:rPr>
        <w:t>с</w:t>
      </w:r>
      <w:r w:rsidRPr="00CF0118">
        <w:rPr>
          <w:spacing w:val="36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натуральными</w:t>
      </w:r>
      <w:r w:rsidRPr="00CF0118">
        <w:rPr>
          <w:spacing w:val="3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числами,</w:t>
      </w:r>
      <w:r w:rsidRPr="00CF0118">
        <w:rPr>
          <w:spacing w:val="35"/>
          <w:sz w:val="24"/>
          <w:szCs w:val="24"/>
        </w:rPr>
        <w:t xml:space="preserve"> </w:t>
      </w:r>
      <w:r w:rsidRPr="00CF0118">
        <w:rPr>
          <w:sz w:val="24"/>
          <w:szCs w:val="24"/>
        </w:rPr>
        <w:t>с</w:t>
      </w:r>
      <w:r w:rsidRPr="00CF0118">
        <w:rPr>
          <w:spacing w:val="36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обыкновенными</w:t>
      </w:r>
      <w:r w:rsidRPr="00CF0118">
        <w:rPr>
          <w:spacing w:val="3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дробями</w:t>
      </w:r>
      <w:r w:rsidRPr="00CF0118">
        <w:rPr>
          <w:spacing w:val="34"/>
          <w:sz w:val="24"/>
          <w:szCs w:val="24"/>
        </w:rPr>
        <w:t xml:space="preserve"> </w:t>
      </w:r>
      <w:r w:rsidRPr="00CF0118">
        <w:rPr>
          <w:sz w:val="24"/>
          <w:szCs w:val="24"/>
        </w:rPr>
        <w:t>в</w:t>
      </w:r>
      <w:r w:rsidRPr="00CF0118">
        <w:rPr>
          <w:spacing w:val="34"/>
          <w:sz w:val="24"/>
          <w:szCs w:val="24"/>
        </w:rPr>
        <w:t xml:space="preserve"> </w:t>
      </w:r>
      <w:r w:rsidRPr="00CF0118">
        <w:rPr>
          <w:spacing w:val="2"/>
          <w:sz w:val="24"/>
          <w:szCs w:val="24"/>
        </w:rPr>
        <w:t>про-</w:t>
      </w:r>
      <w:r w:rsidRPr="00CF0118">
        <w:rPr>
          <w:spacing w:val="93"/>
          <w:sz w:val="24"/>
          <w:szCs w:val="24"/>
        </w:rPr>
        <w:t xml:space="preserve"> </w:t>
      </w:r>
      <w:r w:rsidRPr="00CF0118">
        <w:rPr>
          <w:sz w:val="24"/>
          <w:szCs w:val="24"/>
        </w:rPr>
        <w:t xml:space="preserve">стейших </w:t>
      </w:r>
      <w:r w:rsidRPr="00CF0118">
        <w:rPr>
          <w:spacing w:val="-1"/>
          <w:sz w:val="24"/>
          <w:szCs w:val="24"/>
        </w:rPr>
        <w:t>случаях.</w:t>
      </w:r>
    </w:p>
    <w:p w:rsidR="00536CD0" w:rsidRPr="00CF0118" w:rsidRDefault="00536CD0" w:rsidP="00CF0118">
      <w:pPr>
        <w:pStyle w:val="BodyText"/>
        <w:numPr>
          <w:ilvl w:val="0"/>
          <w:numId w:val="8"/>
        </w:numPr>
        <w:tabs>
          <w:tab w:val="left" w:pos="395"/>
        </w:tabs>
        <w:kinsoku w:val="0"/>
        <w:overflowPunct w:val="0"/>
        <w:spacing w:line="276" w:lineRule="auto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Выполнять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проверку,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прикидку</w:t>
      </w:r>
      <w:r w:rsidRPr="00CF0118">
        <w:rPr>
          <w:spacing w:val="-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результата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вычислений.</w:t>
      </w:r>
    </w:p>
    <w:p w:rsidR="00536CD0" w:rsidRPr="00CF0118" w:rsidRDefault="00536CD0" w:rsidP="00CF0118">
      <w:pPr>
        <w:pStyle w:val="BodyText"/>
        <w:numPr>
          <w:ilvl w:val="0"/>
          <w:numId w:val="8"/>
        </w:numPr>
        <w:tabs>
          <w:tab w:val="left" w:pos="395"/>
        </w:tabs>
        <w:kinsoku w:val="0"/>
        <w:overflowPunct w:val="0"/>
        <w:spacing w:line="276" w:lineRule="auto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Округлять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натуральные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числа.</w:t>
      </w:r>
    </w:p>
    <w:p w:rsidR="00536CD0" w:rsidRPr="00CF0118" w:rsidRDefault="00536CD0" w:rsidP="00CF0118">
      <w:pPr>
        <w:pStyle w:val="Heading4"/>
        <w:kinsoku w:val="0"/>
        <w:overflowPunct w:val="0"/>
        <w:rPr>
          <w:rFonts w:ascii="Times New Roman" w:hAnsi="Times New Roman"/>
          <w:b w:val="0"/>
          <w:bCs w:val="0"/>
          <w:i w:val="0"/>
          <w:iCs w:val="0"/>
          <w:color w:val="auto"/>
          <w:sz w:val="24"/>
          <w:szCs w:val="24"/>
        </w:rPr>
      </w:pPr>
      <w:r w:rsidRPr="00CF0118">
        <w:rPr>
          <w:rFonts w:ascii="Times New Roman" w:hAnsi="Times New Roman"/>
          <w:color w:val="auto"/>
          <w:spacing w:val="-1"/>
          <w:sz w:val="24"/>
          <w:szCs w:val="24"/>
        </w:rPr>
        <w:t>Решение</w:t>
      </w:r>
      <w:r w:rsidRPr="00CF0118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r w:rsidRPr="00CF0118">
        <w:rPr>
          <w:rFonts w:ascii="Times New Roman" w:hAnsi="Times New Roman"/>
          <w:color w:val="auto"/>
          <w:spacing w:val="-1"/>
          <w:sz w:val="24"/>
          <w:szCs w:val="24"/>
        </w:rPr>
        <w:t>текстовых</w:t>
      </w:r>
      <w:r w:rsidRPr="00CF0118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CF0118">
        <w:rPr>
          <w:rFonts w:ascii="Times New Roman" w:hAnsi="Times New Roman"/>
          <w:color w:val="auto"/>
          <w:spacing w:val="-1"/>
          <w:sz w:val="24"/>
          <w:szCs w:val="24"/>
        </w:rPr>
        <w:t>задач</w:t>
      </w:r>
    </w:p>
    <w:p w:rsidR="00536CD0" w:rsidRPr="00CF0118" w:rsidRDefault="00536CD0" w:rsidP="00CF0118">
      <w:pPr>
        <w:pStyle w:val="BodyText"/>
        <w:numPr>
          <w:ilvl w:val="0"/>
          <w:numId w:val="8"/>
        </w:numPr>
        <w:tabs>
          <w:tab w:val="left" w:pos="395"/>
        </w:tabs>
        <w:kinsoku w:val="0"/>
        <w:overflowPunct w:val="0"/>
        <w:spacing w:line="276" w:lineRule="auto"/>
        <w:ind w:right="124"/>
        <w:rPr>
          <w:spacing w:val="-1"/>
          <w:sz w:val="24"/>
          <w:szCs w:val="24"/>
        </w:rPr>
      </w:pPr>
      <w:r w:rsidRPr="00CF0118">
        <w:rPr>
          <w:sz w:val="24"/>
          <w:szCs w:val="24"/>
        </w:rPr>
        <w:t>Решать</w:t>
      </w:r>
      <w:r w:rsidRPr="00CF0118">
        <w:rPr>
          <w:spacing w:val="1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текстовые</w:t>
      </w:r>
      <w:r w:rsidRPr="00CF0118">
        <w:rPr>
          <w:spacing w:val="1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задачи</w:t>
      </w:r>
      <w:r w:rsidRPr="00CF0118">
        <w:rPr>
          <w:spacing w:val="1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арифметическим</w:t>
      </w:r>
      <w:r w:rsidRPr="00CF0118">
        <w:rPr>
          <w:spacing w:val="1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способом</w:t>
      </w:r>
      <w:r w:rsidRPr="00CF0118">
        <w:rPr>
          <w:spacing w:val="13"/>
          <w:sz w:val="24"/>
          <w:szCs w:val="24"/>
        </w:rPr>
        <w:t xml:space="preserve"> </w:t>
      </w:r>
      <w:r w:rsidRPr="00CF0118">
        <w:rPr>
          <w:sz w:val="24"/>
          <w:szCs w:val="24"/>
        </w:rPr>
        <w:t>и</w:t>
      </w:r>
      <w:r w:rsidRPr="00CF0118">
        <w:rPr>
          <w:spacing w:val="13"/>
          <w:sz w:val="24"/>
          <w:szCs w:val="24"/>
        </w:rPr>
        <w:t xml:space="preserve"> </w:t>
      </w:r>
      <w:r w:rsidRPr="00CF0118">
        <w:rPr>
          <w:sz w:val="24"/>
          <w:szCs w:val="24"/>
        </w:rPr>
        <w:t>с</w:t>
      </w:r>
      <w:r w:rsidRPr="00CF0118">
        <w:rPr>
          <w:spacing w:val="1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помощью</w:t>
      </w:r>
      <w:r w:rsidRPr="00CF0118">
        <w:rPr>
          <w:spacing w:val="1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организованного</w:t>
      </w:r>
      <w:r w:rsidRPr="00CF0118">
        <w:rPr>
          <w:spacing w:val="1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конечного</w:t>
      </w:r>
      <w:r w:rsidRPr="00CF0118">
        <w:rPr>
          <w:spacing w:val="1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пере-</w:t>
      </w:r>
      <w:r w:rsidRPr="00CF0118">
        <w:rPr>
          <w:spacing w:val="78"/>
          <w:sz w:val="24"/>
          <w:szCs w:val="24"/>
        </w:rPr>
        <w:t xml:space="preserve"> </w:t>
      </w:r>
      <w:r w:rsidRPr="00CF0118">
        <w:rPr>
          <w:sz w:val="24"/>
          <w:szCs w:val="24"/>
        </w:rPr>
        <w:t xml:space="preserve">бора </w:t>
      </w:r>
      <w:r w:rsidRPr="00CF0118">
        <w:rPr>
          <w:spacing w:val="-1"/>
          <w:sz w:val="24"/>
          <w:szCs w:val="24"/>
        </w:rPr>
        <w:t>всех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возможных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вариантов</w:t>
      </w:r>
      <w:r w:rsidRPr="00CF0118">
        <w:rPr>
          <w:spacing w:val="-2"/>
          <w:sz w:val="24"/>
          <w:szCs w:val="24"/>
        </w:rPr>
        <w:t xml:space="preserve"> </w:t>
      </w:r>
      <w:r w:rsidRPr="00CF0118">
        <w:rPr>
          <w:sz w:val="24"/>
          <w:szCs w:val="24"/>
        </w:rPr>
        <w:t>(при</w:t>
      </w:r>
      <w:r w:rsidRPr="00CF0118">
        <w:rPr>
          <w:spacing w:val="-1"/>
          <w:sz w:val="24"/>
          <w:szCs w:val="24"/>
        </w:rPr>
        <w:t xml:space="preserve"> необходимости </w:t>
      </w:r>
      <w:r w:rsidRPr="00CF0118">
        <w:rPr>
          <w:sz w:val="24"/>
          <w:szCs w:val="24"/>
        </w:rPr>
        <w:t xml:space="preserve">с </w:t>
      </w:r>
      <w:r w:rsidRPr="00CF0118">
        <w:rPr>
          <w:spacing w:val="-1"/>
          <w:sz w:val="24"/>
          <w:szCs w:val="24"/>
        </w:rPr>
        <w:t>направляющей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помощью).</w:t>
      </w:r>
    </w:p>
    <w:p w:rsidR="00536CD0" w:rsidRPr="00CF0118" w:rsidRDefault="00536CD0" w:rsidP="00CF0118">
      <w:pPr>
        <w:pStyle w:val="BodyText"/>
        <w:numPr>
          <w:ilvl w:val="0"/>
          <w:numId w:val="8"/>
        </w:numPr>
        <w:tabs>
          <w:tab w:val="left" w:pos="395"/>
        </w:tabs>
        <w:kinsoku w:val="0"/>
        <w:overflowPunct w:val="0"/>
        <w:spacing w:before="1" w:line="276" w:lineRule="auto"/>
        <w:ind w:right="126"/>
        <w:rPr>
          <w:spacing w:val="-1"/>
          <w:sz w:val="24"/>
          <w:szCs w:val="24"/>
        </w:rPr>
      </w:pPr>
      <w:r w:rsidRPr="00CF0118">
        <w:rPr>
          <w:sz w:val="24"/>
          <w:szCs w:val="24"/>
        </w:rPr>
        <w:t>Решать</w:t>
      </w:r>
      <w:r w:rsidRPr="00CF0118">
        <w:rPr>
          <w:spacing w:val="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задачи,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содержащие</w:t>
      </w:r>
      <w:r w:rsidRPr="00CF0118">
        <w:rPr>
          <w:spacing w:val="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зависимости,</w:t>
      </w:r>
      <w:r w:rsidRPr="00CF0118">
        <w:rPr>
          <w:spacing w:val="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связывающие</w:t>
      </w:r>
      <w:r w:rsidRPr="00CF0118">
        <w:rPr>
          <w:spacing w:val="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величины:</w:t>
      </w:r>
      <w:r w:rsidRPr="00CF0118">
        <w:rPr>
          <w:spacing w:val="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скорость,</w:t>
      </w:r>
      <w:r w:rsidRPr="00CF0118">
        <w:rPr>
          <w:spacing w:val="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время,</w:t>
      </w:r>
      <w:r w:rsidRPr="00CF0118">
        <w:rPr>
          <w:spacing w:val="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расстояние;</w:t>
      </w:r>
      <w:r w:rsidRPr="00CF0118">
        <w:rPr>
          <w:spacing w:val="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цена,</w:t>
      </w:r>
      <w:r w:rsidRPr="00CF0118">
        <w:rPr>
          <w:spacing w:val="6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количество,</w:t>
      </w:r>
      <w:r w:rsidRPr="00CF0118">
        <w:rPr>
          <w:spacing w:val="-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стоимость</w:t>
      </w:r>
      <w:r w:rsidRPr="00CF0118">
        <w:rPr>
          <w:spacing w:val="-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(при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необходимости</w:t>
      </w:r>
      <w:r w:rsidRPr="00CF0118">
        <w:rPr>
          <w:sz w:val="24"/>
          <w:szCs w:val="24"/>
        </w:rPr>
        <w:t xml:space="preserve"> с </w:t>
      </w:r>
      <w:r w:rsidRPr="00CF0118">
        <w:rPr>
          <w:spacing w:val="-1"/>
          <w:sz w:val="24"/>
          <w:szCs w:val="24"/>
        </w:rPr>
        <w:t>использованием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справочной информации).</w:t>
      </w:r>
    </w:p>
    <w:p w:rsidR="00536CD0" w:rsidRPr="00CF0118" w:rsidRDefault="00536CD0" w:rsidP="00CF0118">
      <w:pPr>
        <w:pStyle w:val="BodyText"/>
        <w:numPr>
          <w:ilvl w:val="0"/>
          <w:numId w:val="8"/>
        </w:numPr>
        <w:tabs>
          <w:tab w:val="left" w:pos="395"/>
        </w:tabs>
        <w:kinsoku w:val="0"/>
        <w:overflowPunct w:val="0"/>
        <w:spacing w:line="276" w:lineRule="auto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Использовать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краткие</w:t>
      </w:r>
      <w:r w:rsidRPr="00CF0118">
        <w:rPr>
          <w:spacing w:val="-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записи,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схемы,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таблицы,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 xml:space="preserve">обозначения </w:t>
      </w:r>
      <w:r w:rsidRPr="00CF0118">
        <w:rPr>
          <w:sz w:val="24"/>
          <w:szCs w:val="24"/>
        </w:rPr>
        <w:t>при</w:t>
      </w:r>
      <w:r w:rsidRPr="00CF0118">
        <w:rPr>
          <w:spacing w:val="-1"/>
          <w:sz w:val="24"/>
          <w:szCs w:val="24"/>
        </w:rPr>
        <w:t xml:space="preserve"> решении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задач.</w:t>
      </w:r>
    </w:p>
    <w:p w:rsidR="00536CD0" w:rsidRPr="00CF0118" w:rsidRDefault="00536CD0" w:rsidP="009F1964">
      <w:pPr>
        <w:pStyle w:val="BodyText"/>
        <w:numPr>
          <w:ilvl w:val="0"/>
          <w:numId w:val="8"/>
        </w:numPr>
        <w:tabs>
          <w:tab w:val="left" w:pos="395"/>
        </w:tabs>
        <w:kinsoku w:val="0"/>
        <w:overflowPunct w:val="0"/>
        <w:spacing w:before="48" w:line="276" w:lineRule="auto"/>
        <w:ind w:left="934" w:right="117" w:firstLine="0"/>
        <w:rPr>
          <w:spacing w:val="-1"/>
          <w:sz w:val="24"/>
          <w:szCs w:val="24"/>
        </w:rPr>
      </w:pPr>
      <w:r w:rsidRPr="00CF0118">
        <w:rPr>
          <w:spacing w:val="-3"/>
          <w:sz w:val="24"/>
          <w:szCs w:val="24"/>
        </w:rPr>
        <w:t>Пользоваться</w:t>
      </w:r>
      <w:r w:rsidRPr="00CF0118">
        <w:rPr>
          <w:spacing w:val="32"/>
          <w:sz w:val="24"/>
          <w:szCs w:val="24"/>
        </w:rPr>
        <w:t xml:space="preserve"> </w:t>
      </w:r>
      <w:r w:rsidRPr="00CF0118">
        <w:rPr>
          <w:spacing w:val="-3"/>
          <w:sz w:val="24"/>
          <w:szCs w:val="24"/>
        </w:rPr>
        <w:t>основными</w:t>
      </w:r>
      <w:r w:rsidRPr="00CF0118">
        <w:rPr>
          <w:spacing w:val="35"/>
          <w:sz w:val="24"/>
          <w:szCs w:val="24"/>
        </w:rPr>
        <w:t xml:space="preserve"> </w:t>
      </w:r>
      <w:r w:rsidRPr="00CF0118">
        <w:rPr>
          <w:spacing w:val="-3"/>
          <w:sz w:val="24"/>
          <w:szCs w:val="24"/>
        </w:rPr>
        <w:t>единицами</w:t>
      </w:r>
      <w:r w:rsidRPr="00CF0118">
        <w:rPr>
          <w:spacing w:val="33"/>
          <w:sz w:val="24"/>
          <w:szCs w:val="24"/>
        </w:rPr>
        <w:t xml:space="preserve"> </w:t>
      </w:r>
      <w:r w:rsidRPr="00CF0118">
        <w:rPr>
          <w:spacing w:val="-3"/>
          <w:sz w:val="24"/>
          <w:szCs w:val="24"/>
        </w:rPr>
        <w:t>измерения:</w:t>
      </w:r>
      <w:r w:rsidRPr="00CF0118">
        <w:rPr>
          <w:spacing w:val="34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цены,</w:t>
      </w:r>
      <w:r w:rsidRPr="00CF0118">
        <w:rPr>
          <w:spacing w:val="33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массы;</w:t>
      </w:r>
      <w:r w:rsidRPr="00CF0118">
        <w:rPr>
          <w:spacing w:val="38"/>
          <w:sz w:val="24"/>
          <w:szCs w:val="24"/>
        </w:rPr>
        <w:t xml:space="preserve"> </w:t>
      </w:r>
      <w:r w:rsidRPr="00CF0118">
        <w:rPr>
          <w:spacing w:val="-3"/>
          <w:sz w:val="24"/>
          <w:szCs w:val="24"/>
        </w:rPr>
        <w:t>расстояния,</w:t>
      </w:r>
      <w:r w:rsidRPr="00CF0118">
        <w:rPr>
          <w:spacing w:val="35"/>
          <w:sz w:val="24"/>
          <w:szCs w:val="24"/>
        </w:rPr>
        <w:t xml:space="preserve"> </w:t>
      </w:r>
      <w:r w:rsidRPr="00CF0118">
        <w:rPr>
          <w:spacing w:val="-3"/>
          <w:sz w:val="24"/>
          <w:szCs w:val="24"/>
        </w:rPr>
        <w:t>времени,</w:t>
      </w:r>
      <w:r w:rsidRPr="00CF0118">
        <w:rPr>
          <w:spacing w:val="33"/>
          <w:sz w:val="24"/>
          <w:szCs w:val="24"/>
        </w:rPr>
        <w:t xml:space="preserve"> </w:t>
      </w:r>
      <w:r w:rsidRPr="00CF0118">
        <w:rPr>
          <w:spacing w:val="-3"/>
          <w:sz w:val="24"/>
          <w:szCs w:val="24"/>
        </w:rPr>
        <w:t>скорости;</w:t>
      </w:r>
      <w:r w:rsidRPr="00CF0118">
        <w:rPr>
          <w:spacing w:val="34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выра-</w:t>
      </w:r>
      <w:r w:rsidRPr="00CF0118">
        <w:rPr>
          <w:spacing w:val="72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жать</w:t>
      </w:r>
      <w:r w:rsidRPr="00CF0118">
        <w:rPr>
          <w:spacing w:val="21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одни</w:t>
      </w:r>
      <w:r w:rsidRPr="00CF0118">
        <w:rPr>
          <w:spacing w:val="21"/>
          <w:sz w:val="24"/>
          <w:szCs w:val="24"/>
        </w:rPr>
        <w:t xml:space="preserve"> </w:t>
      </w:r>
      <w:r w:rsidRPr="00CF0118">
        <w:rPr>
          <w:spacing w:val="-3"/>
          <w:sz w:val="24"/>
          <w:szCs w:val="24"/>
        </w:rPr>
        <w:t>единицы</w:t>
      </w:r>
      <w:r w:rsidRPr="00CF0118">
        <w:rPr>
          <w:spacing w:val="22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величины</w:t>
      </w:r>
      <w:r w:rsidRPr="00CF0118">
        <w:rPr>
          <w:spacing w:val="26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через</w:t>
      </w:r>
      <w:r w:rsidRPr="00CF0118">
        <w:rPr>
          <w:spacing w:val="2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другие</w:t>
      </w:r>
      <w:r w:rsidRPr="00CF0118">
        <w:rPr>
          <w:spacing w:val="26"/>
          <w:sz w:val="24"/>
          <w:szCs w:val="24"/>
        </w:rPr>
        <w:t xml:space="preserve"> </w:t>
      </w:r>
      <w:r w:rsidRPr="00CF0118">
        <w:rPr>
          <w:sz w:val="24"/>
          <w:szCs w:val="24"/>
        </w:rPr>
        <w:t>(при</w:t>
      </w:r>
      <w:r w:rsidRPr="00CF0118">
        <w:rPr>
          <w:spacing w:val="2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необходимости</w:t>
      </w:r>
      <w:r w:rsidRPr="00CF0118">
        <w:rPr>
          <w:spacing w:val="25"/>
          <w:sz w:val="24"/>
          <w:szCs w:val="24"/>
        </w:rPr>
        <w:t xml:space="preserve"> </w:t>
      </w:r>
      <w:r w:rsidRPr="00CF0118">
        <w:rPr>
          <w:sz w:val="24"/>
          <w:szCs w:val="24"/>
        </w:rPr>
        <w:t>с</w:t>
      </w:r>
      <w:r w:rsidRPr="00CF0118">
        <w:rPr>
          <w:spacing w:val="24"/>
          <w:sz w:val="24"/>
          <w:szCs w:val="24"/>
        </w:rPr>
        <w:t xml:space="preserve"> </w:t>
      </w:r>
      <w:r w:rsidRPr="00CF0118">
        <w:rPr>
          <w:sz w:val="24"/>
          <w:szCs w:val="24"/>
        </w:rPr>
        <w:t>опорой</w:t>
      </w:r>
      <w:r w:rsidRPr="00CF0118">
        <w:rPr>
          <w:spacing w:val="22"/>
          <w:sz w:val="24"/>
          <w:szCs w:val="24"/>
        </w:rPr>
        <w:t xml:space="preserve"> </w:t>
      </w:r>
      <w:r w:rsidRPr="00CF0118">
        <w:rPr>
          <w:sz w:val="24"/>
          <w:szCs w:val="24"/>
        </w:rPr>
        <w:t>на</w:t>
      </w:r>
      <w:r w:rsidRPr="00CF0118">
        <w:rPr>
          <w:spacing w:val="26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справочную</w:t>
      </w:r>
      <w:r w:rsidRPr="00CF0118"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информа</w:t>
      </w:r>
      <w:r w:rsidRPr="00CF0118">
        <w:rPr>
          <w:spacing w:val="-1"/>
          <w:sz w:val="24"/>
          <w:szCs w:val="24"/>
        </w:rPr>
        <w:t>цию).</w:t>
      </w:r>
    </w:p>
    <w:p w:rsidR="00536CD0" w:rsidRPr="00CF0118" w:rsidRDefault="00536CD0" w:rsidP="00CF0118">
      <w:pPr>
        <w:pStyle w:val="BodyText"/>
        <w:numPr>
          <w:ilvl w:val="1"/>
          <w:numId w:val="8"/>
        </w:numPr>
        <w:tabs>
          <w:tab w:val="left" w:pos="935"/>
        </w:tabs>
        <w:kinsoku w:val="0"/>
        <w:overflowPunct w:val="0"/>
        <w:spacing w:before="1" w:line="276" w:lineRule="auto"/>
        <w:ind w:right="366"/>
        <w:jc w:val="both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Извлекать</w:t>
      </w:r>
      <w:r w:rsidRPr="00CF0118">
        <w:rPr>
          <w:spacing w:val="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информацию,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представленную</w:t>
      </w:r>
      <w:r w:rsidRPr="00CF0118">
        <w:rPr>
          <w:spacing w:val="3"/>
          <w:sz w:val="24"/>
          <w:szCs w:val="24"/>
        </w:rPr>
        <w:t xml:space="preserve"> </w:t>
      </w:r>
      <w:r w:rsidRPr="00CF0118">
        <w:rPr>
          <w:sz w:val="24"/>
          <w:szCs w:val="24"/>
        </w:rPr>
        <w:t>в</w:t>
      </w:r>
      <w:r w:rsidRPr="00CF0118">
        <w:rPr>
          <w:spacing w:val="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таблице,</w:t>
      </w:r>
      <w:r w:rsidRPr="00CF0118">
        <w:rPr>
          <w:spacing w:val="3"/>
          <w:sz w:val="24"/>
          <w:szCs w:val="24"/>
        </w:rPr>
        <w:t xml:space="preserve"> </w:t>
      </w:r>
      <w:r w:rsidRPr="00CF0118">
        <w:rPr>
          <w:sz w:val="24"/>
          <w:szCs w:val="24"/>
        </w:rPr>
        <w:t>на</w:t>
      </w:r>
      <w:r w:rsidRPr="00CF0118">
        <w:rPr>
          <w:spacing w:val="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столбчатой</w:t>
      </w:r>
      <w:r w:rsidRPr="00CF0118">
        <w:rPr>
          <w:spacing w:val="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диаграмме,</w:t>
      </w:r>
      <w:r w:rsidRPr="00CF0118">
        <w:rPr>
          <w:spacing w:val="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интерпретировать</w:t>
      </w:r>
      <w:r w:rsidRPr="00CF0118">
        <w:rPr>
          <w:spacing w:val="6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представленные</w:t>
      </w:r>
      <w:r w:rsidRPr="00CF0118">
        <w:rPr>
          <w:spacing w:val="-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данные,</w:t>
      </w:r>
      <w:r w:rsidRPr="00CF0118">
        <w:rPr>
          <w:spacing w:val="-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использовать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данные</w:t>
      </w:r>
      <w:r w:rsidRPr="00CF0118">
        <w:rPr>
          <w:sz w:val="24"/>
          <w:szCs w:val="24"/>
        </w:rPr>
        <w:t xml:space="preserve"> при</w:t>
      </w:r>
      <w:r w:rsidRPr="00CF0118">
        <w:rPr>
          <w:spacing w:val="-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решении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задач.</w:t>
      </w:r>
    </w:p>
    <w:p w:rsidR="00536CD0" w:rsidRPr="00CF0118" w:rsidRDefault="00536CD0" w:rsidP="00CF0118">
      <w:pPr>
        <w:pStyle w:val="Heading4"/>
        <w:kinsoku w:val="0"/>
        <w:overflowPunct w:val="0"/>
        <w:ind w:left="641"/>
        <w:rPr>
          <w:rFonts w:ascii="Times New Roman" w:hAnsi="Times New Roman"/>
          <w:b w:val="0"/>
          <w:bCs w:val="0"/>
          <w:i w:val="0"/>
          <w:iCs w:val="0"/>
          <w:color w:val="auto"/>
          <w:sz w:val="24"/>
          <w:szCs w:val="24"/>
        </w:rPr>
      </w:pPr>
      <w:r w:rsidRPr="00CF0118">
        <w:rPr>
          <w:rFonts w:ascii="Times New Roman" w:hAnsi="Times New Roman"/>
          <w:color w:val="auto"/>
          <w:spacing w:val="-1"/>
          <w:sz w:val="24"/>
          <w:szCs w:val="24"/>
        </w:rPr>
        <w:t>Наглядная геометрия</w:t>
      </w:r>
    </w:p>
    <w:p w:rsidR="00536CD0" w:rsidRPr="00CF0118" w:rsidRDefault="00536CD0" w:rsidP="00CF0118">
      <w:pPr>
        <w:pStyle w:val="BodyText"/>
        <w:numPr>
          <w:ilvl w:val="1"/>
          <w:numId w:val="8"/>
        </w:numPr>
        <w:tabs>
          <w:tab w:val="left" w:pos="935"/>
        </w:tabs>
        <w:kinsoku w:val="0"/>
        <w:overflowPunct w:val="0"/>
        <w:spacing w:line="276" w:lineRule="auto"/>
        <w:ind w:right="359"/>
        <w:jc w:val="both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Пользоваться</w:t>
      </w:r>
      <w:r w:rsidRPr="00CF0118">
        <w:rPr>
          <w:spacing w:val="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геометрическими</w:t>
      </w:r>
      <w:r w:rsidRPr="00CF0118">
        <w:rPr>
          <w:spacing w:val="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понятиями:</w:t>
      </w:r>
      <w:r w:rsidRPr="00CF0118">
        <w:rPr>
          <w:spacing w:val="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точка,</w:t>
      </w:r>
      <w:r w:rsidRPr="00CF0118">
        <w:rPr>
          <w:spacing w:val="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прямая,</w:t>
      </w:r>
      <w:r w:rsidRPr="00CF0118">
        <w:rPr>
          <w:spacing w:val="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отрезок,</w:t>
      </w:r>
      <w:r w:rsidRPr="00CF0118">
        <w:rPr>
          <w:spacing w:val="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луч,</w:t>
      </w:r>
      <w:r w:rsidRPr="00CF0118">
        <w:rPr>
          <w:spacing w:val="7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угол,</w:t>
      </w:r>
      <w:r w:rsidRPr="00CF0118">
        <w:rPr>
          <w:spacing w:val="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многоугольник,</w:t>
      </w:r>
      <w:r w:rsidRPr="00CF0118">
        <w:rPr>
          <w:spacing w:val="4"/>
          <w:sz w:val="24"/>
          <w:szCs w:val="24"/>
        </w:rPr>
        <w:t xml:space="preserve"> </w:t>
      </w:r>
      <w:r w:rsidRPr="00CF0118">
        <w:rPr>
          <w:sz w:val="24"/>
          <w:szCs w:val="24"/>
        </w:rPr>
        <w:t>окруж-</w:t>
      </w:r>
      <w:r w:rsidRPr="00CF0118">
        <w:rPr>
          <w:spacing w:val="94"/>
          <w:sz w:val="24"/>
          <w:szCs w:val="24"/>
        </w:rPr>
        <w:t xml:space="preserve"> </w:t>
      </w:r>
      <w:r w:rsidRPr="00CF0118">
        <w:rPr>
          <w:sz w:val="24"/>
          <w:szCs w:val="24"/>
        </w:rPr>
        <w:t xml:space="preserve">ность, </w:t>
      </w:r>
      <w:r w:rsidRPr="00CF0118">
        <w:rPr>
          <w:spacing w:val="-1"/>
          <w:sz w:val="24"/>
          <w:szCs w:val="24"/>
        </w:rPr>
        <w:t>круг.</w:t>
      </w:r>
    </w:p>
    <w:p w:rsidR="00536CD0" w:rsidRPr="00CF0118" w:rsidRDefault="00536CD0" w:rsidP="00CF0118">
      <w:pPr>
        <w:pStyle w:val="BodyText"/>
        <w:numPr>
          <w:ilvl w:val="1"/>
          <w:numId w:val="8"/>
        </w:numPr>
        <w:tabs>
          <w:tab w:val="left" w:pos="935"/>
        </w:tabs>
        <w:kinsoku w:val="0"/>
        <w:overflowPunct w:val="0"/>
        <w:spacing w:before="1" w:line="276" w:lineRule="auto"/>
        <w:ind w:right="360"/>
        <w:jc w:val="both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Приводить</w:t>
      </w:r>
      <w:r w:rsidRPr="00CF0118">
        <w:rPr>
          <w:spacing w:val="2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примеры</w:t>
      </w:r>
      <w:r w:rsidRPr="00CF0118">
        <w:rPr>
          <w:spacing w:val="2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объектов</w:t>
      </w:r>
      <w:r w:rsidRPr="00CF0118">
        <w:rPr>
          <w:spacing w:val="20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окружающего</w:t>
      </w:r>
      <w:r w:rsidRPr="00CF0118">
        <w:rPr>
          <w:spacing w:val="2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мира,</w:t>
      </w:r>
      <w:r w:rsidRPr="00CF0118">
        <w:rPr>
          <w:spacing w:val="19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имеющих</w:t>
      </w:r>
      <w:r w:rsidRPr="00CF0118">
        <w:rPr>
          <w:spacing w:val="2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форму</w:t>
      </w:r>
      <w:r w:rsidRPr="00CF0118">
        <w:rPr>
          <w:spacing w:val="1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изученных</w:t>
      </w:r>
      <w:r w:rsidRPr="00CF0118">
        <w:rPr>
          <w:spacing w:val="2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геометрических</w:t>
      </w:r>
      <w:r w:rsidRPr="00CF0118">
        <w:rPr>
          <w:spacing w:val="20"/>
          <w:sz w:val="24"/>
          <w:szCs w:val="24"/>
        </w:rPr>
        <w:t xml:space="preserve"> </w:t>
      </w:r>
      <w:r w:rsidRPr="00CF0118">
        <w:rPr>
          <w:spacing w:val="1"/>
          <w:sz w:val="24"/>
          <w:szCs w:val="24"/>
        </w:rPr>
        <w:t>фи-</w:t>
      </w:r>
      <w:r w:rsidRPr="00CF0118">
        <w:rPr>
          <w:spacing w:val="8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гур.</w:t>
      </w:r>
    </w:p>
    <w:p w:rsidR="00536CD0" w:rsidRPr="00CF0118" w:rsidRDefault="00536CD0" w:rsidP="00CF0118">
      <w:pPr>
        <w:pStyle w:val="BodyText"/>
        <w:numPr>
          <w:ilvl w:val="1"/>
          <w:numId w:val="8"/>
        </w:numPr>
        <w:tabs>
          <w:tab w:val="left" w:pos="935"/>
        </w:tabs>
        <w:kinsoku w:val="0"/>
        <w:overflowPunct w:val="0"/>
        <w:spacing w:line="276" w:lineRule="auto"/>
        <w:ind w:right="359"/>
        <w:jc w:val="both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Использовать</w:t>
      </w:r>
      <w:r w:rsidRPr="00CF0118">
        <w:rPr>
          <w:spacing w:val="16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терминологию,</w:t>
      </w:r>
      <w:r w:rsidRPr="00CF0118">
        <w:rPr>
          <w:spacing w:val="17"/>
          <w:sz w:val="24"/>
          <w:szCs w:val="24"/>
        </w:rPr>
        <w:t xml:space="preserve"> </w:t>
      </w:r>
      <w:r w:rsidRPr="00CF0118">
        <w:rPr>
          <w:sz w:val="24"/>
          <w:szCs w:val="24"/>
        </w:rPr>
        <w:t>при</w:t>
      </w:r>
      <w:r w:rsidRPr="00CF0118">
        <w:rPr>
          <w:spacing w:val="1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необходимости</w:t>
      </w:r>
      <w:r w:rsidRPr="00CF0118">
        <w:rPr>
          <w:spacing w:val="13"/>
          <w:sz w:val="24"/>
          <w:szCs w:val="24"/>
        </w:rPr>
        <w:t xml:space="preserve"> </w:t>
      </w:r>
      <w:r w:rsidRPr="00CF0118">
        <w:rPr>
          <w:sz w:val="24"/>
          <w:szCs w:val="24"/>
        </w:rPr>
        <w:t>по</w:t>
      </w:r>
      <w:r w:rsidRPr="00CF0118">
        <w:rPr>
          <w:spacing w:val="16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визуальной</w:t>
      </w:r>
      <w:r w:rsidRPr="00CF0118">
        <w:rPr>
          <w:spacing w:val="16"/>
          <w:sz w:val="24"/>
          <w:szCs w:val="24"/>
        </w:rPr>
        <w:t xml:space="preserve"> </w:t>
      </w:r>
      <w:r w:rsidRPr="00CF0118">
        <w:rPr>
          <w:sz w:val="24"/>
          <w:szCs w:val="24"/>
        </w:rPr>
        <w:t>опоре,</w:t>
      </w:r>
      <w:r w:rsidRPr="00CF0118">
        <w:rPr>
          <w:spacing w:val="16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связанную</w:t>
      </w:r>
      <w:r w:rsidRPr="00CF0118">
        <w:rPr>
          <w:spacing w:val="17"/>
          <w:sz w:val="24"/>
          <w:szCs w:val="24"/>
        </w:rPr>
        <w:t xml:space="preserve"> </w:t>
      </w:r>
      <w:r w:rsidRPr="00CF0118">
        <w:rPr>
          <w:sz w:val="24"/>
          <w:szCs w:val="24"/>
        </w:rPr>
        <w:t>с</w:t>
      </w:r>
      <w:r w:rsidRPr="00CF0118">
        <w:rPr>
          <w:spacing w:val="17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углами:</w:t>
      </w:r>
      <w:r w:rsidRPr="00CF0118">
        <w:rPr>
          <w:spacing w:val="17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верши-</w:t>
      </w:r>
      <w:r w:rsidRPr="00CF0118">
        <w:rPr>
          <w:spacing w:val="62"/>
          <w:sz w:val="24"/>
          <w:szCs w:val="24"/>
        </w:rPr>
        <w:t xml:space="preserve"> </w:t>
      </w:r>
      <w:r w:rsidRPr="00CF0118">
        <w:rPr>
          <w:sz w:val="24"/>
          <w:szCs w:val="24"/>
        </w:rPr>
        <w:t>на,</w:t>
      </w:r>
      <w:r w:rsidRPr="00CF0118">
        <w:rPr>
          <w:spacing w:val="2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сторона;</w:t>
      </w:r>
      <w:r w:rsidRPr="00CF0118">
        <w:rPr>
          <w:spacing w:val="29"/>
          <w:sz w:val="24"/>
          <w:szCs w:val="24"/>
        </w:rPr>
        <w:t xml:space="preserve"> </w:t>
      </w:r>
      <w:r w:rsidRPr="00CF0118">
        <w:rPr>
          <w:sz w:val="24"/>
          <w:szCs w:val="24"/>
        </w:rPr>
        <w:t>с</w:t>
      </w:r>
      <w:r w:rsidRPr="00CF0118">
        <w:rPr>
          <w:spacing w:val="29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многоугольниками:</w:t>
      </w:r>
      <w:r w:rsidRPr="00CF0118">
        <w:rPr>
          <w:spacing w:val="29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угол,</w:t>
      </w:r>
      <w:r w:rsidRPr="00CF0118">
        <w:rPr>
          <w:spacing w:val="2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вершина,</w:t>
      </w:r>
      <w:r w:rsidRPr="00CF0118">
        <w:rPr>
          <w:spacing w:val="26"/>
          <w:sz w:val="24"/>
          <w:szCs w:val="24"/>
        </w:rPr>
        <w:t xml:space="preserve"> </w:t>
      </w:r>
      <w:r w:rsidRPr="00CF0118">
        <w:rPr>
          <w:sz w:val="24"/>
          <w:szCs w:val="24"/>
        </w:rPr>
        <w:t>сторона,</w:t>
      </w:r>
      <w:r w:rsidRPr="00CF0118">
        <w:rPr>
          <w:spacing w:val="2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диагональ;</w:t>
      </w:r>
      <w:r w:rsidRPr="00CF0118">
        <w:rPr>
          <w:spacing w:val="27"/>
          <w:sz w:val="24"/>
          <w:szCs w:val="24"/>
        </w:rPr>
        <w:t xml:space="preserve"> </w:t>
      </w:r>
      <w:r w:rsidRPr="00CF0118">
        <w:rPr>
          <w:sz w:val="24"/>
          <w:szCs w:val="24"/>
        </w:rPr>
        <w:t>с</w:t>
      </w:r>
      <w:r w:rsidRPr="00CF0118">
        <w:rPr>
          <w:spacing w:val="29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окружностью:</w:t>
      </w:r>
      <w:r w:rsidRPr="00CF0118">
        <w:rPr>
          <w:spacing w:val="29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радиус,</w:t>
      </w:r>
      <w:r w:rsidRPr="00CF0118">
        <w:rPr>
          <w:spacing w:val="29"/>
          <w:sz w:val="24"/>
          <w:szCs w:val="24"/>
        </w:rPr>
        <w:t xml:space="preserve"> </w:t>
      </w:r>
      <w:r w:rsidRPr="00CF0118">
        <w:rPr>
          <w:spacing w:val="1"/>
          <w:sz w:val="24"/>
          <w:szCs w:val="24"/>
        </w:rPr>
        <w:t>диа-</w:t>
      </w:r>
      <w:r w:rsidRPr="00CF0118">
        <w:rPr>
          <w:spacing w:val="59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метр,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центр.</w:t>
      </w:r>
    </w:p>
    <w:p w:rsidR="00536CD0" w:rsidRPr="00CF0118" w:rsidRDefault="00536CD0" w:rsidP="00CF0118">
      <w:pPr>
        <w:pStyle w:val="BodyText"/>
        <w:numPr>
          <w:ilvl w:val="1"/>
          <w:numId w:val="8"/>
        </w:numPr>
        <w:tabs>
          <w:tab w:val="left" w:pos="935"/>
        </w:tabs>
        <w:kinsoku w:val="0"/>
        <w:overflowPunct w:val="0"/>
        <w:spacing w:line="276" w:lineRule="auto"/>
        <w:ind w:right="368"/>
        <w:jc w:val="both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Изображать</w:t>
      </w:r>
      <w:r w:rsidRPr="00CF0118">
        <w:rPr>
          <w:spacing w:val="47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изученные</w:t>
      </w:r>
      <w:r w:rsidRPr="00CF0118">
        <w:rPr>
          <w:spacing w:val="4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геометрические</w:t>
      </w:r>
      <w:r w:rsidRPr="00CF0118">
        <w:rPr>
          <w:spacing w:val="4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фигуры</w:t>
      </w:r>
      <w:r w:rsidRPr="00CF0118">
        <w:rPr>
          <w:spacing w:val="48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на</w:t>
      </w:r>
      <w:r w:rsidRPr="00CF0118">
        <w:rPr>
          <w:spacing w:val="4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нелинованной</w:t>
      </w:r>
      <w:r w:rsidRPr="00CF0118">
        <w:rPr>
          <w:spacing w:val="47"/>
          <w:sz w:val="24"/>
          <w:szCs w:val="24"/>
        </w:rPr>
        <w:t xml:space="preserve"> </w:t>
      </w:r>
      <w:r w:rsidRPr="00CF0118">
        <w:rPr>
          <w:sz w:val="24"/>
          <w:szCs w:val="24"/>
        </w:rPr>
        <w:t>и</w:t>
      </w:r>
      <w:r w:rsidRPr="00CF0118">
        <w:rPr>
          <w:spacing w:val="4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клетчатой</w:t>
      </w:r>
      <w:r w:rsidRPr="00CF0118">
        <w:rPr>
          <w:spacing w:val="47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бумаге</w:t>
      </w:r>
      <w:r w:rsidRPr="00CF0118">
        <w:rPr>
          <w:spacing w:val="48"/>
          <w:sz w:val="24"/>
          <w:szCs w:val="24"/>
        </w:rPr>
        <w:t xml:space="preserve"> </w:t>
      </w:r>
      <w:r w:rsidRPr="00CF0118">
        <w:rPr>
          <w:sz w:val="24"/>
          <w:szCs w:val="24"/>
        </w:rPr>
        <w:t>с</w:t>
      </w:r>
      <w:r w:rsidRPr="00CF0118">
        <w:rPr>
          <w:spacing w:val="4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помощью</w:t>
      </w:r>
      <w:r w:rsidRPr="00CF0118">
        <w:rPr>
          <w:spacing w:val="7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циркуля</w:t>
      </w:r>
      <w:r w:rsidRPr="00CF0118">
        <w:rPr>
          <w:sz w:val="24"/>
          <w:szCs w:val="24"/>
        </w:rPr>
        <w:t xml:space="preserve"> и</w:t>
      </w:r>
      <w:r w:rsidRPr="00CF0118">
        <w:rPr>
          <w:spacing w:val="-1"/>
          <w:sz w:val="24"/>
          <w:szCs w:val="24"/>
        </w:rPr>
        <w:t xml:space="preserve"> линейки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(после</w:t>
      </w:r>
      <w:r w:rsidRPr="00CF0118">
        <w:rPr>
          <w:spacing w:val="-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совместного</w:t>
      </w:r>
      <w:r w:rsidRPr="00CF0118">
        <w:rPr>
          <w:spacing w:val="-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анализа).</w:t>
      </w:r>
    </w:p>
    <w:p w:rsidR="00536CD0" w:rsidRPr="00CF0118" w:rsidRDefault="00536CD0" w:rsidP="00CF0118">
      <w:pPr>
        <w:pStyle w:val="BodyText"/>
        <w:numPr>
          <w:ilvl w:val="1"/>
          <w:numId w:val="8"/>
        </w:numPr>
        <w:tabs>
          <w:tab w:val="left" w:pos="935"/>
        </w:tabs>
        <w:kinsoku w:val="0"/>
        <w:overflowPunct w:val="0"/>
        <w:spacing w:before="1" w:line="276" w:lineRule="auto"/>
        <w:ind w:right="364"/>
        <w:jc w:val="both"/>
        <w:rPr>
          <w:spacing w:val="-2"/>
          <w:sz w:val="24"/>
          <w:szCs w:val="24"/>
        </w:rPr>
      </w:pPr>
      <w:r w:rsidRPr="00CF0118">
        <w:rPr>
          <w:spacing w:val="-1"/>
          <w:sz w:val="24"/>
          <w:szCs w:val="24"/>
        </w:rPr>
        <w:t>Находить</w:t>
      </w:r>
      <w:r w:rsidRPr="00CF0118">
        <w:rPr>
          <w:spacing w:val="2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длины</w:t>
      </w:r>
      <w:r w:rsidRPr="00CF0118">
        <w:rPr>
          <w:spacing w:val="29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отрезков</w:t>
      </w:r>
      <w:r w:rsidRPr="00CF0118">
        <w:rPr>
          <w:spacing w:val="27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непосредственным</w:t>
      </w:r>
      <w:r w:rsidRPr="00CF0118">
        <w:rPr>
          <w:spacing w:val="2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измерением</w:t>
      </w:r>
      <w:r w:rsidRPr="00CF0118">
        <w:rPr>
          <w:spacing w:val="28"/>
          <w:sz w:val="24"/>
          <w:szCs w:val="24"/>
        </w:rPr>
        <w:t xml:space="preserve"> </w:t>
      </w:r>
      <w:r w:rsidRPr="00CF0118">
        <w:rPr>
          <w:sz w:val="24"/>
          <w:szCs w:val="24"/>
        </w:rPr>
        <w:t>с</w:t>
      </w:r>
      <w:r w:rsidRPr="00CF0118">
        <w:rPr>
          <w:spacing w:val="29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помощью</w:t>
      </w:r>
      <w:r w:rsidRPr="00CF0118">
        <w:rPr>
          <w:spacing w:val="29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линейки,</w:t>
      </w:r>
      <w:r w:rsidRPr="00CF0118">
        <w:rPr>
          <w:spacing w:val="2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строить</w:t>
      </w:r>
      <w:r w:rsidRPr="00CF0118">
        <w:rPr>
          <w:spacing w:val="26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отрезки</w:t>
      </w:r>
      <w:r w:rsidRPr="00CF0118">
        <w:rPr>
          <w:spacing w:val="2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за-</w:t>
      </w:r>
      <w:r w:rsidRPr="00CF0118">
        <w:rPr>
          <w:spacing w:val="7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данной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длины; строить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окружность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заданного</w:t>
      </w:r>
      <w:r w:rsidRPr="00CF0118">
        <w:rPr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радиуса.</w:t>
      </w:r>
    </w:p>
    <w:p w:rsidR="00536CD0" w:rsidRPr="00CF0118" w:rsidRDefault="00536CD0" w:rsidP="00CF0118">
      <w:pPr>
        <w:pStyle w:val="BodyText"/>
        <w:numPr>
          <w:ilvl w:val="1"/>
          <w:numId w:val="8"/>
        </w:numPr>
        <w:tabs>
          <w:tab w:val="left" w:pos="935"/>
        </w:tabs>
        <w:kinsoku w:val="0"/>
        <w:overflowPunct w:val="0"/>
        <w:spacing w:before="1" w:line="276" w:lineRule="auto"/>
        <w:ind w:right="366"/>
        <w:jc w:val="both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Использовать</w:t>
      </w:r>
      <w:r w:rsidRPr="00CF0118">
        <w:rPr>
          <w:spacing w:val="4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свойства</w:t>
      </w:r>
      <w:r w:rsidRPr="00CF0118">
        <w:rPr>
          <w:spacing w:val="4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сторон</w:t>
      </w:r>
      <w:r w:rsidRPr="00CF0118">
        <w:rPr>
          <w:spacing w:val="44"/>
          <w:sz w:val="24"/>
          <w:szCs w:val="24"/>
        </w:rPr>
        <w:t xml:space="preserve"> </w:t>
      </w:r>
      <w:r w:rsidRPr="00CF0118">
        <w:rPr>
          <w:sz w:val="24"/>
          <w:szCs w:val="24"/>
        </w:rPr>
        <w:t>и</w:t>
      </w:r>
      <w:r w:rsidRPr="00CF0118">
        <w:rPr>
          <w:spacing w:val="4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углов</w:t>
      </w:r>
      <w:r w:rsidRPr="00CF0118">
        <w:rPr>
          <w:spacing w:val="4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прямоугольника,</w:t>
      </w:r>
      <w:r w:rsidRPr="00CF0118">
        <w:rPr>
          <w:spacing w:val="4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квадрата</w:t>
      </w:r>
      <w:r w:rsidRPr="00CF0118">
        <w:rPr>
          <w:spacing w:val="45"/>
          <w:sz w:val="24"/>
          <w:szCs w:val="24"/>
        </w:rPr>
        <w:t xml:space="preserve"> </w:t>
      </w:r>
      <w:r w:rsidRPr="00CF0118">
        <w:rPr>
          <w:sz w:val="24"/>
          <w:szCs w:val="24"/>
        </w:rPr>
        <w:t>для</w:t>
      </w:r>
      <w:r w:rsidRPr="00CF0118">
        <w:rPr>
          <w:spacing w:val="45"/>
          <w:sz w:val="24"/>
          <w:szCs w:val="24"/>
        </w:rPr>
        <w:t xml:space="preserve"> </w:t>
      </w:r>
      <w:r w:rsidRPr="00CF0118">
        <w:rPr>
          <w:sz w:val="24"/>
          <w:szCs w:val="24"/>
        </w:rPr>
        <w:t>их</w:t>
      </w:r>
      <w:r w:rsidRPr="00CF0118">
        <w:rPr>
          <w:spacing w:val="4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построения,</w:t>
      </w:r>
      <w:r w:rsidRPr="00CF0118">
        <w:rPr>
          <w:spacing w:val="4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вычисления</w:t>
      </w:r>
      <w:r w:rsidRPr="00CF0118">
        <w:rPr>
          <w:spacing w:val="8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площади</w:t>
      </w:r>
      <w:r w:rsidRPr="00CF0118">
        <w:rPr>
          <w:sz w:val="24"/>
          <w:szCs w:val="24"/>
        </w:rPr>
        <w:t xml:space="preserve"> и </w:t>
      </w:r>
      <w:r w:rsidRPr="00CF0118">
        <w:rPr>
          <w:spacing w:val="-1"/>
          <w:sz w:val="24"/>
          <w:szCs w:val="24"/>
        </w:rPr>
        <w:t>периметра.</w:t>
      </w:r>
    </w:p>
    <w:p w:rsidR="00536CD0" w:rsidRPr="00CF0118" w:rsidRDefault="00536CD0" w:rsidP="00CF0118">
      <w:pPr>
        <w:pStyle w:val="BodyText"/>
        <w:numPr>
          <w:ilvl w:val="1"/>
          <w:numId w:val="8"/>
        </w:numPr>
        <w:tabs>
          <w:tab w:val="left" w:pos="935"/>
        </w:tabs>
        <w:kinsoku w:val="0"/>
        <w:overflowPunct w:val="0"/>
        <w:spacing w:line="276" w:lineRule="auto"/>
        <w:ind w:right="363"/>
        <w:jc w:val="both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Вычислять</w:t>
      </w:r>
      <w:r w:rsidRPr="00CF0118">
        <w:rPr>
          <w:spacing w:val="3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периметр</w:t>
      </w:r>
      <w:r w:rsidRPr="00CF0118">
        <w:rPr>
          <w:spacing w:val="31"/>
          <w:sz w:val="24"/>
          <w:szCs w:val="24"/>
        </w:rPr>
        <w:t xml:space="preserve"> </w:t>
      </w:r>
      <w:r w:rsidRPr="00CF0118">
        <w:rPr>
          <w:sz w:val="24"/>
          <w:szCs w:val="24"/>
        </w:rPr>
        <w:t>и</w:t>
      </w:r>
      <w:r w:rsidRPr="00CF0118">
        <w:rPr>
          <w:spacing w:val="2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площадь</w:t>
      </w:r>
      <w:r w:rsidRPr="00CF0118">
        <w:rPr>
          <w:spacing w:val="2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квадрата,</w:t>
      </w:r>
      <w:r w:rsidRPr="00CF0118">
        <w:rPr>
          <w:spacing w:val="3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прямоугольника,</w:t>
      </w:r>
      <w:r w:rsidRPr="00CF0118">
        <w:rPr>
          <w:spacing w:val="29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фигур,</w:t>
      </w:r>
      <w:r w:rsidRPr="00CF0118">
        <w:rPr>
          <w:spacing w:val="3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составленных</w:t>
      </w:r>
      <w:r w:rsidRPr="00CF0118">
        <w:rPr>
          <w:spacing w:val="31"/>
          <w:sz w:val="24"/>
          <w:szCs w:val="24"/>
        </w:rPr>
        <w:t xml:space="preserve"> </w:t>
      </w:r>
      <w:r w:rsidRPr="00CF0118">
        <w:rPr>
          <w:sz w:val="24"/>
          <w:szCs w:val="24"/>
        </w:rPr>
        <w:t>из</w:t>
      </w:r>
      <w:r w:rsidRPr="00CF0118">
        <w:rPr>
          <w:spacing w:val="29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прямоугольни-</w:t>
      </w:r>
      <w:r w:rsidRPr="00CF0118">
        <w:rPr>
          <w:spacing w:val="70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ков,</w:t>
      </w:r>
      <w:r w:rsidRPr="00CF0118">
        <w:rPr>
          <w:sz w:val="24"/>
          <w:szCs w:val="24"/>
        </w:rPr>
        <w:t xml:space="preserve"> в</w:t>
      </w:r>
      <w:r w:rsidRPr="00CF0118">
        <w:rPr>
          <w:spacing w:val="-1"/>
          <w:sz w:val="24"/>
          <w:szCs w:val="24"/>
        </w:rPr>
        <w:t xml:space="preserve"> </w:t>
      </w:r>
      <w:r w:rsidRPr="00CF0118">
        <w:rPr>
          <w:sz w:val="24"/>
          <w:szCs w:val="24"/>
        </w:rPr>
        <w:t>том</w:t>
      </w:r>
      <w:r w:rsidRPr="00CF0118">
        <w:rPr>
          <w:spacing w:val="-1"/>
          <w:sz w:val="24"/>
          <w:szCs w:val="24"/>
        </w:rPr>
        <w:t xml:space="preserve"> числе</w:t>
      </w:r>
      <w:r w:rsidRPr="00CF0118">
        <w:rPr>
          <w:spacing w:val="-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фигур,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изображѐнных</w:t>
      </w:r>
      <w:r w:rsidRPr="00CF0118">
        <w:rPr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на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клетчатой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бумаге.</w:t>
      </w:r>
    </w:p>
    <w:p w:rsidR="00536CD0" w:rsidRPr="00CF0118" w:rsidRDefault="00536CD0" w:rsidP="00CF0118">
      <w:pPr>
        <w:pStyle w:val="BodyText"/>
        <w:numPr>
          <w:ilvl w:val="1"/>
          <w:numId w:val="8"/>
        </w:numPr>
        <w:tabs>
          <w:tab w:val="left" w:pos="935"/>
        </w:tabs>
        <w:kinsoku w:val="0"/>
        <w:overflowPunct w:val="0"/>
        <w:spacing w:line="276" w:lineRule="auto"/>
        <w:ind w:right="365"/>
        <w:jc w:val="both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Пользоваться</w:t>
      </w:r>
      <w:r w:rsidRPr="00CF0118">
        <w:rPr>
          <w:spacing w:val="1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основными</w:t>
      </w:r>
      <w:r w:rsidRPr="00CF0118">
        <w:rPr>
          <w:spacing w:val="9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метрическими</w:t>
      </w:r>
      <w:r w:rsidRPr="00CF0118">
        <w:rPr>
          <w:spacing w:val="9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единицами</w:t>
      </w:r>
      <w:r w:rsidRPr="00CF0118">
        <w:rPr>
          <w:spacing w:val="1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измерения</w:t>
      </w:r>
      <w:r w:rsidRPr="00CF0118">
        <w:rPr>
          <w:spacing w:val="11"/>
          <w:sz w:val="24"/>
          <w:szCs w:val="24"/>
        </w:rPr>
        <w:t xml:space="preserve"> </w:t>
      </w:r>
      <w:r w:rsidRPr="00CF0118">
        <w:rPr>
          <w:sz w:val="24"/>
          <w:szCs w:val="24"/>
        </w:rPr>
        <w:t>длины,</w:t>
      </w:r>
      <w:r w:rsidRPr="00CF0118">
        <w:rPr>
          <w:spacing w:val="11"/>
          <w:sz w:val="24"/>
          <w:szCs w:val="24"/>
        </w:rPr>
        <w:t xml:space="preserve"> </w:t>
      </w:r>
      <w:r w:rsidRPr="00CF0118">
        <w:rPr>
          <w:spacing w:val="-2"/>
          <w:sz w:val="24"/>
          <w:szCs w:val="24"/>
        </w:rPr>
        <w:t>площади;</w:t>
      </w:r>
      <w:r w:rsidRPr="00CF0118">
        <w:rPr>
          <w:spacing w:val="1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выражать</w:t>
      </w:r>
      <w:r w:rsidRPr="00CF0118">
        <w:rPr>
          <w:spacing w:val="1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одни</w:t>
      </w:r>
      <w:r w:rsidRPr="00CF0118">
        <w:rPr>
          <w:spacing w:val="11"/>
          <w:sz w:val="24"/>
          <w:szCs w:val="24"/>
        </w:rPr>
        <w:t xml:space="preserve"> </w:t>
      </w:r>
      <w:r w:rsidRPr="00CF0118">
        <w:rPr>
          <w:sz w:val="24"/>
          <w:szCs w:val="24"/>
        </w:rPr>
        <w:t>еди-</w:t>
      </w:r>
      <w:r w:rsidRPr="00CF0118">
        <w:rPr>
          <w:spacing w:val="80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ницы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величины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через</w:t>
      </w:r>
      <w:r w:rsidRPr="00CF0118">
        <w:rPr>
          <w:spacing w:val="-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другие</w:t>
      </w:r>
      <w:r w:rsidRPr="00CF0118">
        <w:rPr>
          <w:sz w:val="24"/>
          <w:szCs w:val="24"/>
        </w:rPr>
        <w:t xml:space="preserve"> (при</w:t>
      </w:r>
      <w:r w:rsidRPr="00CF0118">
        <w:rPr>
          <w:spacing w:val="-1"/>
          <w:sz w:val="24"/>
          <w:szCs w:val="24"/>
        </w:rPr>
        <w:t xml:space="preserve"> необходимости</w:t>
      </w:r>
      <w:r w:rsidRPr="00CF0118">
        <w:rPr>
          <w:sz w:val="24"/>
          <w:szCs w:val="24"/>
        </w:rPr>
        <w:t xml:space="preserve"> с</w:t>
      </w:r>
      <w:r w:rsidRPr="00CF0118">
        <w:rPr>
          <w:spacing w:val="-3"/>
          <w:sz w:val="24"/>
          <w:szCs w:val="24"/>
        </w:rPr>
        <w:t xml:space="preserve"> </w:t>
      </w:r>
      <w:r w:rsidRPr="00CF0118">
        <w:rPr>
          <w:sz w:val="24"/>
          <w:szCs w:val="24"/>
        </w:rPr>
        <w:t>опорой</w:t>
      </w:r>
      <w:r w:rsidRPr="00CF0118">
        <w:rPr>
          <w:spacing w:val="-1"/>
          <w:sz w:val="24"/>
          <w:szCs w:val="24"/>
        </w:rPr>
        <w:t xml:space="preserve"> </w:t>
      </w:r>
      <w:r w:rsidRPr="00CF0118">
        <w:rPr>
          <w:sz w:val="24"/>
          <w:szCs w:val="24"/>
        </w:rPr>
        <w:t xml:space="preserve">на </w:t>
      </w:r>
      <w:r w:rsidRPr="00CF0118">
        <w:rPr>
          <w:spacing w:val="-1"/>
          <w:sz w:val="24"/>
          <w:szCs w:val="24"/>
        </w:rPr>
        <w:t>справочную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информацию).</w:t>
      </w:r>
    </w:p>
    <w:p w:rsidR="00536CD0" w:rsidRPr="00CF0118" w:rsidRDefault="00536CD0" w:rsidP="00CF0118">
      <w:pPr>
        <w:pStyle w:val="BodyText"/>
        <w:numPr>
          <w:ilvl w:val="1"/>
          <w:numId w:val="8"/>
        </w:numPr>
        <w:tabs>
          <w:tab w:val="left" w:pos="935"/>
        </w:tabs>
        <w:kinsoku w:val="0"/>
        <w:overflowPunct w:val="0"/>
        <w:spacing w:line="276" w:lineRule="auto"/>
        <w:ind w:right="367"/>
        <w:jc w:val="both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Распознавать</w:t>
      </w:r>
      <w:r w:rsidRPr="00CF0118">
        <w:rPr>
          <w:spacing w:val="3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параллелепипед,</w:t>
      </w:r>
      <w:r w:rsidRPr="00CF0118">
        <w:rPr>
          <w:spacing w:val="3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куб,</w:t>
      </w:r>
      <w:r w:rsidRPr="00CF0118">
        <w:rPr>
          <w:spacing w:val="3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использовать</w:t>
      </w:r>
      <w:r w:rsidRPr="00CF0118">
        <w:rPr>
          <w:spacing w:val="31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терминологию:</w:t>
      </w:r>
      <w:r w:rsidRPr="00CF0118">
        <w:rPr>
          <w:spacing w:val="34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вершина,</w:t>
      </w:r>
      <w:r w:rsidRPr="00CF0118">
        <w:rPr>
          <w:spacing w:val="31"/>
          <w:sz w:val="24"/>
          <w:szCs w:val="24"/>
        </w:rPr>
        <w:t xml:space="preserve"> </w:t>
      </w:r>
      <w:r w:rsidRPr="00CF0118">
        <w:rPr>
          <w:sz w:val="24"/>
          <w:szCs w:val="24"/>
        </w:rPr>
        <w:t>ребро</w:t>
      </w:r>
      <w:r w:rsidRPr="00CF0118">
        <w:rPr>
          <w:spacing w:val="3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грань,</w:t>
      </w:r>
      <w:r w:rsidRPr="00CF0118">
        <w:rPr>
          <w:spacing w:val="3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измерения;</w:t>
      </w:r>
      <w:r w:rsidRPr="00CF0118">
        <w:rPr>
          <w:spacing w:val="8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находить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измерения параллелепипеда,</w:t>
      </w:r>
      <w:r w:rsidRPr="00CF0118">
        <w:rPr>
          <w:spacing w:val="-2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куба.</w:t>
      </w:r>
    </w:p>
    <w:p w:rsidR="00536CD0" w:rsidRPr="00CF0118" w:rsidRDefault="00536CD0" w:rsidP="00CF0118">
      <w:pPr>
        <w:pStyle w:val="BodyText"/>
        <w:numPr>
          <w:ilvl w:val="1"/>
          <w:numId w:val="8"/>
        </w:numPr>
        <w:tabs>
          <w:tab w:val="left" w:pos="935"/>
        </w:tabs>
        <w:kinsoku w:val="0"/>
        <w:overflowPunct w:val="0"/>
        <w:spacing w:before="1" w:line="276" w:lineRule="auto"/>
        <w:ind w:right="364"/>
        <w:jc w:val="both"/>
        <w:rPr>
          <w:spacing w:val="-1"/>
          <w:sz w:val="24"/>
          <w:szCs w:val="24"/>
        </w:rPr>
      </w:pPr>
      <w:r w:rsidRPr="00CF0118">
        <w:rPr>
          <w:spacing w:val="-1"/>
          <w:sz w:val="24"/>
          <w:szCs w:val="24"/>
        </w:rPr>
        <w:t>Вычислять</w:t>
      </w:r>
      <w:r w:rsidRPr="00CF0118">
        <w:rPr>
          <w:spacing w:val="2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объѐм</w:t>
      </w:r>
      <w:r w:rsidRPr="00CF0118">
        <w:rPr>
          <w:spacing w:val="2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куба,</w:t>
      </w:r>
      <w:r w:rsidRPr="00CF0118">
        <w:rPr>
          <w:spacing w:val="2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параллелепипеда</w:t>
      </w:r>
      <w:r w:rsidRPr="00CF0118">
        <w:rPr>
          <w:spacing w:val="32"/>
          <w:sz w:val="24"/>
          <w:szCs w:val="24"/>
        </w:rPr>
        <w:t xml:space="preserve"> </w:t>
      </w:r>
      <w:r w:rsidRPr="00CF0118">
        <w:rPr>
          <w:sz w:val="24"/>
          <w:szCs w:val="24"/>
        </w:rPr>
        <w:t>по</w:t>
      </w:r>
      <w:r w:rsidRPr="00CF0118">
        <w:rPr>
          <w:spacing w:val="2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заданным</w:t>
      </w:r>
      <w:r w:rsidRPr="00CF0118">
        <w:rPr>
          <w:spacing w:val="2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измерениям</w:t>
      </w:r>
      <w:r w:rsidRPr="00CF0118">
        <w:rPr>
          <w:spacing w:val="28"/>
          <w:sz w:val="24"/>
          <w:szCs w:val="24"/>
        </w:rPr>
        <w:t xml:space="preserve"> </w:t>
      </w:r>
      <w:r w:rsidRPr="00CF0118">
        <w:rPr>
          <w:sz w:val="24"/>
          <w:szCs w:val="24"/>
        </w:rPr>
        <w:t>(с</w:t>
      </w:r>
      <w:r w:rsidRPr="00CF0118">
        <w:rPr>
          <w:spacing w:val="29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опорой</w:t>
      </w:r>
      <w:r w:rsidRPr="00CF0118">
        <w:rPr>
          <w:spacing w:val="28"/>
          <w:sz w:val="24"/>
          <w:szCs w:val="24"/>
        </w:rPr>
        <w:t xml:space="preserve"> </w:t>
      </w:r>
      <w:r w:rsidRPr="00CF0118">
        <w:rPr>
          <w:sz w:val="24"/>
          <w:szCs w:val="24"/>
        </w:rPr>
        <w:t>на</w:t>
      </w:r>
      <w:r w:rsidRPr="00CF0118">
        <w:rPr>
          <w:spacing w:val="2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алгоритм</w:t>
      </w:r>
      <w:r w:rsidRPr="00CF0118">
        <w:rPr>
          <w:spacing w:val="2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учебных</w:t>
      </w:r>
      <w:r w:rsidRPr="00CF0118">
        <w:rPr>
          <w:spacing w:val="73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действий),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пользоваться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единицами</w:t>
      </w:r>
      <w:r w:rsidRPr="00CF0118">
        <w:rPr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измерения объѐма.</w:t>
      </w:r>
    </w:p>
    <w:p w:rsidR="00536CD0" w:rsidRPr="00CF0118" w:rsidRDefault="00536CD0" w:rsidP="00CF0118">
      <w:pPr>
        <w:pStyle w:val="BodyText"/>
        <w:numPr>
          <w:ilvl w:val="1"/>
          <w:numId w:val="8"/>
        </w:numPr>
        <w:tabs>
          <w:tab w:val="left" w:pos="935"/>
        </w:tabs>
        <w:kinsoku w:val="0"/>
        <w:overflowPunct w:val="0"/>
        <w:spacing w:before="1" w:line="276" w:lineRule="auto"/>
        <w:ind w:right="366"/>
        <w:jc w:val="both"/>
        <w:rPr>
          <w:spacing w:val="-1"/>
          <w:sz w:val="24"/>
          <w:szCs w:val="24"/>
        </w:rPr>
      </w:pPr>
      <w:r w:rsidRPr="00CF0118">
        <w:rPr>
          <w:sz w:val="24"/>
          <w:szCs w:val="24"/>
        </w:rPr>
        <w:t>Решать</w:t>
      </w:r>
      <w:r w:rsidRPr="00CF0118">
        <w:rPr>
          <w:spacing w:val="47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несложные</w:t>
      </w:r>
      <w:r w:rsidRPr="00CF0118">
        <w:rPr>
          <w:spacing w:val="48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задачи</w:t>
      </w:r>
      <w:r w:rsidRPr="00CF0118">
        <w:rPr>
          <w:spacing w:val="47"/>
          <w:sz w:val="24"/>
          <w:szCs w:val="24"/>
        </w:rPr>
        <w:t xml:space="preserve"> </w:t>
      </w:r>
      <w:r w:rsidRPr="00CF0118">
        <w:rPr>
          <w:sz w:val="24"/>
          <w:szCs w:val="24"/>
        </w:rPr>
        <w:t>на</w:t>
      </w:r>
      <w:r w:rsidRPr="00CF0118">
        <w:rPr>
          <w:spacing w:val="47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измерение</w:t>
      </w:r>
      <w:r w:rsidRPr="00CF0118">
        <w:rPr>
          <w:spacing w:val="4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геометрических</w:t>
      </w:r>
      <w:r w:rsidRPr="00CF0118">
        <w:rPr>
          <w:spacing w:val="47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величин</w:t>
      </w:r>
      <w:r w:rsidRPr="00CF0118">
        <w:rPr>
          <w:spacing w:val="46"/>
          <w:sz w:val="24"/>
          <w:szCs w:val="24"/>
        </w:rPr>
        <w:t xml:space="preserve"> </w:t>
      </w:r>
      <w:r w:rsidRPr="00CF0118">
        <w:rPr>
          <w:sz w:val="24"/>
          <w:szCs w:val="24"/>
        </w:rPr>
        <w:t>в</w:t>
      </w:r>
      <w:r w:rsidRPr="00CF0118">
        <w:rPr>
          <w:spacing w:val="46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практических</w:t>
      </w:r>
      <w:r w:rsidRPr="00CF0118">
        <w:rPr>
          <w:spacing w:val="45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ситуациях</w:t>
      </w:r>
      <w:r w:rsidRPr="00CF0118">
        <w:rPr>
          <w:spacing w:val="47"/>
          <w:sz w:val="24"/>
          <w:szCs w:val="24"/>
        </w:rPr>
        <w:t xml:space="preserve"> </w:t>
      </w:r>
      <w:r w:rsidRPr="00CF0118">
        <w:rPr>
          <w:sz w:val="24"/>
          <w:szCs w:val="24"/>
        </w:rPr>
        <w:t>(при</w:t>
      </w:r>
      <w:r w:rsidRPr="00CF0118">
        <w:rPr>
          <w:spacing w:val="49"/>
          <w:sz w:val="24"/>
          <w:szCs w:val="24"/>
        </w:rPr>
        <w:t xml:space="preserve"> </w:t>
      </w:r>
      <w:r w:rsidRPr="00CF0118">
        <w:rPr>
          <w:spacing w:val="-1"/>
          <w:sz w:val="24"/>
          <w:szCs w:val="24"/>
        </w:rPr>
        <w:t>необходимости</w:t>
      </w:r>
      <w:r w:rsidRPr="00CF0118">
        <w:rPr>
          <w:sz w:val="24"/>
          <w:szCs w:val="24"/>
        </w:rPr>
        <w:t xml:space="preserve"> с </w:t>
      </w:r>
      <w:r w:rsidRPr="00CF0118">
        <w:rPr>
          <w:spacing w:val="-1"/>
          <w:sz w:val="24"/>
          <w:szCs w:val="24"/>
        </w:rPr>
        <w:t>визуальной опорой).</w:t>
      </w:r>
    </w:p>
    <w:p w:rsidR="00536CD0" w:rsidRPr="00CF0118" w:rsidRDefault="00536CD0" w:rsidP="00CF0118">
      <w:pPr>
        <w:spacing w:after="0"/>
        <w:ind w:left="120"/>
        <w:jc w:val="center"/>
        <w:rPr>
          <w:rFonts w:ascii="Times New Roman" w:hAnsi="Times New Roman"/>
          <w:b/>
          <w:sz w:val="24"/>
          <w:szCs w:val="24"/>
          <w:lang w:val="ru-RU"/>
        </w:rPr>
        <w:sectPr w:rsidR="00536CD0" w:rsidRPr="00CF0118" w:rsidSect="00CF0118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536CD0" w:rsidRPr="00815B90" w:rsidRDefault="00536CD0" w:rsidP="00EB098F">
      <w:pPr>
        <w:spacing w:after="0"/>
        <w:ind w:left="120"/>
        <w:rPr>
          <w:rFonts w:ascii="Times New Roman" w:hAnsi="Times New Roman"/>
          <w:sz w:val="24"/>
          <w:szCs w:val="24"/>
        </w:rPr>
      </w:pPr>
      <w:bookmarkStart w:id="1" w:name="block-7629683"/>
      <w:bookmarkEnd w:id="1"/>
      <w:r w:rsidRPr="00815B9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5 </w:t>
      </w:r>
      <w:r w:rsidRPr="00815B90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211"/>
        <w:gridCol w:w="4500"/>
        <w:gridCol w:w="1611"/>
        <w:gridCol w:w="1841"/>
        <w:gridCol w:w="1910"/>
        <w:gridCol w:w="2928"/>
      </w:tblGrid>
      <w:tr w:rsidR="00536CD0" w:rsidRPr="008C05F5" w:rsidTr="003A5CD2">
        <w:trPr>
          <w:trHeight w:val="144"/>
          <w:tblCellSpacing w:w="20" w:type="nil"/>
        </w:trPr>
        <w:tc>
          <w:tcPr>
            <w:tcW w:w="1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36CD0" w:rsidRPr="008C05F5" w:rsidRDefault="00536CD0" w:rsidP="003A5CD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36CD0" w:rsidRPr="008C05F5" w:rsidRDefault="00536CD0" w:rsidP="003A5CD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36CD0" w:rsidRPr="008C05F5" w:rsidRDefault="00536CD0" w:rsidP="003A5CD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CD0" w:rsidRPr="008C05F5" w:rsidTr="003A5C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6CD0" w:rsidRPr="008C05F5" w:rsidRDefault="00536CD0" w:rsidP="003A5C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6CD0" w:rsidRPr="008C05F5" w:rsidRDefault="00536CD0" w:rsidP="003A5C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36CD0" w:rsidRPr="008C05F5" w:rsidRDefault="00536CD0" w:rsidP="003A5CD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36CD0" w:rsidRPr="008C05F5" w:rsidRDefault="00536CD0" w:rsidP="003A5CD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36CD0" w:rsidRPr="008C05F5" w:rsidRDefault="00536CD0" w:rsidP="003A5CD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6CD0" w:rsidRPr="008C05F5" w:rsidRDefault="00536CD0" w:rsidP="003A5C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CD0" w:rsidRPr="00C724F4" w:rsidTr="003A5CD2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Натуральные числа и нуль. Шкалы.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536CD0" w:rsidRPr="00C724F4" w:rsidTr="003A5CD2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 и вычитание натуральных чисел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536CD0" w:rsidRPr="00C724F4" w:rsidTr="003A5CD2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Умножение и деление натуральных чисел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536CD0" w:rsidRPr="00C724F4" w:rsidTr="003A5CD2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Площади и объемы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536CD0" w:rsidRPr="00C724F4" w:rsidTr="003A5CD2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Обыкновенные дроби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536CD0" w:rsidRPr="00C724F4" w:rsidTr="003A5CD2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Десятичные дроби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536CD0" w:rsidRPr="00C724F4" w:rsidTr="003A5CD2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Инструменты для вычислений и измерений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536CD0" w:rsidRPr="008C05F5" w:rsidTr="003A5CD2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36CD0" w:rsidRPr="008C05F5" w:rsidTr="003A5C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5C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36CD0" w:rsidRPr="00815B90" w:rsidRDefault="00536CD0">
      <w:pPr>
        <w:rPr>
          <w:rFonts w:ascii="Times New Roman" w:hAnsi="Times New Roman"/>
          <w:sz w:val="24"/>
          <w:szCs w:val="24"/>
        </w:rPr>
        <w:sectPr w:rsidR="00536CD0" w:rsidRPr="00815B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6CD0" w:rsidRPr="00815B90" w:rsidRDefault="00536CD0" w:rsidP="00815B90">
      <w:pPr>
        <w:spacing w:after="0"/>
        <w:rPr>
          <w:rFonts w:ascii="Times New Roman" w:hAnsi="Times New Roman"/>
          <w:sz w:val="24"/>
          <w:szCs w:val="24"/>
        </w:rPr>
      </w:pPr>
      <w:bookmarkStart w:id="2" w:name="block-7629682"/>
      <w:bookmarkEnd w:id="2"/>
      <w:r w:rsidRPr="00815B90">
        <w:rPr>
          <w:rFonts w:ascii="Times New Roman" w:hAnsi="Times New Roman"/>
          <w:b/>
          <w:color w:val="000000"/>
          <w:sz w:val="24"/>
          <w:szCs w:val="24"/>
        </w:rPr>
        <w:t xml:space="preserve"> ПОУРОЧНОЕ ПЛАНИРОВАНИЕ </w:t>
      </w:r>
    </w:p>
    <w:p w:rsidR="00536CD0" w:rsidRPr="00815B90" w:rsidRDefault="00536CD0">
      <w:pPr>
        <w:spacing w:after="0"/>
        <w:ind w:left="120"/>
        <w:rPr>
          <w:rFonts w:ascii="Times New Roman" w:hAnsi="Times New Roman"/>
          <w:sz w:val="24"/>
          <w:szCs w:val="24"/>
        </w:rPr>
      </w:pPr>
      <w:r w:rsidRPr="00815B90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58"/>
        <w:gridCol w:w="3945"/>
        <w:gridCol w:w="947"/>
        <w:gridCol w:w="1841"/>
        <w:gridCol w:w="1910"/>
        <w:gridCol w:w="1311"/>
        <w:gridCol w:w="3028"/>
      </w:tblGrid>
      <w:tr w:rsidR="00536CD0" w:rsidRPr="008C05F5" w:rsidTr="00690245">
        <w:trPr>
          <w:trHeight w:val="144"/>
          <w:tblCellSpacing w:w="20" w:type="nil"/>
        </w:trPr>
        <w:tc>
          <w:tcPr>
            <w:tcW w:w="10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CD0" w:rsidRPr="008C05F5" w:rsidTr="006902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6CD0" w:rsidRPr="008C05F5" w:rsidRDefault="00536C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6CD0" w:rsidRPr="008C05F5" w:rsidRDefault="00536C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6CD0" w:rsidRPr="008C05F5" w:rsidRDefault="00536C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6CD0" w:rsidRPr="008C05F5" w:rsidRDefault="00536C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числовой информации в таблицах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4.09.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36CD0" w:rsidRPr="008C05F5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Цифры и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5.09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CD0" w:rsidRPr="008C05F5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Отрезок и его длина.Ломаная. Многоугольник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6.09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Плоскость. Прямая. Луч и угол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426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5918C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Шкалы и координатная прямая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Сравнение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натуральных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440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числовой информации в столбчатых диаграммах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8C05F5">
              <w:rPr>
                <w:rFonts w:ascii="Times New Roman" w:hAnsi="Times New Roman"/>
                <w:i/>
                <w:sz w:val="24"/>
                <w:szCs w:val="24"/>
              </w:rPr>
              <w:t>8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Контрольная работа №1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C05F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i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C05F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C05F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1</w:t>
            </w:r>
            <w:r w:rsidRPr="008C05F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C05F5">
              <w:rPr>
                <w:rFonts w:ascii="Times New Roman" w:hAnsi="Times New Roman"/>
                <w:i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8C05F5">
                <w:rPr>
                  <w:rFonts w:ascii="Times New Roman" w:hAnsi="Times New Roman"/>
                  <w:i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i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i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i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i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i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i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i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i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i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i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i/>
                  <w:sz w:val="24"/>
                  <w:szCs w:val="24"/>
                  <w:u w:val="single"/>
                  <w:lang w:val="ru-RU"/>
                </w:rPr>
                <w:t>0</w:t>
              </w:r>
              <w:r w:rsidRPr="008C05F5">
                <w:rPr>
                  <w:rFonts w:ascii="Times New Roman" w:hAnsi="Times New Roman"/>
                  <w:i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i/>
                  <w:sz w:val="24"/>
                  <w:szCs w:val="24"/>
                  <w:u w:val="single"/>
                  <w:lang w:val="ru-RU"/>
                </w:rPr>
                <w:t>704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Действия сложения. Свойства сложения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Действия сложения. Свойства сложения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25.09.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1015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Действие вычитания. Свойства вычитания.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Действие вычитания. Свойства вычитания.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104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536CD0" w:rsidRPr="008C05F5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Действие вычитания. Свойства вычитания.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02.10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CD0" w:rsidRPr="008C05F5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AA55E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Числовые и буквенные выражения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Числовые и буквенные выражения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04.10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116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36CD0" w:rsidRPr="008C05F5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09.10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1116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i/>
                <w:color w:val="000000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i/>
                <w:color w:val="000000"/>
                <w:sz w:val="24"/>
                <w:szCs w:val="24"/>
                <w:lang w:val="ru-RU"/>
              </w:rPr>
              <w:t>Контрольная работа №2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i/>
                <w:color w:val="000000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i/>
                <w:color w:val="000000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i/>
                <w:color w:val="000000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i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8C05F5">
                <w:rPr>
                  <w:rFonts w:ascii="Times New Roman" w:hAnsi="Times New Roman"/>
                  <w:i/>
                  <w:color w:val="000000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i/>
                  <w:color w:val="000000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i/>
                  <w:color w:val="000000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i/>
                  <w:color w:val="000000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i/>
                  <w:color w:val="000000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i/>
                  <w:color w:val="000000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i/>
                  <w:color w:val="000000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i/>
                  <w:color w:val="000000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i/>
                  <w:color w:val="000000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i/>
                  <w:color w:val="000000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i/>
                  <w:color w:val="000000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i/>
                  <w:color w:val="000000"/>
                  <w:sz w:val="24"/>
                  <w:szCs w:val="24"/>
                  <w:u w:val="single"/>
                  <w:lang w:val="ru-RU"/>
                </w:rPr>
                <w:t>11</w:t>
              </w:r>
              <w:r w:rsidRPr="008C05F5">
                <w:rPr>
                  <w:rFonts w:ascii="Times New Roman" w:hAnsi="Times New Roman"/>
                  <w:i/>
                  <w:color w:val="000000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i/>
                  <w:color w:val="000000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Действие умножения. Свойства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Действие деления. Свойства деления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Действие деления. Свойства деления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12080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Деление с остатком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Деление с остатком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12558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Упрощение выражений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Упрощение выражений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daee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Порядок действий в вычислениях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08.11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684</w:t>
              </w:r>
            </w:hyperlink>
          </w:p>
        </w:tc>
      </w:tr>
      <w:tr w:rsidR="00536CD0" w:rsidRPr="008C05F5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Порядок действий в вычислениях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Степень с натуральным показателем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1302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36CD0" w:rsidRPr="008C05F5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Делители и кратные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Делители и кратные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1319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и признаки делимости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132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и признаки делимости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13476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8C05F5">
              <w:rPr>
                <w:rFonts w:ascii="Times New Roman" w:hAnsi="Times New Roman"/>
                <w:i/>
                <w:sz w:val="24"/>
                <w:szCs w:val="24"/>
              </w:rPr>
              <w:t>33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Контрольная работа №3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C05F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i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C05F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C05F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1</w:t>
            </w:r>
            <w:r w:rsidRPr="008C05F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C05F5">
              <w:rPr>
                <w:rFonts w:ascii="Times New Roman" w:hAnsi="Times New Roman"/>
                <w:i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27.11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8C05F5">
                <w:rPr>
                  <w:rFonts w:ascii="Times New Roman" w:hAnsi="Times New Roman"/>
                  <w:i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i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i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i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i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i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i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i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i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i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i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i/>
                  <w:sz w:val="24"/>
                  <w:szCs w:val="24"/>
                  <w:u w:val="single"/>
                  <w:lang w:val="ru-RU"/>
                </w:rPr>
                <w:t>13606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Формулы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13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Площадь. Формула площади прямоугольника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153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Единицы измерения площадей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04.12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15582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Единицы измерения площадей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143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Прямоугольный параллелепипед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06.12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1451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Объемы.Объем прямоугольного параллелеппипеда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1475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Объемы.Объем прямоугольного параллелеппипеда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8C05F5">
              <w:rPr>
                <w:rFonts w:ascii="Times New Roman" w:hAnsi="Times New Roman"/>
                <w:i/>
                <w:sz w:val="24"/>
                <w:szCs w:val="24"/>
              </w:rPr>
              <w:t>41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Контрольная работа №4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C05F5">
              <w:rPr>
                <w:rFonts w:ascii="Times New Roman" w:hAnsi="Times New Roman"/>
                <w:i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C05F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C05F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1</w:t>
            </w:r>
            <w:r w:rsidRPr="008C05F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C05F5">
              <w:rPr>
                <w:rFonts w:ascii="Times New Roman" w:hAnsi="Times New Roman"/>
                <w:i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13.12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8C05F5">
                <w:rPr>
                  <w:rFonts w:ascii="Times New Roman" w:hAnsi="Times New Roman"/>
                  <w:i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i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i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i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i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i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i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i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i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i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i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i/>
                  <w:sz w:val="24"/>
                  <w:szCs w:val="24"/>
                  <w:u w:val="single"/>
                  <w:lang w:val="ru-RU"/>
                </w:rPr>
                <w:t>14</w:t>
              </w:r>
              <w:r w:rsidRPr="008C05F5">
                <w:rPr>
                  <w:rFonts w:ascii="Times New Roman" w:hAnsi="Times New Roman"/>
                  <w:i/>
                  <w:sz w:val="24"/>
                  <w:szCs w:val="24"/>
                  <w:u w:val="single"/>
                </w:rPr>
                <w:t>de</w:t>
              </w:r>
              <w:r w:rsidRPr="008C05F5">
                <w:rPr>
                  <w:rFonts w:ascii="Times New Roman" w:hAnsi="Times New Roman"/>
                  <w:i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36CD0" w:rsidRPr="008C05F5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Окружность, круг, шар, цилиндр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Доли и дроби. Изображение дробей на координатной прямой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151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181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536CD0" w:rsidRPr="008C05F5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Правильные и неправильные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 ивычитание дробей с одинаковыми знаменателями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Деление натуральных чисел и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716F9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Смешанные числа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09.01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18692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 и вычитание смешанных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19560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Основное свойсво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196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Сокращение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181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Сравнение,сложение и вычитание дробей с разными знаменателями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199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Умножения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51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части целого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16194</w:t>
              </w:r>
            </w:hyperlink>
          </w:p>
        </w:tc>
      </w:tr>
      <w:tr w:rsidR="00536CD0" w:rsidRPr="008C05F5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Деление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CD0" w:rsidRPr="008C05F5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целого по его части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05.02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55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60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Контрольная работа №5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C05F5">
              <w:rPr>
                <w:rFonts w:ascii="Times New Roman" w:hAnsi="Times New Roman"/>
                <w:i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C05F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C05F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1</w:t>
            </w:r>
            <w:r w:rsidRPr="008C05F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C05F5">
              <w:rPr>
                <w:rFonts w:ascii="Times New Roman" w:hAnsi="Times New Roman"/>
                <w:i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06.02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8C05F5">
                <w:rPr>
                  <w:rFonts w:ascii="Times New Roman" w:hAnsi="Times New Roman"/>
                  <w:i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i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i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i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i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i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i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i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i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i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i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i/>
                  <w:sz w:val="24"/>
                  <w:szCs w:val="24"/>
                  <w:u w:val="single"/>
                  <w:lang w:val="ru-RU"/>
                </w:rPr>
                <w:t>1</w:t>
              </w:r>
              <w:r w:rsidRPr="008C05F5">
                <w:rPr>
                  <w:rFonts w:ascii="Times New Roman" w:hAnsi="Times New Roman"/>
                  <w:i/>
                  <w:sz w:val="24"/>
                  <w:szCs w:val="24"/>
                  <w:u w:val="single"/>
                </w:rPr>
                <w:t>bcfc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Десятичная запись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07.02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49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Десятичная запись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63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36CD0" w:rsidRPr="008C05F5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20.02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174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67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21.02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516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69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Округление чисел. Прикидка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70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Умножение десятичной дроби на натуральное число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Умножение десятичной дроби на натуральное число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36CD0" w:rsidRPr="008C05F5" w:rsidRDefault="00536CD0" w:rsidP="00690245"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36CD0" w:rsidRPr="008C05F5" w:rsidRDefault="00536CD0" w:rsidP="00690245"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36CD0" w:rsidRPr="008C05F5" w:rsidRDefault="00536CD0" w:rsidP="00690245"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Умножение на десятичную дробь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36CD0" w:rsidRPr="008C05F5" w:rsidRDefault="00536CD0" w:rsidP="00690245"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36CD0" w:rsidRPr="008C05F5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Умножение на десятичную дробь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36CD0" w:rsidRPr="008C05F5" w:rsidRDefault="00536CD0" w:rsidP="00690245"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Умножение на десятичную дробь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36CD0" w:rsidRPr="008C05F5" w:rsidRDefault="00536CD0" w:rsidP="00690245"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826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Умножение на десятичную дробь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36CD0" w:rsidRPr="008C05F5" w:rsidRDefault="00536CD0" w:rsidP="00690245"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Деление на десятичную дробь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36CD0" w:rsidRPr="008C05F5" w:rsidRDefault="00536CD0" w:rsidP="00690245"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536CD0" w:rsidRPr="008C05F5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80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Деление на десятичную дробь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36CD0" w:rsidRPr="008C05F5" w:rsidRDefault="00536CD0" w:rsidP="00690245"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08.04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Деление на десятичную дробь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36CD0" w:rsidRPr="008C05F5" w:rsidRDefault="00536CD0" w:rsidP="00690245"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Деление на десятичную дробь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36CD0" w:rsidRPr="008C05F5" w:rsidRDefault="00536CD0" w:rsidP="00690245"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028</w:t>
              </w:r>
            </w:hyperlink>
          </w:p>
        </w:tc>
      </w:tr>
      <w:tr w:rsidR="00536CD0" w:rsidRPr="008C05F5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83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i/>
                <w:color w:val="000000"/>
                <w:sz w:val="24"/>
                <w:szCs w:val="24"/>
                <w:lang w:val="ru-RU"/>
              </w:rPr>
              <w:t>Контрольная работа №6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8C05F5">
              <w:rPr>
                <w:rFonts w:ascii="Times New Roman" w:hAnsi="Times New Roman"/>
                <w:i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36CD0" w:rsidRPr="008C05F5" w:rsidRDefault="00536CD0" w:rsidP="00690245"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Калькулятор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36CD0" w:rsidRPr="008C05F5" w:rsidRDefault="00536CD0" w:rsidP="00690245"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36CD0" w:rsidRPr="00C724F4" w:rsidTr="003F0ED3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Калькулятор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36CD0" w:rsidRPr="008C05F5" w:rsidRDefault="00536CD0" w:rsidP="00690245"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36CD0" w:rsidRPr="00C724F4" w:rsidTr="003F0ED3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углов. Чертежный треугольник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36CD0" w:rsidRPr="008C05F5" w:rsidRDefault="00536CD0" w:rsidP="00690245"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802</w:t>
              </w:r>
            </w:hyperlink>
          </w:p>
        </w:tc>
      </w:tr>
      <w:tr w:rsidR="00536CD0" w:rsidRPr="00C724F4" w:rsidTr="003F0ED3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углов. Чертежный треугольник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36CD0" w:rsidRPr="008C05F5" w:rsidRDefault="00536CD0" w:rsidP="00933F75"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36CD0" w:rsidRPr="008C05F5" w:rsidTr="003F0ED3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88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Измерение углов. Транспортир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36CD0" w:rsidRPr="008C05F5" w:rsidRDefault="00536CD0" w:rsidP="00933F75"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9024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CD0" w:rsidRPr="008C05F5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Измерение углов. Транспортир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933F75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CD0" w:rsidRPr="008C05F5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</w:tcPr>
          <w:p w:rsidR="00536CD0" w:rsidRPr="008C05F5" w:rsidRDefault="00536CD0" w:rsidP="00164E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</w:tcPr>
          <w:p w:rsidR="00536CD0" w:rsidRPr="008C05F5" w:rsidRDefault="00536CD0" w:rsidP="00164E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sz w:val="24"/>
                <w:szCs w:val="24"/>
              </w:rPr>
              <w:t>Измерение углов. Транспортир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536CD0" w:rsidRPr="008C05F5" w:rsidRDefault="00536CD0" w:rsidP="00164E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36CD0" w:rsidRPr="008C05F5" w:rsidRDefault="00536CD0" w:rsidP="00164E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36CD0" w:rsidRPr="008C05F5" w:rsidRDefault="00536CD0" w:rsidP="00164E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36CD0" w:rsidRPr="008C05F5" w:rsidRDefault="00536CD0" w:rsidP="00933F7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</w:tcPr>
          <w:p w:rsidR="00536CD0" w:rsidRPr="008C05F5" w:rsidRDefault="00536CD0" w:rsidP="00164E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CD0" w:rsidRPr="00C724F4" w:rsidTr="00690245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3A42B8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06.05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536CD0" w:rsidRPr="00C724F4" w:rsidTr="00283448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933F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933F7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933F7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933F7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933F7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36CD0" w:rsidRPr="008C05F5" w:rsidRDefault="00536CD0" w:rsidP="00933F75"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07.05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933F7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faaa</w:t>
              </w:r>
            </w:hyperlink>
          </w:p>
        </w:tc>
      </w:tr>
      <w:tr w:rsidR="00536CD0" w:rsidRPr="00C724F4" w:rsidTr="00283448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933F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933F7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933F7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933F7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933F7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36CD0" w:rsidRPr="008C05F5" w:rsidRDefault="00536CD0" w:rsidP="00933F75"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08.05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933F7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536CD0" w:rsidRPr="00C724F4" w:rsidTr="00283448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933F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933F7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933F7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933F7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933F7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36CD0" w:rsidRPr="008C05F5" w:rsidRDefault="00536CD0" w:rsidP="00933F75"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933F7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feec</w:t>
              </w:r>
            </w:hyperlink>
          </w:p>
        </w:tc>
      </w:tr>
      <w:tr w:rsidR="00536CD0" w:rsidRPr="00C724F4" w:rsidTr="00283448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933F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933F7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933F7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933F7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933F7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36CD0" w:rsidRPr="008C05F5" w:rsidRDefault="00536CD0" w:rsidP="00933F75"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933F7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200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36CD0" w:rsidRPr="008C05F5" w:rsidTr="00283448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933F7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8C05F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96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933F75">
            <w:pPr>
              <w:spacing w:after="0"/>
              <w:ind w:left="135"/>
              <w:rPr>
                <w:rFonts w:ascii="Times New Roman" w:hAnsi="Times New Roman"/>
                <w:i/>
                <w:sz w:val="24"/>
                <w:szCs w:val="24"/>
              </w:rPr>
            </w:pPr>
            <w:r w:rsidRPr="008C05F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933F75">
            <w:pPr>
              <w:spacing w:after="0"/>
              <w:ind w:left="13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C05F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933F75">
            <w:pPr>
              <w:spacing w:after="0"/>
              <w:ind w:left="13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C05F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933F75">
            <w:pPr>
              <w:spacing w:after="0"/>
              <w:ind w:left="13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C05F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36CD0" w:rsidRPr="008C05F5" w:rsidRDefault="00536CD0" w:rsidP="00933F75"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933F75">
            <w:pPr>
              <w:spacing w:after="0"/>
              <w:ind w:left="13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36CD0" w:rsidRPr="00C724F4" w:rsidTr="00614AB0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448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448E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448E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448E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448E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36CD0" w:rsidRPr="008C05F5" w:rsidRDefault="00536CD0" w:rsidP="006448E2"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448E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201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36CD0" w:rsidRPr="00C724F4" w:rsidTr="00614AB0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448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448E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448E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448E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448E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36CD0" w:rsidRPr="008C05F5" w:rsidRDefault="00536CD0" w:rsidP="006448E2"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448E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20388</w:t>
              </w:r>
            </w:hyperlink>
          </w:p>
        </w:tc>
      </w:tr>
      <w:tr w:rsidR="00536CD0" w:rsidRPr="00C724F4" w:rsidTr="00614AB0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448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448E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448E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448E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448E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36CD0" w:rsidRPr="008C05F5" w:rsidRDefault="00536CD0" w:rsidP="006448E2"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448E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2069</w:t>
              </w:r>
              <w:r w:rsidRPr="008C05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36CD0" w:rsidRPr="008C05F5" w:rsidTr="004A3F12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448E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448E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448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448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448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36CD0" w:rsidRPr="008C05F5" w:rsidRDefault="00536CD0" w:rsidP="006448E2"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27.05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448E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36CD0" w:rsidRPr="008C05F5" w:rsidTr="004A3F12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448E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101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448E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448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448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448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36CD0" w:rsidRPr="008C05F5" w:rsidRDefault="00536CD0" w:rsidP="006448E2"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28.05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448E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36CD0" w:rsidRPr="008C05F5" w:rsidTr="004A3F12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448E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102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448E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448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448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448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36CD0" w:rsidRPr="008C05F5" w:rsidRDefault="00536CD0" w:rsidP="006448E2">
            <w:r w:rsidRPr="008C05F5">
              <w:rPr>
                <w:rFonts w:ascii="Times New Roman" w:hAnsi="Times New Roman"/>
                <w:sz w:val="24"/>
                <w:szCs w:val="24"/>
                <w:lang w:val="ru-RU"/>
              </w:rPr>
              <w:t>29.05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 w:rsidP="006448E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36CD0" w:rsidRPr="008C05F5" w:rsidTr="00690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6CD0" w:rsidRPr="008C05F5" w:rsidRDefault="00536C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36CD0" w:rsidRPr="00815B90" w:rsidRDefault="00536CD0">
      <w:pPr>
        <w:rPr>
          <w:rFonts w:ascii="Times New Roman" w:hAnsi="Times New Roman"/>
          <w:sz w:val="24"/>
          <w:szCs w:val="24"/>
        </w:rPr>
        <w:sectPr w:rsidR="00536CD0" w:rsidRPr="00815B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6CD0" w:rsidRPr="00815B90" w:rsidRDefault="00536CD0">
      <w:pPr>
        <w:rPr>
          <w:rFonts w:ascii="Times New Roman" w:hAnsi="Times New Roman"/>
          <w:sz w:val="24"/>
          <w:szCs w:val="24"/>
          <w:lang w:val="ru-RU"/>
        </w:rPr>
        <w:sectPr w:rsidR="00536CD0" w:rsidRPr="00815B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6CD0" w:rsidRDefault="00536CD0" w:rsidP="004A2D89">
      <w:pPr>
        <w:pStyle w:val="NormalWeb"/>
        <w:spacing w:before="0" w:beforeAutospacing="0" w:after="0" w:afterAutospacing="0"/>
      </w:pPr>
      <w:r>
        <w:rPr>
          <w:rStyle w:val="Strong"/>
          <w:sz w:val="28"/>
          <w:szCs w:val="28"/>
        </w:rPr>
        <w:t>УЧЕБНО-МЕТОДИЧЕСКОЕ ОБЕСПЕЧЕНИЕ ОБРАЗОВАТЕЛЬНОГО ПРОЦЕССА</w:t>
      </w:r>
    </w:p>
    <w:p w:rsidR="00536CD0" w:rsidRDefault="00536CD0" w:rsidP="004A2D89">
      <w:pPr>
        <w:pStyle w:val="NormalWeb"/>
        <w:spacing w:before="0" w:beforeAutospacing="0" w:after="0" w:afterAutospacing="0"/>
      </w:pPr>
      <w:r>
        <w:rPr>
          <w:rStyle w:val="Strong"/>
          <w:caps/>
          <w:color w:val="000000"/>
          <w:sz w:val="28"/>
          <w:szCs w:val="28"/>
        </w:rPr>
        <w:t>ОБЯЗАТЕЛЬНЫЕ УЧЕБНЫЕ МАТЕРИАЛЫ ДЛЯ УЧЕНИКА</w:t>
      </w:r>
    </w:p>
    <w:p w:rsidR="00536CD0" w:rsidRDefault="00536CD0" w:rsidP="004A2D89">
      <w:pPr>
        <w:pStyle w:val="NormalWeb"/>
        <w:spacing w:before="0" w:beforeAutospacing="0" w:after="0" w:afterAutospacing="0"/>
      </w:pPr>
      <w:r>
        <w:t>​</w:t>
      </w:r>
      <w:r>
        <w:rPr>
          <w:rStyle w:val="placeholder-mask"/>
        </w:rPr>
        <w:t>‌</w:t>
      </w:r>
      <w:r>
        <w:rPr>
          <w:rStyle w:val="placeholder"/>
        </w:rPr>
        <w:t>• Математика (в 2 частях), 5 класс/ Виленкин Н.Я., Жохов В.И., Чесноков А.С., Александрова Л.А., Шварцбурд С.И., Акционерное общество «Издательство «Просвещение»</w:t>
      </w:r>
      <w:r>
        <w:rPr>
          <w:rStyle w:val="placeholder-mask"/>
        </w:rPr>
        <w:t>‌</w:t>
      </w:r>
      <w:r>
        <w:t>​</w:t>
      </w:r>
    </w:p>
    <w:p w:rsidR="00536CD0" w:rsidRDefault="00536CD0" w:rsidP="004A2D89">
      <w:pPr>
        <w:pStyle w:val="NormalWeb"/>
        <w:spacing w:before="0" w:beforeAutospacing="0" w:after="0" w:afterAutospacing="0"/>
      </w:pPr>
      <w:r>
        <w:t>​</w:t>
      </w:r>
      <w:r>
        <w:rPr>
          <w:rStyle w:val="placeholder-mask"/>
        </w:rPr>
        <w:t>‌</w:t>
      </w:r>
      <w:r>
        <w:rPr>
          <w:rStyle w:val="placeholder"/>
        </w:rPr>
        <w:t>Введите свой вариант</w:t>
      </w:r>
      <w:r>
        <w:rPr>
          <w:rStyle w:val="placeholder-mask"/>
        </w:rPr>
        <w:t>‌</w:t>
      </w:r>
    </w:p>
    <w:p w:rsidR="00536CD0" w:rsidRPr="004A2D89" w:rsidRDefault="00536CD0" w:rsidP="004A2D89">
      <w:pPr>
        <w:pStyle w:val="NormalWeb"/>
        <w:spacing w:before="0" w:beforeAutospacing="0" w:after="0" w:afterAutospacing="0"/>
      </w:pPr>
      <w:r w:rsidRPr="004A2D89">
        <w:t>​</w:t>
      </w:r>
      <w:r w:rsidRPr="004A2D89">
        <w:rPr>
          <w:rStyle w:val="Strong"/>
          <w:caps/>
          <w:color w:val="000000"/>
          <w:sz w:val="28"/>
          <w:szCs w:val="28"/>
        </w:rPr>
        <w:t>МЕТОДИЧЕСКИЕ МАТЕРИАЛЫ ДЛЯ УЧИТЕЛЯ</w:t>
      </w:r>
    </w:p>
    <w:p w:rsidR="00536CD0" w:rsidRPr="004A2D89" w:rsidRDefault="00536CD0" w:rsidP="004A2D89">
      <w:pPr>
        <w:pStyle w:val="NormalWeb"/>
        <w:spacing w:before="0" w:beforeAutospacing="0" w:after="0" w:afterAutospacing="0"/>
      </w:pPr>
      <w:r w:rsidRPr="004A2D89">
        <w:t>​</w:t>
      </w:r>
      <w:r w:rsidRPr="004A2D89">
        <w:rPr>
          <w:rStyle w:val="placeholder-mask"/>
        </w:rPr>
        <w:t>‌</w:t>
      </w:r>
      <w:r w:rsidRPr="004A2D89">
        <w:rPr>
          <w:rStyle w:val="placeholder"/>
        </w:rPr>
        <w:t>- Рабочие тетради 5, 6 классы (в двух частях). Автор Рудницкая В.Н.</w:t>
      </w:r>
      <w:r w:rsidRPr="004A2D89">
        <w:br/>
      </w:r>
      <w:r w:rsidRPr="004A2D89">
        <w:br/>
      </w:r>
      <w:r w:rsidRPr="004A2D89">
        <w:rPr>
          <w:rStyle w:val="placeholder"/>
        </w:rPr>
        <w:t>- Контрольные работы 5, 6 классы. Авторы: Жохов В.И., Крайнева Л.Б.</w:t>
      </w:r>
      <w:r w:rsidRPr="004A2D89">
        <w:br/>
      </w:r>
      <w:r w:rsidRPr="004A2D89">
        <w:br/>
      </w:r>
      <w:r w:rsidRPr="004A2D89">
        <w:rPr>
          <w:rStyle w:val="placeholder"/>
        </w:rPr>
        <w:t>- Математические диктанты 5, 6 классы. Авторы: Жохов В.И.</w:t>
      </w:r>
      <w:r w:rsidRPr="004A2D89">
        <w:br/>
      </w:r>
      <w:r w:rsidRPr="004A2D89">
        <w:br/>
      </w:r>
      <w:r w:rsidRPr="004A2D89">
        <w:rPr>
          <w:rStyle w:val="placeholder"/>
        </w:rPr>
        <w:t>- Математические тренажеры 5, 6 классы. Авторы: Жохов В.И.</w:t>
      </w:r>
      <w:r w:rsidRPr="004A2D89">
        <w:br/>
      </w:r>
      <w:r w:rsidRPr="004A2D89">
        <w:br/>
      </w:r>
      <w:r w:rsidRPr="004A2D89">
        <w:rPr>
          <w:rStyle w:val="placeholder"/>
        </w:rPr>
        <w:t>- Методическое пособие для учителя. Обучение математике в 5-6 класссах. Автор Жохов В.И.</w:t>
      </w:r>
      <w:r w:rsidRPr="004A2D89">
        <w:br/>
      </w:r>
      <w:r w:rsidRPr="004A2D89">
        <w:rPr>
          <w:rStyle w:val="placeholder-mask"/>
        </w:rPr>
        <w:t>‌</w:t>
      </w:r>
      <w:r w:rsidRPr="004A2D89">
        <w:t>​</w:t>
      </w:r>
      <w:r w:rsidRPr="004A2D89">
        <w:rPr>
          <w:rStyle w:val="Strong"/>
          <w:caps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536CD0" w:rsidRPr="004A2D89" w:rsidRDefault="00536CD0" w:rsidP="004A2D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2D89">
        <w:rPr>
          <w:rFonts w:ascii="Times New Roman" w:hAnsi="Times New Roman"/>
          <w:lang w:val="ru-RU"/>
        </w:rPr>
        <w:t>​</w:t>
      </w:r>
      <w:r w:rsidRPr="004A2D89">
        <w:rPr>
          <w:rFonts w:ascii="Times New Roman" w:hAnsi="Times New Roman"/>
          <w:color w:val="333333"/>
          <w:shd w:val="clear" w:color="auto" w:fill="FFFFFF"/>
          <w:lang w:val="ru-RU"/>
        </w:rPr>
        <w:t>​‌</w:t>
      </w:r>
      <w:r w:rsidRPr="004A2D89">
        <w:rPr>
          <w:rStyle w:val="placeholder"/>
          <w:rFonts w:ascii="Times New Roman" w:hAnsi="Times New Roman"/>
        </w:rPr>
        <w:t>http</w:t>
      </w:r>
      <w:r w:rsidRPr="004A2D89">
        <w:rPr>
          <w:rStyle w:val="placeholder"/>
          <w:rFonts w:ascii="Times New Roman" w:hAnsi="Times New Roman"/>
          <w:lang w:val="ru-RU"/>
        </w:rPr>
        <w:t>://</w:t>
      </w:r>
      <w:r w:rsidRPr="004A2D89">
        <w:rPr>
          <w:rStyle w:val="placeholder"/>
          <w:rFonts w:ascii="Times New Roman" w:hAnsi="Times New Roman"/>
        </w:rPr>
        <w:t>school</w:t>
      </w:r>
      <w:r w:rsidRPr="004A2D89">
        <w:rPr>
          <w:rStyle w:val="placeholder"/>
          <w:rFonts w:ascii="Times New Roman" w:hAnsi="Times New Roman"/>
          <w:lang w:val="ru-RU"/>
        </w:rPr>
        <w:t>-</w:t>
      </w:r>
      <w:r w:rsidRPr="004A2D89">
        <w:rPr>
          <w:rStyle w:val="placeholder"/>
          <w:rFonts w:ascii="Times New Roman" w:hAnsi="Times New Roman"/>
        </w:rPr>
        <w:t>collection</w:t>
      </w:r>
      <w:r w:rsidRPr="004A2D89">
        <w:rPr>
          <w:rStyle w:val="placeholder"/>
          <w:rFonts w:ascii="Times New Roman" w:hAnsi="Times New Roman"/>
          <w:lang w:val="ru-RU"/>
        </w:rPr>
        <w:t>.</w:t>
      </w:r>
      <w:r w:rsidRPr="004A2D89">
        <w:rPr>
          <w:rStyle w:val="placeholder"/>
          <w:rFonts w:ascii="Times New Roman" w:hAnsi="Times New Roman"/>
        </w:rPr>
        <w:t>edu</w:t>
      </w:r>
      <w:r w:rsidRPr="004A2D89">
        <w:rPr>
          <w:rStyle w:val="placeholder"/>
          <w:rFonts w:ascii="Times New Roman" w:hAnsi="Times New Roman"/>
          <w:lang w:val="ru-RU"/>
        </w:rPr>
        <w:t>.</w:t>
      </w:r>
      <w:r w:rsidRPr="004A2D89">
        <w:rPr>
          <w:rStyle w:val="placeholder"/>
          <w:rFonts w:ascii="Times New Roman" w:hAnsi="Times New Roman"/>
        </w:rPr>
        <w:t>ru</w:t>
      </w:r>
      <w:r w:rsidRPr="004A2D89">
        <w:rPr>
          <w:rStyle w:val="placeholder"/>
          <w:rFonts w:ascii="Times New Roman" w:hAnsi="Times New Roman"/>
          <w:lang w:val="ru-RU"/>
        </w:rPr>
        <w:t xml:space="preserve"> – коллекция образовательных ресурсов;</w:t>
      </w:r>
      <w:r w:rsidRPr="004A2D89">
        <w:rPr>
          <w:rFonts w:ascii="Times New Roman" w:hAnsi="Times New Roman"/>
          <w:lang w:val="ru-RU"/>
        </w:rPr>
        <w:br/>
      </w:r>
      <w:r w:rsidRPr="004A2D89">
        <w:rPr>
          <w:rFonts w:ascii="Times New Roman" w:hAnsi="Times New Roman"/>
          <w:lang w:val="ru-RU"/>
        </w:rPr>
        <w:br/>
      </w:r>
      <w:r w:rsidRPr="004A2D89">
        <w:rPr>
          <w:rStyle w:val="placeholder"/>
          <w:rFonts w:ascii="Times New Roman" w:hAnsi="Times New Roman"/>
        </w:rPr>
        <w:t>InternetUrok</w:t>
      </w:r>
      <w:r w:rsidRPr="004A2D89">
        <w:rPr>
          <w:rStyle w:val="placeholder"/>
          <w:rFonts w:ascii="Times New Roman" w:hAnsi="Times New Roman"/>
          <w:lang w:val="ru-RU"/>
        </w:rPr>
        <w:t>.</w:t>
      </w:r>
      <w:r w:rsidRPr="004A2D89">
        <w:rPr>
          <w:rStyle w:val="placeholder"/>
          <w:rFonts w:ascii="Times New Roman" w:hAnsi="Times New Roman"/>
        </w:rPr>
        <w:t>ru</w:t>
      </w:r>
      <w:r w:rsidRPr="004A2D89">
        <w:rPr>
          <w:rStyle w:val="placeholder"/>
          <w:rFonts w:ascii="Times New Roman" w:hAnsi="Times New Roman"/>
          <w:lang w:val="ru-RU"/>
        </w:rPr>
        <w:t xml:space="preserve"> - видео уроки;</w:t>
      </w:r>
      <w:r w:rsidRPr="004A2D89">
        <w:rPr>
          <w:rFonts w:ascii="Times New Roman" w:hAnsi="Times New Roman"/>
          <w:lang w:val="ru-RU"/>
        </w:rPr>
        <w:br/>
      </w:r>
      <w:r w:rsidRPr="004A2D89">
        <w:rPr>
          <w:rFonts w:ascii="Times New Roman" w:hAnsi="Times New Roman"/>
          <w:lang w:val="ru-RU"/>
        </w:rPr>
        <w:br/>
      </w:r>
      <w:r w:rsidRPr="004A2D89">
        <w:rPr>
          <w:rStyle w:val="placeholder"/>
          <w:rFonts w:ascii="Times New Roman" w:hAnsi="Times New Roman"/>
        </w:rPr>
        <w:t>www</w:t>
      </w:r>
      <w:r w:rsidRPr="004A2D89">
        <w:rPr>
          <w:rStyle w:val="placeholder"/>
          <w:rFonts w:ascii="Times New Roman" w:hAnsi="Times New Roman"/>
          <w:lang w:val="ru-RU"/>
        </w:rPr>
        <w:t>.</w:t>
      </w:r>
      <w:r w:rsidRPr="004A2D89">
        <w:rPr>
          <w:rStyle w:val="placeholder"/>
          <w:rFonts w:ascii="Times New Roman" w:hAnsi="Times New Roman"/>
        </w:rPr>
        <w:t>math</w:t>
      </w:r>
      <w:r w:rsidRPr="004A2D89">
        <w:rPr>
          <w:rStyle w:val="placeholder"/>
          <w:rFonts w:ascii="Times New Roman" w:hAnsi="Times New Roman"/>
          <w:lang w:val="ru-RU"/>
        </w:rPr>
        <w:t>-</w:t>
      </w:r>
      <w:r w:rsidRPr="004A2D89">
        <w:rPr>
          <w:rStyle w:val="placeholder"/>
          <w:rFonts w:ascii="Times New Roman" w:hAnsi="Times New Roman"/>
        </w:rPr>
        <w:t>on</w:t>
      </w:r>
      <w:r w:rsidRPr="004A2D89">
        <w:rPr>
          <w:rStyle w:val="placeholder"/>
          <w:rFonts w:ascii="Times New Roman" w:hAnsi="Times New Roman"/>
          <w:lang w:val="ru-RU"/>
        </w:rPr>
        <w:t>-</w:t>
      </w:r>
      <w:r w:rsidRPr="004A2D89">
        <w:rPr>
          <w:rStyle w:val="placeholder"/>
          <w:rFonts w:ascii="Times New Roman" w:hAnsi="Times New Roman"/>
        </w:rPr>
        <w:t>line</w:t>
      </w:r>
      <w:r w:rsidRPr="004A2D89">
        <w:rPr>
          <w:rStyle w:val="placeholder"/>
          <w:rFonts w:ascii="Times New Roman" w:hAnsi="Times New Roman"/>
          <w:lang w:val="ru-RU"/>
        </w:rPr>
        <w:t>.</w:t>
      </w:r>
      <w:r w:rsidRPr="004A2D89">
        <w:rPr>
          <w:rStyle w:val="placeholder"/>
          <w:rFonts w:ascii="Times New Roman" w:hAnsi="Times New Roman"/>
        </w:rPr>
        <w:t>com</w:t>
      </w:r>
      <w:r w:rsidRPr="004A2D89">
        <w:rPr>
          <w:rStyle w:val="placeholder"/>
          <w:rFonts w:ascii="Times New Roman" w:hAnsi="Times New Roman"/>
          <w:lang w:val="ru-RU"/>
        </w:rPr>
        <w:t>-занимательная математика;</w:t>
      </w:r>
      <w:r w:rsidRPr="004A2D89">
        <w:rPr>
          <w:rFonts w:ascii="Times New Roman" w:hAnsi="Times New Roman"/>
          <w:lang w:val="ru-RU"/>
        </w:rPr>
        <w:br/>
      </w:r>
      <w:r w:rsidRPr="004A2D89">
        <w:rPr>
          <w:rFonts w:ascii="Times New Roman" w:hAnsi="Times New Roman"/>
          <w:lang w:val="ru-RU"/>
        </w:rPr>
        <w:br/>
      </w:r>
      <w:r w:rsidRPr="004A2D89">
        <w:rPr>
          <w:rStyle w:val="placeholder"/>
          <w:rFonts w:ascii="Times New Roman" w:hAnsi="Times New Roman"/>
        </w:rPr>
        <w:t>http</w:t>
      </w:r>
      <w:r w:rsidRPr="004A2D89">
        <w:rPr>
          <w:rStyle w:val="placeholder"/>
          <w:rFonts w:ascii="Times New Roman" w:hAnsi="Times New Roman"/>
          <w:lang w:val="ru-RU"/>
        </w:rPr>
        <w:t>://</w:t>
      </w:r>
      <w:r w:rsidRPr="004A2D89">
        <w:rPr>
          <w:rStyle w:val="placeholder"/>
          <w:rFonts w:ascii="Times New Roman" w:hAnsi="Times New Roman"/>
        </w:rPr>
        <w:t>www</w:t>
      </w:r>
      <w:r w:rsidRPr="004A2D89">
        <w:rPr>
          <w:rStyle w:val="placeholder"/>
          <w:rFonts w:ascii="Times New Roman" w:hAnsi="Times New Roman"/>
          <w:lang w:val="ru-RU"/>
        </w:rPr>
        <w:t>.</w:t>
      </w:r>
      <w:r w:rsidRPr="004A2D89">
        <w:rPr>
          <w:rStyle w:val="placeholder"/>
          <w:rFonts w:ascii="Times New Roman" w:hAnsi="Times New Roman"/>
        </w:rPr>
        <w:t>logpres</w:t>
      </w:r>
      <w:r w:rsidRPr="004A2D89">
        <w:rPr>
          <w:rStyle w:val="placeholder"/>
          <w:rFonts w:ascii="Times New Roman" w:hAnsi="Times New Roman"/>
          <w:lang w:val="ru-RU"/>
        </w:rPr>
        <w:t>.</w:t>
      </w:r>
      <w:r w:rsidRPr="004A2D89">
        <w:rPr>
          <w:rStyle w:val="placeholder"/>
          <w:rFonts w:ascii="Times New Roman" w:hAnsi="Times New Roman"/>
        </w:rPr>
        <w:t>narod</w:t>
      </w:r>
      <w:r w:rsidRPr="004A2D89">
        <w:rPr>
          <w:rStyle w:val="placeholder"/>
          <w:rFonts w:ascii="Times New Roman" w:hAnsi="Times New Roman"/>
          <w:lang w:val="ru-RU"/>
        </w:rPr>
        <w:t>.</w:t>
      </w:r>
      <w:r w:rsidRPr="004A2D89">
        <w:rPr>
          <w:rStyle w:val="placeholder"/>
          <w:rFonts w:ascii="Times New Roman" w:hAnsi="Times New Roman"/>
        </w:rPr>
        <w:t>ru</w:t>
      </w:r>
      <w:r w:rsidRPr="004A2D89">
        <w:rPr>
          <w:rStyle w:val="placeholder"/>
          <w:rFonts w:ascii="Times New Roman" w:hAnsi="Times New Roman"/>
          <w:lang w:val="ru-RU"/>
        </w:rPr>
        <w:t xml:space="preserve"> – примеры информационных технологий;</w:t>
      </w:r>
      <w:r w:rsidRPr="004A2D89">
        <w:rPr>
          <w:rFonts w:ascii="Times New Roman" w:hAnsi="Times New Roman"/>
          <w:lang w:val="ru-RU"/>
        </w:rPr>
        <w:br/>
      </w:r>
      <w:r w:rsidRPr="004A2D89">
        <w:rPr>
          <w:rFonts w:ascii="Times New Roman" w:hAnsi="Times New Roman"/>
          <w:lang w:val="ru-RU"/>
        </w:rPr>
        <w:br/>
      </w:r>
      <w:r w:rsidRPr="004A2D89">
        <w:rPr>
          <w:rStyle w:val="placeholder"/>
          <w:rFonts w:ascii="Times New Roman" w:hAnsi="Times New Roman"/>
        </w:rPr>
        <w:t>http</w:t>
      </w:r>
      <w:r w:rsidRPr="004A2D89">
        <w:rPr>
          <w:rStyle w:val="placeholder"/>
          <w:rFonts w:ascii="Times New Roman" w:hAnsi="Times New Roman"/>
          <w:lang w:val="ru-RU"/>
        </w:rPr>
        <w:t>://</w:t>
      </w:r>
      <w:r w:rsidRPr="004A2D89">
        <w:rPr>
          <w:rStyle w:val="placeholder"/>
          <w:rFonts w:ascii="Times New Roman" w:hAnsi="Times New Roman"/>
        </w:rPr>
        <w:t>www</w:t>
      </w:r>
      <w:r w:rsidRPr="004A2D89">
        <w:rPr>
          <w:rStyle w:val="placeholder"/>
          <w:rFonts w:ascii="Times New Roman" w:hAnsi="Times New Roman"/>
          <w:lang w:val="ru-RU"/>
        </w:rPr>
        <w:t>.</w:t>
      </w:r>
      <w:r w:rsidRPr="004A2D89">
        <w:rPr>
          <w:rStyle w:val="placeholder"/>
          <w:rFonts w:ascii="Times New Roman" w:hAnsi="Times New Roman"/>
        </w:rPr>
        <w:t>allmath</w:t>
      </w:r>
      <w:r w:rsidRPr="004A2D89">
        <w:rPr>
          <w:rStyle w:val="placeholder"/>
          <w:rFonts w:ascii="Times New Roman" w:hAnsi="Times New Roman"/>
          <w:lang w:val="ru-RU"/>
        </w:rPr>
        <w:t>.</w:t>
      </w:r>
      <w:r w:rsidRPr="004A2D89">
        <w:rPr>
          <w:rStyle w:val="placeholder"/>
          <w:rFonts w:ascii="Times New Roman" w:hAnsi="Times New Roman"/>
        </w:rPr>
        <w:t>ru</w:t>
      </w:r>
      <w:r w:rsidRPr="004A2D89">
        <w:rPr>
          <w:rStyle w:val="placeholder"/>
          <w:rFonts w:ascii="Times New Roman" w:hAnsi="Times New Roman"/>
          <w:lang w:val="ru-RU"/>
        </w:rPr>
        <w:t xml:space="preserve"> - вся математика;</w:t>
      </w:r>
      <w:r w:rsidRPr="004A2D89">
        <w:rPr>
          <w:rFonts w:ascii="Times New Roman" w:hAnsi="Times New Roman"/>
          <w:lang w:val="ru-RU"/>
        </w:rPr>
        <w:br/>
      </w:r>
      <w:r w:rsidRPr="004A2D89">
        <w:rPr>
          <w:rFonts w:ascii="Times New Roman" w:hAnsi="Times New Roman"/>
          <w:lang w:val="ru-RU"/>
        </w:rPr>
        <w:br/>
      </w:r>
      <w:r w:rsidRPr="004A2D89">
        <w:rPr>
          <w:rStyle w:val="placeholder"/>
          <w:rFonts w:ascii="Times New Roman" w:hAnsi="Times New Roman"/>
        </w:rPr>
        <w:t>http</w:t>
      </w:r>
      <w:r w:rsidRPr="004A2D89">
        <w:rPr>
          <w:rStyle w:val="placeholder"/>
          <w:rFonts w:ascii="Times New Roman" w:hAnsi="Times New Roman"/>
          <w:lang w:val="ru-RU"/>
        </w:rPr>
        <w:t>://</w:t>
      </w:r>
      <w:r w:rsidRPr="004A2D89">
        <w:rPr>
          <w:rStyle w:val="placeholder"/>
          <w:rFonts w:ascii="Times New Roman" w:hAnsi="Times New Roman"/>
        </w:rPr>
        <w:t>mathem</w:t>
      </w:r>
      <w:r w:rsidRPr="004A2D89">
        <w:rPr>
          <w:rStyle w:val="placeholder"/>
          <w:rFonts w:ascii="Times New Roman" w:hAnsi="Times New Roman"/>
          <w:lang w:val="ru-RU"/>
        </w:rPr>
        <w:t>.</w:t>
      </w:r>
      <w:r w:rsidRPr="004A2D89">
        <w:rPr>
          <w:rStyle w:val="placeholder"/>
          <w:rFonts w:ascii="Times New Roman" w:hAnsi="Times New Roman"/>
        </w:rPr>
        <w:t>h</w:t>
      </w:r>
      <w:r w:rsidRPr="004A2D89">
        <w:rPr>
          <w:rStyle w:val="placeholder"/>
          <w:rFonts w:ascii="Times New Roman" w:hAnsi="Times New Roman"/>
          <w:lang w:val="ru-RU"/>
        </w:rPr>
        <w:t>1.</w:t>
      </w:r>
      <w:r w:rsidRPr="004A2D89">
        <w:rPr>
          <w:rStyle w:val="placeholder"/>
          <w:rFonts w:ascii="Times New Roman" w:hAnsi="Times New Roman"/>
        </w:rPr>
        <w:t>ru</w:t>
      </w:r>
      <w:r w:rsidRPr="004A2D89">
        <w:rPr>
          <w:rStyle w:val="placeholder"/>
          <w:rFonts w:ascii="Times New Roman" w:hAnsi="Times New Roman"/>
          <w:lang w:val="ru-RU"/>
        </w:rPr>
        <w:t xml:space="preserve"> – математика </w:t>
      </w:r>
      <w:r w:rsidRPr="004A2D89">
        <w:rPr>
          <w:rStyle w:val="placeholder"/>
          <w:rFonts w:ascii="Times New Roman" w:hAnsi="Times New Roman"/>
        </w:rPr>
        <w:t>on</w:t>
      </w:r>
      <w:r w:rsidRPr="004A2D89">
        <w:rPr>
          <w:rStyle w:val="placeholder"/>
          <w:rFonts w:ascii="Times New Roman" w:hAnsi="Times New Roman"/>
          <w:lang w:val="ru-RU"/>
        </w:rPr>
        <w:t>-</w:t>
      </w:r>
      <w:r w:rsidRPr="004A2D89">
        <w:rPr>
          <w:rStyle w:val="placeholder"/>
          <w:rFonts w:ascii="Times New Roman" w:hAnsi="Times New Roman"/>
        </w:rPr>
        <w:t>line</w:t>
      </w:r>
      <w:r w:rsidRPr="004A2D89">
        <w:rPr>
          <w:rStyle w:val="placeholder"/>
          <w:rFonts w:ascii="Times New Roman" w:hAnsi="Times New Roman"/>
          <w:lang w:val="ru-RU"/>
        </w:rPr>
        <w:t>;</w:t>
      </w:r>
      <w:r w:rsidRPr="004A2D89">
        <w:rPr>
          <w:rFonts w:ascii="Times New Roman" w:hAnsi="Times New Roman"/>
          <w:lang w:val="ru-RU"/>
        </w:rPr>
        <w:br/>
      </w:r>
      <w:r w:rsidRPr="004A2D89">
        <w:rPr>
          <w:rFonts w:ascii="Times New Roman" w:hAnsi="Times New Roman"/>
          <w:lang w:val="ru-RU"/>
        </w:rPr>
        <w:br/>
      </w:r>
      <w:r w:rsidRPr="004A2D89">
        <w:rPr>
          <w:rStyle w:val="placeholder"/>
          <w:rFonts w:ascii="Times New Roman" w:hAnsi="Times New Roman"/>
        </w:rPr>
        <w:t>http</w:t>
      </w:r>
      <w:r w:rsidRPr="004A2D89">
        <w:rPr>
          <w:rStyle w:val="placeholder"/>
          <w:rFonts w:ascii="Times New Roman" w:hAnsi="Times New Roman"/>
          <w:lang w:val="ru-RU"/>
        </w:rPr>
        <w:t>://</w:t>
      </w:r>
      <w:r w:rsidRPr="004A2D89">
        <w:rPr>
          <w:rStyle w:val="placeholder"/>
          <w:rFonts w:ascii="Times New Roman" w:hAnsi="Times New Roman"/>
        </w:rPr>
        <w:t>www</w:t>
      </w:r>
      <w:r w:rsidRPr="004A2D89">
        <w:rPr>
          <w:rStyle w:val="placeholder"/>
          <w:rFonts w:ascii="Times New Roman" w:hAnsi="Times New Roman"/>
          <w:lang w:val="ru-RU"/>
        </w:rPr>
        <w:t>.</w:t>
      </w:r>
      <w:r w:rsidRPr="004A2D89">
        <w:rPr>
          <w:rStyle w:val="placeholder"/>
          <w:rFonts w:ascii="Times New Roman" w:hAnsi="Times New Roman"/>
        </w:rPr>
        <w:t>exponenta</w:t>
      </w:r>
      <w:r w:rsidRPr="004A2D89">
        <w:rPr>
          <w:rStyle w:val="placeholder"/>
          <w:rFonts w:ascii="Times New Roman" w:hAnsi="Times New Roman"/>
          <w:lang w:val="ru-RU"/>
        </w:rPr>
        <w:t>.</w:t>
      </w:r>
      <w:r w:rsidRPr="004A2D89">
        <w:rPr>
          <w:rStyle w:val="placeholder"/>
          <w:rFonts w:ascii="Times New Roman" w:hAnsi="Times New Roman"/>
        </w:rPr>
        <w:t>ru</w:t>
      </w:r>
      <w:r w:rsidRPr="004A2D89">
        <w:rPr>
          <w:rStyle w:val="placeholder"/>
          <w:rFonts w:ascii="Times New Roman" w:hAnsi="Times New Roman"/>
          <w:lang w:val="ru-RU"/>
        </w:rPr>
        <w:t xml:space="preserve"> - образовательный математический сайт;</w:t>
      </w:r>
      <w:r w:rsidRPr="004A2D89">
        <w:rPr>
          <w:rFonts w:ascii="Times New Roman" w:hAnsi="Times New Roman"/>
          <w:lang w:val="ru-RU"/>
        </w:rPr>
        <w:br/>
      </w:r>
      <w:r w:rsidRPr="004A2D89">
        <w:rPr>
          <w:rFonts w:ascii="Times New Roman" w:hAnsi="Times New Roman"/>
          <w:lang w:val="ru-RU"/>
        </w:rPr>
        <w:br/>
      </w:r>
      <w:r w:rsidRPr="004A2D89">
        <w:rPr>
          <w:rStyle w:val="placeholder"/>
          <w:rFonts w:ascii="Times New Roman" w:hAnsi="Times New Roman"/>
          <w:lang w:val="ru-RU"/>
        </w:rPr>
        <w:t xml:space="preserve">«Электронная библиотека2000 по математике», </w:t>
      </w:r>
      <w:r w:rsidRPr="004A2D89">
        <w:rPr>
          <w:rStyle w:val="placeholder"/>
          <w:rFonts w:ascii="Times New Roman" w:hAnsi="Times New Roman"/>
        </w:rPr>
        <w:t>CD</w:t>
      </w:r>
      <w:r w:rsidRPr="004A2D89">
        <w:rPr>
          <w:rStyle w:val="placeholder"/>
          <w:rFonts w:ascii="Times New Roman" w:hAnsi="Times New Roman"/>
          <w:lang w:val="ru-RU"/>
        </w:rPr>
        <w:t>-</w:t>
      </w:r>
      <w:r w:rsidRPr="004A2D89">
        <w:rPr>
          <w:rStyle w:val="placeholder"/>
          <w:rFonts w:ascii="Times New Roman" w:hAnsi="Times New Roman"/>
        </w:rPr>
        <w:t>ROM</w:t>
      </w:r>
      <w:r w:rsidRPr="004A2D89">
        <w:rPr>
          <w:rStyle w:val="placeholder"/>
          <w:rFonts w:ascii="Times New Roman" w:hAnsi="Times New Roman"/>
          <w:lang w:val="ru-RU"/>
        </w:rPr>
        <w:t>;</w:t>
      </w:r>
      <w:r w:rsidRPr="004A2D89">
        <w:rPr>
          <w:rFonts w:ascii="Times New Roman" w:hAnsi="Times New Roman"/>
          <w:lang w:val="ru-RU"/>
        </w:rPr>
        <w:br/>
      </w:r>
      <w:r w:rsidRPr="004A2D89">
        <w:rPr>
          <w:rFonts w:ascii="Times New Roman" w:hAnsi="Times New Roman"/>
          <w:lang w:val="ru-RU"/>
        </w:rPr>
        <w:br/>
      </w:r>
      <w:r w:rsidRPr="004A2D89">
        <w:rPr>
          <w:rStyle w:val="placeholder"/>
          <w:rFonts w:ascii="Times New Roman" w:hAnsi="Times New Roman"/>
          <w:lang w:val="ru-RU"/>
        </w:rPr>
        <w:t>Образовательная коллекция «Математика 5-6 классы»;</w:t>
      </w:r>
      <w:r w:rsidRPr="004A2D89">
        <w:rPr>
          <w:rFonts w:ascii="Times New Roman" w:hAnsi="Times New Roman"/>
          <w:lang w:val="ru-RU"/>
        </w:rPr>
        <w:br/>
      </w:r>
      <w:r w:rsidRPr="004A2D89">
        <w:rPr>
          <w:rFonts w:ascii="Times New Roman" w:hAnsi="Times New Roman"/>
          <w:lang w:val="ru-RU"/>
        </w:rPr>
        <w:br/>
      </w:r>
      <w:r w:rsidRPr="004A2D89">
        <w:rPr>
          <w:rStyle w:val="placeholder"/>
          <w:rFonts w:ascii="Times New Roman" w:hAnsi="Times New Roman"/>
        </w:rPr>
        <w:t>www</w:t>
      </w:r>
      <w:r w:rsidRPr="004A2D89">
        <w:rPr>
          <w:rStyle w:val="placeholder"/>
          <w:rFonts w:ascii="Times New Roman" w:hAnsi="Times New Roman"/>
          <w:lang w:val="ru-RU"/>
        </w:rPr>
        <w:t>.</w:t>
      </w:r>
      <w:r w:rsidRPr="004A2D89">
        <w:rPr>
          <w:rStyle w:val="placeholder"/>
          <w:rFonts w:ascii="Times New Roman" w:hAnsi="Times New Roman"/>
        </w:rPr>
        <w:t>mathvaz</w:t>
      </w:r>
      <w:r w:rsidRPr="004A2D89">
        <w:rPr>
          <w:rStyle w:val="placeholder"/>
          <w:rFonts w:ascii="Times New Roman" w:hAnsi="Times New Roman"/>
          <w:lang w:val="ru-RU"/>
        </w:rPr>
        <w:t>.</w:t>
      </w:r>
      <w:r w:rsidRPr="004A2D89">
        <w:rPr>
          <w:rStyle w:val="placeholder"/>
          <w:rFonts w:ascii="Times New Roman" w:hAnsi="Times New Roman"/>
        </w:rPr>
        <w:t>ru</w:t>
      </w:r>
      <w:r w:rsidRPr="004A2D89">
        <w:rPr>
          <w:rStyle w:val="placeholder"/>
          <w:rFonts w:ascii="Times New Roman" w:hAnsi="Times New Roman"/>
          <w:lang w:val="ru-RU"/>
        </w:rPr>
        <w:t>/</w:t>
      </w:r>
      <w:r w:rsidRPr="004A2D89">
        <w:rPr>
          <w:rStyle w:val="placeholder"/>
          <w:rFonts w:ascii="Times New Roman" w:hAnsi="Times New Roman"/>
        </w:rPr>
        <w:t>index</w:t>
      </w:r>
      <w:r w:rsidRPr="004A2D89">
        <w:rPr>
          <w:rStyle w:val="placeholder"/>
          <w:rFonts w:ascii="Times New Roman" w:hAnsi="Times New Roman"/>
          <w:lang w:val="ru-RU"/>
        </w:rPr>
        <w:t>.</w:t>
      </w:r>
      <w:r w:rsidRPr="004A2D89">
        <w:rPr>
          <w:rStyle w:val="placeholder"/>
          <w:rFonts w:ascii="Times New Roman" w:hAnsi="Times New Roman"/>
        </w:rPr>
        <w:t>php</w:t>
      </w:r>
      <w:r w:rsidRPr="004A2D89">
        <w:rPr>
          <w:rStyle w:val="placeholder"/>
          <w:rFonts w:ascii="Times New Roman" w:hAnsi="Times New Roman"/>
          <w:lang w:val="ru-RU"/>
        </w:rPr>
        <w:t xml:space="preserve"> - Досье учителя математики.</w:t>
      </w:r>
      <w:r w:rsidRPr="004A2D89">
        <w:rPr>
          <w:rFonts w:ascii="Times New Roman" w:hAnsi="Times New Roman"/>
          <w:lang w:val="ru-RU"/>
        </w:rPr>
        <w:br/>
      </w:r>
      <w:r w:rsidRPr="004A2D89">
        <w:rPr>
          <w:rFonts w:ascii="Times New Roman" w:hAnsi="Times New Roman"/>
          <w:lang w:val="ru-RU"/>
        </w:rPr>
        <w:br/>
      </w:r>
      <w:r w:rsidRPr="004A2D89">
        <w:rPr>
          <w:rStyle w:val="placeholder"/>
          <w:rFonts w:ascii="Times New Roman" w:hAnsi="Times New Roman"/>
        </w:rPr>
        <w:t>6 класс.</w:t>
      </w:r>
      <w:r w:rsidRPr="004A2D89">
        <w:rPr>
          <w:rFonts w:ascii="Times New Roman" w:hAnsi="Times New Roman"/>
        </w:rPr>
        <w:br/>
      </w:r>
      <w:r w:rsidRPr="004A2D89">
        <w:rPr>
          <w:rFonts w:ascii="Times New Roman" w:hAnsi="Times New Roman"/>
        </w:rPr>
        <w:br/>
      </w:r>
      <w:r w:rsidRPr="004A2D89">
        <w:rPr>
          <w:rStyle w:val="placeholder"/>
          <w:rFonts w:ascii="Times New Roman" w:hAnsi="Times New Roman"/>
        </w:rPr>
        <w:t>«Математика 5-6 класс». CD-ROM;</w:t>
      </w:r>
      <w:r w:rsidRPr="004A2D89">
        <w:rPr>
          <w:rFonts w:ascii="Times New Roman" w:hAnsi="Times New Roman"/>
        </w:rPr>
        <w:br/>
      </w:r>
      <w:r w:rsidRPr="004A2D89">
        <w:rPr>
          <w:rFonts w:ascii="Times New Roman" w:hAnsi="Times New Roman"/>
        </w:rPr>
        <w:br/>
      </w:r>
      <w:r w:rsidRPr="004A2D89">
        <w:rPr>
          <w:rStyle w:val="placeholder"/>
          <w:rFonts w:ascii="Times New Roman" w:hAnsi="Times New Roman"/>
        </w:rPr>
        <w:t>современный учебно-методический комплекс;</w:t>
      </w:r>
      <w:r w:rsidRPr="004A2D89">
        <w:rPr>
          <w:rFonts w:ascii="Times New Roman" w:hAnsi="Times New Roman"/>
        </w:rPr>
        <w:br/>
      </w:r>
    </w:p>
    <w:sectPr w:rsidR="00536CD0" w:rsidRPr="004A2D89" w:rsidSect="00BA256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numFmt w:val="bullet"/>
      <w:lvlText w:val="·"/>
      <w:lvlJc w:val="left"/>
      <w:pPr>
        <w:ind w:left="113" w:hanging="281"/>
      </w:pPr>
      <w:rPr>
        <w:rFonts w:ascii="Times New Roman" w:hAnsi="Times New Roman"/>
        <w:b w:val="0"/>
        <w:w w:val="75"/>
        <w:sz w:val="22"/>
      </w:rPr>
    </w:lvl>
    <w:lvl w:ilvl="1">
      <w:numFmt w:val="bullet"/>
      <w:lvlText w:val="•"/>
      <w:lvlJc w:val="left"/>
      <w:pPr>
        <w:ind w:left="1160" w:hanging="281"/>
      </w:pPr>
    </w:lvl>
    <w:lvl w:ilvl="2">
      <w:numFmt w:val="bullet"/>
      <w:lvlText w:val="•"/>
      <w:lvlJc w:val="left"/>
      <w:pPr>
        <w:ind w:left="2208" w:hanging="281"/>
      </w:pPr>
    </w:lvl>
    <w:lvl w:ilvl="3">
      <w:numFmt w:val="bullet"/>
      <w:lvlText w:val="•"/>
      <w:lvlJc w:val="left"/>
      <w:pPr>
        <w:ind w:left="3255" w:hanging="281"/>
      </w:pPr>
    </w:lvl>
    <w:lvl w:ilvl="4">
      <w:numFmt w:val="bullet"/>
      <w:lvlText w:val="•"/>
      <w:lvlJc w:val="left"/>
      <w:pPr>
        <w:ind w:left="4302" w:hanging="281"/>
      </w:pPr>
    </w:lvl>
    <w:lvl w:ilvl="5">
      <w:numFmt w:val="bullet"/>
      <w:lvlText w:val="•"/>
      <w:lvlJc w:val="left"/>
      <w:pPr>
        <w:ind w:left="5350" w:hanging="281"/>
      </w:pPr>
    </w:lvl>
    <w:lvl w:ilvl="6">
      <w:numFmt w:val="bullet"/>
      <w:lvlText w:val="•"/>
      <w:lvlJc w:val="left"/>
      <w:pPr>
        <w:ind w:left="6397" w:hanging="281"/>
      </w:pPr>
    </w:lvl>
    <w:lvl w:ilvl="7">
      <w:numFmt w:val="bullet"/>
      <w:lvlText w:val="•"/>
      <w:lvlJc w:val="left"/>
      <w:pPr>
        <w:ind w:left="7444" w:hanging="281"/>
      </w:pPr>
    </w:lvl>
    <w:lvl w:ilvl="8">
      <w:numFmt w:val="bullet"/>
      <w:lvlText w:val="•"/>
      <w:lvlJc w:val="left"/>
      <w:pPr>
        <w:ind w:left="8491" w:hanging="281"/>
      </w:pPr>
    </w:lvl>
  </w:abstractNum>
  <w:abstractNum w:abstractNumId="1">
    <w:nsid w:val="00000403"/>
    <w:multiLevelType w:val="multilevel"/>
    <w:tmpl w:val="00000886"/>
    <w:lvl w:ilvl="0">
      <w:numFmt w:val="bullet"/>
      <w:lvlText w:val="·"/>
      <w:lvlJc w:val="left"/>
      <w:pPr>
        <w:ind w:left="394" w:hanging="293"/>
      </w:pPr>
      <w:rPr>
        <w:rFonts w:ascii="Times New Roman" w:hAnsi="Times New Roman"/>
        <w:b w:val="0"/>
        <w:w w:val="75"/>
        <w:sz w:val="22"/>
      </w:rPr>
    </w:lvl>
    <w:lvl w:ilvl="1">
      <w:numFmt w:val="bullet"/>
      <w:lvlText w:val="·"/>
      <w:lvlJc w:val="left"/>
      <w:pPr>
        <w:ind w:left="934" w:hanging="293"/>
      </w:pPr>
      <w:rPr>
        <w:rFonts w:ascii="Times New Roman" w:hAnsi="Times New Roman"/>
        <w:b w:val="0"/>
        <w:w w:val="75"/>
        <w:sz w:val="22"/>
      </w:rPr>
    </w:lvl>
    <w:lvl w:ilvl="2">
      <w:numFmt w:val="bullet"/>
      <w:lvlText w:val="•"/>
      <w:lvlJc w:val="left"/>
      <w:pPr>
        <w:ind w:left="1957" w:hanging="293"/>
      </w:pPr>
    </w:lvl>
    <w:lvl w:ilvl="3">
      <w:numFmt w:val="bullet"/>
      <w:lvlText w:val="•"/>
      <w:lvlJc w:val="left"/>
      <w:pPr>
        <w:ind w:left="2981" w:hanging="293"/>
      </w:pPr>
    </w:lvl>
    <w:lvl w:ilvl="4">
      <w:numFmt w:val="bullet"/>
      <w:lvlText w:val="•"/>
      <w:lvlJc w:val="left"/>
      <w:pPr>
        <w:ind w:left="4004" w:hanging="293"/>
      </w:pPr>
    </w:lvl>
    <w:lvl w:ilvl="5">
      <w:numFmt w:val="bullet"/>
      <w:lvlText w:val="•"/>
      <w:lvlJc w:val="left"/>
      <w:pPr>
        <w:ind w:left="5028" w:hanging="293"/>
      </w:pPr>
    </w:lvl>
    <w:lvl w:ilvl="6">
      <w:numFmt w:val="bullet"/>
      <w:lvlText w:val="•"/>
      <w:lvlJc w:val="left"/>
      <w:pPr>
        <w:ind w:left="6052" w:hanging="293"/>
      </w:pPr>
    </w:lvl>
    <w:lvl w:ilvl="7">
      <w:numFmt w:val="bullet"/>
      <w:lvlText w:val="•"/>
      <w:lvlJc w:val="left"/>
      <w:pPr>
        <w:ind w:left="7075" w:hanging="293"/>
      </w:pPr>
    </w:lvl>
    <w:lvl w:ilvl="8">
      <w:numFmt w:val="bullet"/>
      <w:lvlText w:val="•"/>
      <w:lvlJc w:val="left"/>
      <w:pPr>
        <w:ind w:left="8099" w:hanging="293"/>
      </w:pPr>
    </w:lvl>
  </w:abstractNum>
  <w:abstractNum w:abstractNumId="2">
    <w:nsid w:val="10E14B11"/>
    <w:multiLevelType w:val="multilevel"/>
    <w:tmpl w:val="1556C2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9893866"/>
    <w:multiLevelType w:val="multilevel"/>
    <w:tmpl w:val="CD664C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2E13593F"/>
    <w:multiLevelType w:val="multilevel"/>
    <w:tmpl w:val="13DE897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37085EAF"/>
    <w:multiLevelType w:val="multilevel"/>
    <w:tmpl w:val="61627E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520541B0"/>
    <w:multiLevelType w:val="multilevel"/>
    <w:tmpl w:val="689CC4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6337122B"/>
    <w:multiLevelType w:val="multilevel"/>
    <w:tmpl w:val="3D8EED5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741E0466"/>
    <w:multiLevelType w:val="multilevel"/>
    <w:tmpl w:val="C5C0CA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3"/>
  </w:num>
  <w:num w:numId="5">
    <w:abstractNumId w:val="4"/>
  </w:num>
  <w:num w:numId="6">
    <w:abstractNumId w:val="2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7ECA"/>
    <w:rsid w:val="000646E8"/>
    <w:rsid w:val="000F6CFC"/>
    <w:rsid w:val="00145F9C"/>
    <w:rsid w:val="00157913"/>
    <w:rsid w:val="00164E9C"/>
    <w:rsid w:val="001713D4"/>
    <w:rsid w:val="001C6A28"/>
    <w:rsid w:val="00200AB3"/>
    <w:rsid w:val="00283448"/>
    <w:rsid w:val="002C2ED0"/>
    <w:rsid w:val="002E6E50"/>
    <w:rsid w:val="002F076B"/>
    <w:rsid w:val="002F7B22"/>
    <w:rsid w:val="003A42B8"/>
    <w:rsid w:val="003A5CD2"/>
    <w:rsid w:val="003B7C06"/>
    <w:rsid w:val="003F0ED3"/>
    <w:rsid w:val="00404327"/>
    <w:rsid w:val="00433C9F"/>
    <w:rsid w:val="004A2D89"/>
    <w:rsid w:val="004A3F12"/>
    <w:rsid w:val="004C2085"/>
    <w:rsid w:val="00526301"/>
    <w:rsid w:val="00536CD0"/>
    <w:rsid w:val="005918CD"/>
    <w:rsid w:val="005A09A8"/>
    <w:rsid w:val="00614AB0"/>
    <w:rsid w:val="00624593"/>
    <w:rsid w:val="006448E2"/>
    <w:rsid w:val="00674AFC"/>
    <w:rsid w:val="00690245"/>
    <w:rsid w:val="00691F6D"/>
    <w:rsid w:val="006B5FEF"/>
    <w:rsid w:val="00716F97"/>
    <w:rsid w:val="007938DE"/>
    <w:rsid w:val="007A3516"/>
    <w:rsid w:val="007F4251"/>
    <w:rsid w:val="00815B90"/>
    <w:rsid w:val="0086156B"/>
    <w:rsid w:val="00875293"/>
    <w:rsid w:val="008A0D7B"/>
    <w:rsid w:val="008B343F"/>
    <w:rsid w:val="008B4C2E"/>
    <w:rsid w:val="008B508B"/>
    <w:rsid w:val="008C05F5"/>
    <w:rsid w:val="00925CAB"/>
    <w:rsid w:val="00933F75"/>
    <w:rsid w:val="00936631"/>
    <w:rsid w:val="009915E9"/>
    <w:rsid w:val="009D4FBC"/>
    <w:rsid w:val="009F1964"/>
    <w:rsid w:val="00A1287C"/>
    <w:rsid w:val="00AA55EC"/>
    <w:rsid w:val="00B7565D"/>
    <w:rsid w:val="00B83554"/>
    <w:rsid w:val="00B87366"/>
    <w:rsid w:val="00BA256D"/>
    <w:rsid w:val="00BF6932"/>
    <w:rsid w:val="00C0683B"/>
    <w:rsid w:val="00C724F4"/>
    <w:rsid w:val="00CB7371"/>
    <w:rsid w:val="00CF0118"/>
    <w:rsid w:val="00CF1C19"/>
    <w:rsid w:val="00D27A37"/>
    <w:rsid w:val="00D30C1E"/>
    <w:rsid w:val="00E139FC"/>
    <w:rsid w:val="00E203A8"/>
    <w:rsid w:val="00E70161"/>
    <w:rsid w:val="00EA024D"/>
    <w:rsid w:val="00EB098F"/>
    <w:rsid w:val="00EE7ECA"/>
    <w:rsid w:val="00F866FB"/>
    <w:rsid w:val="00FA7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CAB"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25CAB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25CAB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25CAB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25CAB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25CA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25CAB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25CAB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25CAB"/>
    <w:rPr>
      <w:rFonts w:ascii="Cambria" w:hAnsi="Cambria" w:cs="Times New Roman"/>
      <w:b/>
      <w:bCs/>
      <w:i/>
      <w:iCs/>
      <w:color w:val="4F81BD"/>
    </w:rPr>
  </w:style>
  <w:style w:type="paragraph" w:styleId="Header">
    <w:name w:val="header"/>
    <w:basedOn w:val="Normal"/>
    <w:link w:val="HeaderChar"/>
    <w:uiPriority w:val="99"/>
    <w:rsid w:val="00925C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25CAB"/>
    <w:rPr>
      <w:rFonts w:cs="Times New Roman"/>
    </w:rPr>
  </w:style>
  <w:style w:type="paragraph" w:styleId="NormalIndent">
    <w:name w:val="Normal Indent"/>
    <w:basedOn w:val="Normal"/>
    <w:uiPriority w:val="99"/>
    <w:rsid w:val="00925CAB"/>
    <w:pPr>
      <w:ind w:left="720"/>
    </w:pPr>
  </w:style>
  <w:style w:type="paragraph" w:styleId="Subtitle">
    <w:name w:val="Subtitle"/>
    <w:basedOn w:val="Normal"/>
    <w:next w:val="Normal"/>
    <w:link w:val="SubtitleChar"/>
    <w:uiPriority w:val="99"/>
    <w:qFormat/>
    <w:rsid w:val="00925CAB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925CAB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925CAB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925CAB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99"/>
    <w:qFormat/>
    <w:rsid w:val="00925CAB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BA256D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BA256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rsid w:val="00925CAB"/>
    <w:pPr>
      <w:spacing w:line="240" w:lineRule="auto"/>
    </w:pPr>
    <w:rPr>
      <w:b/>
      <w:bCs/>
      <w:color w:val="4F81BD"/>
      <w:sz w:val="18"/>
      <w:szCs w:val="18"/>
    </w:rPr>
  </w:style>
  <w:style w:type="paragraph" w:styleId="NormalWeb">
    <w:name w:val="Normal (Web)"/>
    <w:basedOn w:val="Normal"/>
    <w:uiPriority w:val="99"/>
    <w:rsid w:val="004A2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Strong">
    <w:name w:val="Strong"/>
    <w:basedOn w:val="DefaultParagraphFont"/>
    <w:uiPriority w:val="99"/>
    <w:qFormat/>
    <w:rsid w:val="004A2D89"/>
    <w:rPr>
      <w:rFonts w:cs="Times New Roman"/>
      <w:b/>
      <w:bCs/>
    </w:rPr>
  </w:style>
  <w:style w:type="character" w:customStyle="1" w:styleId="placeholder-mask">
    <w:name w:val="placeholder-mask"/>
    <w:basedOn w:val="DefaultParagraphFont"/>
    <w:uiPriority w:val="99"/>
    <w:rsid w:val="004A2D89"/>
    <w:rPr>
      <w:rFonts w:cs="Times New Roman"/>
    </w:rPr>
  </w:style>
  <w:style w:type="character" w:customStyle="1" w:styleId="placeholder">
    <w:name w:val="placeholder"/>
    <w:basedOn w:val="DefaultParagraphFont"/>
    <w:uiPriority w:val="99"/>
    <w:rsid w:val="004A2D8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A2D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2D89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CF0118"/>
    <w:pPr>
      <w:widowControl w:val="0"/>
      <w:autoSpaceDE w:val="0"/>
      <w:autoSpaceDN w:val="0"/>
      <w:adjustRightInd w:val="0"/>
      <w:spacing w:after="0" w:line="240" w:lineRule="auto"/>
      <w:ind w:left="394" w:hanging="293"/>
    </w:pPr>
    <w:rPr>
      <w:rFonts w:ascii="Times New Roman" w:eastAsia="Times New Roman" w:hAnsi="Times New Roman"/>
      <w:lang w:val="ru-RU"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F0118"/>
    <w:rPr>
      <w:rFonts w:ascii="Times New Roman" w:hAnsi="Times New Roman" w:cs="Times New Roman"/>
      <w:lang w:val="ru-RU" w:eastAsia="ru-RU"/>
    </w:rPr>
  </w:style>
  <w:style w:type="paragraph" w:styleId="ListParagraph">
    <w:name w:val="List Paragraph"/>
    <w:basedOn w:val="Normal"/>
    <w:uiPriority w:val="99"/>
    <w:qFormat/>
    <w:rsid w:val="00CF01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TableParagraph">
    <w:name w:val="Table Paragraph"/>
    <w:basedOn w:val="Normal"/>
    <w:uiPriority w:val="99"/>
    <w:rsid w:val="00CF01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2a0cc0c" TargetMode="External"/><Relationship Id="rId18" Type="http://schemas.openxmlformats.org/officeDocument/2006/relationships/hyperlink" Target="https://m.edsoo.ru/f2a0f704" TargetMode="External"/><Relationship Id="rId26" Type="http://schemas.openxmlformats.org/officeDocument/2006/relationships/hyperlink" Target="https://m.edsoo.ru/f2a11bb2" TargetMode="External"/><Relationship Id="rId39" Type="http://schemas.openxmlformats.org/officeDocument/2006/relationships/hyperlink" Target="https://m.edsoo.ru/f2a13c8c" TargetMode="External"/><Relationship Id="rId21" Type="http://schemas.openxmlformats.org/officeDocument/2006/relationships/hyperlink" Target="https://m.edsoo.ru/f2a10da2" TargetMode="External"/><Relationship Id="rId34" Type="http://schemas.openxmlformats.org/officeDocument/2006/relationships/hyperlink" Target="https://m.edsoo.ru/f2a1302a" TargetMode="External"/><Relationship Id="rId42" Type="http://schemas.openxmlformats.org/officeDocument/2006/relationships/hyperlink" Target="https://m.edsoo.ru/f2a143e4" TargetMode="External"/><Relationship Id="rId47" Type="http://schemas.openxmlformats.org/officeDocument/2006/relationships/hyperlink" Target="https://m.edsoo.ru/f2a151f4" TargetMode="External"/><Relationship Id="rId50" Type="http://schemas.openxmlformats.org/officeDocument/2006/relationships/hyperlink" Target="https://m.edsoo.ru/f2a15e2e" TargetMode="External"/><Relationship Id="rId55" Type="http://schemas.openxmlformats.org/officeDocument/2006/relationships/hyperlink" Target="https://m.edsoo.ru/f2a181ce" TargetMode="External"/><Relationship Id="rId63" Type="http://schemas.openxmlformats.org/officeDocument/2006/relationships/hyperlink" Target="https://m.edsoo.ru/f2a1c63e" TargetMode="External"/><Relationship Id="rId68" Type="http://schemas.openxmlformats.org/officeDocument/2006/relationships/hyperlink" Target="https://m.edsoo.ru/f2a1d64c" TargetMode="External"/><Relationship Id="rId76" Type="http://schemas.openxmlformats.org/officeDocument/2006/relationships/hyperlink" Target="https://m.edsoo.ru/f2a1e826" TargetMode="External"/><Relationship Id="rId84" Type="http://schemas.openxmlformats.org/officeDocument/2006/relationships/hyperlink" Target="https://m.edsoo.ru/f2a1b09a" TargetMode="External"/><Relationship Id="rId89" Type="http://schemas.openxmlformats.org/officeDocument/2006/relationships/hyperlink" Target="https://m.edsoo.ru/f2a200a4" TargetMode="External"/><Relationship Id="rId7" Type="http://schemas.openxmlformats.org/officeDocument/2006/relationships/hyperlink" Target="https://m.edsoo.ru/7f414736" TargetMode="External"/><Relationship Id="rId71" Type="http://schemas.openxmlformats.org/officeDocument/2006/relationships/hyperlink" Target="https://m.edsoo.ru/f2a1db88" TargetMode="External"/><Relationship Id="rId92" Type="http://schemas.openxmlformats.org/officeDocument/2006/relationships/hyperlink" Target="https://m.edsoo.ru/f2a2069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2a0d440" TargetMode="External"/><Relationship Id="rId29" Type="http://schemas.openxmlformats.org/officeDocument/2006/relationships/hyperlink" Target="https://m.edsoo.ru/f2a0f9fc" TargetMode="External"/><Relationship Id="rId11" Type="http://schemas.openxmlformats.org/officeDocument/2006/relationships/hyperlink" Target="https://m.edsoo.ru/7f414736" TargetMode="External"/><Relationship Id="rId24" Type="http://schemas.openxmlformats.org/officeDocument/2006/relationships/hyperlink" Target="https://m.edsoo.ru/f2a1116c" TargetMode="External"/><Relationship Id="rId32" Type="http://schemas.openxmlformats.org/officeDocument/2006/relationships/hyperlink" Target="https://m.edsoo.ru/f2a0daee" TargetMode="External"/><Relationship Id="rId37" Type="http://schemas.openxmlformats.org/officeDocument/2006/relationships/hyperlink" Target="https://m.edsoo.ru/f2a13476" TargetMode="External"/><Relationship Id="rId40" Type="http://schemas.openxmlformats.org/officeDocument/2006/relationships/hyperlink" Target="https://m.edsoo.ru/f2a153f2" TargetMode="External"/><Relationship Id="rId45" Type="http://schemas.openxmlformats.org/officeDocument/2006/relationships/hyperlink" Target="https://m.edsoo.ru/f2a14c90" TargetMode="External"/><Relationship Id="rId53" Type="http://schemas.openxmlformats.org/officeDocument/2006/relationships/hyperlink" Target="https://m.edsoo.ru/f2a19560" TargetMode="External"/><Relationship Id="rId58" Type="http://schemas.openxmlformats.org/officeDocument/2006/relationships/hyperlink" Target="https://m.edsoo.ru/f2a1a51e" TargetMode="External"/><Relationship Id="rId66" Type="http://schemas.openxmlformats.org/officeDocument/2006/relationships/hyperlink" Target="https://m.edsoo.ru/f2a1d174" TargetMode="External"/><Relationship Id="rId74" Type="http://schemas.openxmlformats.org/officeDocument/2006/relationships/hyperlink" Target="https://m.edsoo.ru/f2a1e4f2" TargetMode="External"/><Relationship Id="rId79" Type="http://schemas.openxmlformats.org/officeDocument/2006/relationships/hyperlink" Target="https://m.edsoo.ru/f2a1ef10" TargetMode="External"/><Relationship Id="rId87" Type="http://schemas.openxmlformats.org/officeDocument/2006/relationships/hyperlink" Target="https://m.edsoo.ru/f2a1fc08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f2a1bcfc" TargetMode="External"/><Relationship Id="rId82" Type="http://schemas.openxmlformats.org/officeDocument/2006/relationships/hyperlink" Target="https://m.edsoo.ru/f2a1ad2a" TargetMode="External"/><Relationship Id="rId90" Type="http://schemas.openxmlformats.org/officeDocument/2006/relationships/hyperlink" Target="https://m.edsoo.ru/f2a201f8" TargetMode="External"/><Relationship Id="rId19" Type="http://schemas.openxmlformats.org/officeDocument/2006/relationships/hyperlink" Target="https://m.edsoo.ru/f2a0fd8a" TargetMode="External"/><Relationship Id="rId14" Type="http://schemas.openxmlformats.org/officeDocument/2006/relationships/hyperlink" Target="https://m.edsoo.ru/f2a0e426" TargetMode="External"/><Relationship Id="rId22" Type="http://schemas.openxmlformats.org/officeDocument/2006/relationships/hyperlink" Target="https://m.edsoo.ru/f2a104ec" TargetMode="External"/><Relationship Id="rId27" Type="http://schemas.openxmlformats.org/officeDocument/2006/relationships/hyperlink" Target="https://m.edsoo.ru/f2a11f18" TargetMode="External"/><Relationship Id="rId30" Type="http://schemas.openxmlformats.org/officeDocument/2006/relationships/hyperlink" Target="https://m.edsoo.ru/f2a12558" TargetMode="External"/><Relationship Id="rId35" Type="http://schemas.openxmlformats.org/officeDocument/2006/relationships/hyperlink" Target="https://m.edsoo.ru/f2a1319c" TargetMode="External"/><Relationship Id="rId43" Type="http://schemas.openxmlformats.org/officeDocument/2006/relationships/hyperlink" Target="https://m.edsoo.ru/f2a1451a" TargetMode="External"/><Relationship Id="rId48" Type="http://schemas.openxmlformats.org/officeDocument/2006/relationships/hyperlink" Target="https://m.edsoo.ru/f2a181ce" TargetMode="External"/><Relationship Id="rId56" Type="http://schemas.openxmlformats.org/officeDocument/2006/relationships/hyperlink" Target="https://m.edsoo.ru/f2a18c5a" TargetMode="External"/><Relationship Id="rId64" Type="http://schemas.openxmlformats.org/officeDocument/2006/relationships/hyperlink" Target="https://m.edsoo.ru/f2a1cc2e" TargetMode="External"/><Relationship Id="rId69" Type="http://schemas.openxmlformats.org/officeDocument/2006/relationships/hyperlink" Target="https://m.edsoo.ru/f2a1d85e" TargetMode="External"/><Relationship Id="rId77" Type="http://schemas.openxmlformats.org/officeDocument/2006/relationships/hyperlink" Target="https://m.edsoo.ru/f2a1eb50" TargetMode="External"/><Relationship Id="rId8" Type="http://schemas.openxmlformats.org/officeDocument/2006/relationships/hyperlink" Target="https://m.edsoo.ru/7f414736" TargetMode="External"/><Relationship Id="rId51" Type="http://schemas.openxmlformats.org/officeDocument/2006/relationships/hyperlink" Target="https://m.edsoo.ru/f2a18692" TargetMode="External"/><Relationship Id="rId72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f028" TargetMode="External"/><Relationship Id="rId85" Type="http://schemas.openxmlformats.org/officeDocument/2006/relationships/hyperlink" Target="https://m.edsoo.ru/f2a1f924" TargetMode="External"/><Relationship Id="rId93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f2a0f5ba" TargetMode="External"/><Relationship Id="rId25" Type="http://schemas.openxmlformats.org/officeDocument/2006/relationships/hyperlink" Target="https://m.edsoo.ru/f2a11a90" TargetMode="External"/><Relationship Id="rId33" Type="http://schemas.openxmlformats.org/officeDocument/2006/relationships/hyperlink" Target="https://m.edsoo.ru/f2a0d684" TargetMode="External"/><Relationship Id="rId38" Type="http://schemas.openxmlformats.org/officeDocument/2006/relationships/hyperlink" Target="https://m.edsoo.ru/f2a13606" TargetMode="External"/><Relationship Id="rId46" Type="http://schemas.openxmlformats.org/officeDocument/2006/relationships/hyperlink" Target="https://m.edsoo.ru/f2a14de4" TargetMode="External"/><Relationship Id="rId59" Type="http://schemas.openxmlformats.org/officeDocument/2006/relationships/hyperlink" Target="https://m.edsoo.ru/f2a16194" TargetMode="External"/><Relationship Id="rId67" Type="http://schemas.openxmlformats.org/officeDocument/2006/relationships/hyperlink" Target="https://m.edsoo.ru/f2a1d516" TargetMode="External"/><Relationship Id="rId20" Type="http://schemas.openxmlformats.org/officeDocument/2006/relationships/hyperlink" Target="https://m.edsoo.ru/f2a1015e" TargetMode="External"/><Relationship Id="rId41" Type="http://schemas.openxmlformats.org/officeDocument/2006/relationships/hyperlink" Target="https://m.edsoo.ru/f2a15582" TargetMode="External"/><Relationship Id="rId54" Type="http://schemas.openxmlformats.org/officeDocument/2006/relationships/hyperlink" Target="https://m.edsoo.ru/f2a196a0" TargetMode="External"/><Relationship Id="rId62" Type="http://schemas.openxmlformats.org/officeDocument/2006/relationships/hyperlink" Target="https://m.edsoo.ru/f2a1c49a" TargetMode="External"/><Relationship Id="rId70" Type="http://schemas.openxmlformats.org/officeDocument/2006/relationships/hyperlink" Target="https://m.edsoo.ru/f2a1da7a" TargetMode="External"/><Relationship Id="rId75" Type="http://schemas.openxmlformats.org/officeDocument/2006/relationships/hyperlink" Target="https://m.edsoo.ru/f2a1e5f6" TargetMode="External"/><Relationship Id="rId83" Type="http://schemas.openxmlformats.org/officeDocument/2006/relationships/hyperlink" Target="https://m.edsoo.ru/f2a1a802" TargetMode="External"/><Relationship Id="rId88" Type="http://schemas.openxmlformats.org/officeDocument/2006/relationships/hyperlink" Target="https://m.edsoo.ru/f2a1feec" TargetMode="External"/><Relationship Id="rId91" Type="http://schemas.openxmlformats.org/officeDocument/2006/relationships/hyperlink" Target="https://m.edsoo.ru/f2a2038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4736" TargetMode="External"/><Relationship Id="rId15" Type="http://schemas.openxmlformats.org/officeDocument/2006/relationships/hyperlink" Target="https://m.edsoo.ru/f2a0cf54" TargetMode="External"/><Relationship Id="rId23" Type="http://schemas.openxmlformats.org/officeDocument/2006/relationships/hyperlink" Target="https://m.edsoo.ru/f2a116b2" TargetMode="External"/><Relationship Id="rId28" Type="http://schemas.openxmlformats.org/officeDocument/2006/relationships/hyperlink" Target="https://m.edsoo.ru/f2a12080" TargetMode="External"/><Relationship Id="rId36" Type="http://schemas.openxmlformats.org/officeDocument/2006/relationships/hyperlink" Target="https://m.edsoo.ru/f2a132fa" TargetMode="External"/><Relationship Id="rId49" Type="http://schemas.openxmlformats.org/officeDocument/2006/relationships/hyperlink" Target="https://m.edsoo.ru/f2a15a5a" TargetMode="External"/><Relationship Id="rId57" Type="http://schemas.openxmlformats.org/officeDocument/2006/relationships/hyperlink" Target="https://m.edsoo.ru/f2a199f2" TargetMode="External"/><Relationship Id="rId10" Type="http://schemas.openxmlformats.org/officeDocument/2006/relationships/hyperlink" Target="https://m.edsoo.ru/7f414736" TargetMode="External"/><Relationship Id="rId31" Type="http://schemas.openxmlformats.org/officeDocument/2006/relationships/hyperlink" Target="https://m.edsoo.ru/f2a0d54e" TargetMode="External"/><Relationship Id="rId44" Type="http://schemas.openxmlformats.org/officeDocument/2006/relationships/hyperlink" Target="https://m.edsoo.ru/f2a1475e" TargetMode="External"/><Relationship Id="rId52" Type="http://schemas.openxmlformats.org/officeDocument/2006/relationships/hyperlink" Target="https://m.edsoo.ru/f2a18a20" TargetMode="External"/><Relationship Id="rId60" Type="http://schemas.openxmlformats.org/officeDocument/2006/relationships/hyperlink" Target="https://m.edsoo.ru/f2a1b55e" TargetMode="External"/><Relationship Id="rId65" Type="http://schemas.openxmlformats.org/officeDocument/2006/relationships/hyperlink" Target="https://m.edsoo.ru/f2a1ce4a" TargetMode="External"/><Relationship Id="rId73" Type="http://schemas.openxmlformats.org/officeDocument/2006/relationships/hyperlink" Target="https://m.edsoo.ru/f2a1e3da" TargetMode="External"/><Relationship Id="rId78" Type="http://schemas.openxmlformats.org/officeDocument/2006/relationships/hyperlink" Target="https://m.edsoo.ru/f2a1ec68" TargetMode="External"/><Relationship Id="rId81" Type="http://schemas.openxmlformats.org/officeDocument/2006/relationships/hyperlink" Target="https://m.edsoo.ru/f2a1f23a" TargetMode="External"/><Relationship Id="rId86" Type="http://schemas.openxmlformats.org/officeDocument/2006/relationships/hyperlink" Target="https://m.edsoo.ru/f2a1faaa" TargetMode="External"/><Relationship Id="rId9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73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249</TotalTime>
  <Pages>20</Pages>
  <Words>4271</Words>
  <Characters>24346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45</cp:revision>
  <cp:lastPrinted>2023-10-17T11:22:00Z</cp:lastPrinted>
  <dcterms:created xsi:type="dcterms:W3CDTF">2023-08-29T06:37:00Z</dcterms:created>
  <dcterms:modified xsi:type="dcterms:W3CDTF">2023-10-17T11:29:00Z</dcterms:modified>
</cp:coreProperties>
</file>