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E8" w:rsidRDefault="00B065E8" w:rsidP="000D58F3">
      <w:pPr>
        <w:spacing w:after="0"/>
      </w:pPr>
    </w:p>
    <w:p w:rsidR="00B065E8" w:rsidRDefault="00B065E8">
      <w:pPr>
        <w:spacing w:after="0"/>
        <w:ind w:left="120"/>
        <w:rPr>
          <w:lang w:val="ru-RU"/>
        </w:rPr>
      </w:pPr>
    </w:p>
    <w:p w:rsidR="00B065E8" w:rsidRPr="000D58F3" w:rsidRDefault="00B065E8">
      <w:pPr>
        <w:spacing w:after="0"/>
        <w:ind w:left="120"/>
        <w:rPr>
          <w:lang w:val="ru-RU"/>
        </w:rPr>
      </w:pPr>
      <w:r w:rsidRPr="000D58F3">
        <w:rPr>
          <w:lang w:val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5" o:title=""/>
          </v:shape>
          <o:OLEObject Type="Embed" ProgID="AcroExch.Document.DC" ShapeID="_x0000_i1025" DrawAspect="Content" ObjectID="_1759139055" r:id="rId6"/>
        </w:object>
      </w:r>
    </w:p>
    <w:p w:rsidR="00B065E8" w:rsidRPr="000D58F3" w:rsidRDefault="00B065E8">
      <w:pPr>
        <w:spacing w:after="0"/>
        <w:ind w:left="120"/>
        <w:rPr>
          <w:lang w:val="ru-RU"/>
        </w:rPr>
      </w:pPr>
    </w:p>
    <w:p w:rsidR="00B065E8" w:rsidRDefault="00B065E8">
      <w:pPr>
        <w:spacing w:after="0"/>
        <w:ind w:left="120"/>
      </w:pPr>
    </w:p>
    <w:p w:rsidR="00B065E8" w:rsidRDefault="00B065E8">
      <w:pPr>
        <w:spacing w:after="0"/>
        <w:ind w:left="120"/>
        <w:rPr>
          <w:lang w:val="ru-RU"/>
        </w:rPr>
      </w:pPr>
    </w:p>
    <w:p w:rsidR="00B065E8" w:rsidRPr="000D58F3" w:rsidRDefault="00B065E8">
      <w:pPr>
        <w:spacing w:after="0"/>
        <w:ind w:left="120"/>
        <w:rPr>
          <w:lang w:val="ru-RU"/>
        </w:rPr>
      </w:pPr>
    </w:p>
    <w:p w:rsidR="00B065E8" w:rsidRPr="00820EAC" w:rsidRDefault="00B065E8">
      <w:pPr>
        <w:rPr>
          <w:lang w:val="ru-RU"/>
        </w:rPr>
        <w:sectPr w:rsidR="00B065E8" w:rsidRPr="00820EAC">
          <w:pgSz w:w="11906" w:h="16383"/>
          <w:pgMar w:top="1134" w:right="850" w:bottom="1134" w:left="1701" w:header="720" w:footer="720" w:gutter="0"/>
          <w:cols w:space="720"/>
        </w:sect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21428727"/>
      <w:bookmarkEnd w:id="0"/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B065E8" w:rsidRPr="00820EAC" w:rsidRDefault="00B065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065E8" w:rsidRPr="00820EAC" w:rsidRDefault="00B065E8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065E8" w:rsidRPr="00820EAC" w:rsidRDefault="00B065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065E8" w:rsidRPr="00820EAC" w:rsidRDefault="00B065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065E8" w:rsidRPr="00820EAC" w:rsidRDefault="00B065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065E8" w:rsidRPr="00820EAC" w:rsidRDefault="00B065E8">
      <w:pPr>
        <w:rPr>
          <w:sz w:val="24"/>
          <w:szCs w:val="24"/>
          <w:lang w:val="ru-RU"/>
        </w:rPr>
        <w:sectPr w:rsidR="00B065E8" w:rsidRPr="00820EAC" w:rsidSect="00820EAC">
          <w:pgSz w:w="11906" w:h="16383"/>
          <w:pgMar w:top="360" w:right="850" w:bottom="540" w:left="1701" w:header="720" w:footer="720" w:gutter="0"/>
          <w:cols w:space="720"/>
        </w:sect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21428725"/>
      <w:bookmarkEnd w:id="1"/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820EAC">
        <w:rPr>
          <w:rFonts w:ascii="Times New Roman" w:hAnsi="Times New Roman"/>
          <w:color w:val="000000"/>
          <w:sz w:val="24"/>
          <w:szCs w:val="24"/>
        </w:rPr>
        <w:t>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820EAC">
        <w:rPr>
          <w:rFonts w:ascii="Times New Roman" w:hAnsi="Times New Roman"/>
          <w:color w:val="000000"/>
          <w:sz w:val="24"/>
          <w:szCs w:val="24"/>
        </w:rPr>
        <w:t>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820EAC">
        <w:rPr>
          <w:rFonts w:ascii="Times New Roman" w:hAnsi="Times New Roman"/>
          <w:color w:val="000000"/>
          <w:sz w:val="24"/>
          <w:szCs w:val="24"/>
        </w:rPr>
        <w:t>XIV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820EAC">
        <w:rPr>
          <w:rFonts w:ascii="Times New Roman" w:hAnsi="Times New Roman"/>
          <w:color w:val="000000"/>
          <w:sz w:val="24"/>
          <w:szCs w:val="24"/>
        </w:rPr>
        <w:t>XII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820EAC">
        <w:rPr>
          <w:rFonts w:ascii="Times New Roman" w:hAnsi="Times New Roman"/>
          <w:color w:val="000000"/>
          <w:sz w:val="24"/>
          <w:szCs w:val="24"/>
        </w:rPr>
        <w:t>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820EAC">
        <w:rPr>
          <w:rFonts w:ascii="Times New Roman" w:hAnsi="Times New Roman"/>
          <w:color w:val="000000"/>
          <w:sz w:val="24"/>
          <w:szCs w:val="24"/>
        </w:rPr>
        <w:t>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B065E8" w:rsidRPr="00820EAC" w:rsidRDefault="00B065E8">
      <w:pPr>
        <w:spacing w:after="0"/>
        <w:ind w:left="120"/>
        <w:rPr>
          <w:sz w:val="24"/>
          <w:szCs w:val="24"/>
          <w:lang w:val="ru-RU"/>
        </w:rPr>
      </w:pPr>
    </w:p>
    <w:p w:rsidR="00B065E8" w:rsidRPr="00820EAC" w:rsidRDefault="00B065E8">
      <w:pPr>
        <w:spacing w:after="0"/>
        <w:ind w:left="120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B065E8" w:rsidRPr="00820EAC" w:rsidRDefault="00B065E8">
      <w:pPr>
        <w:spacing w:after="0"/>
        <w:ind w:left="120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820EAC">
        <w:rPr>
          <w:rFonts w:ascii="Times New Roman" w:hAnsi="Times New Roman"/>
          <w:color w:val="000000"/>
          <w:sz w:val="24"/>
          <w:szCs w:val="24"/>
        </w:rPr>
        <w:t>XIII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820EAC">
        <w:rPr>
          <w:rFonts w:ascii="Times New Roman" w:hAnsi="Times New Roman"/>
          <w:color w:val="000000"/>
          <w:sz w:val="24"/>
          <w:szCs w:val="24"/>
        </w:rPr>
        <w:t>XIV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820EAC">
        <w:rPr>
          <w:rFonts w:ascii="Times New Roman" w:hAnsi="Times New Roman"/>
          <w:color w:val="000000"/>
          <w:sz w:val="24"/>
          <w:szCs w:val="24"/>
        </w:rPr>
        <w:t>XV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820EAC">
        <w:rPr>
          <w:rFonts w:ascii="Times New Roman" w:hAnsi="Times New Roman"/>
          <w:color w:val="000000"/>
          <w:sz w:val="24"/>
          <w:szCs w:val="24"/>
        </w:rPr>
        <w:t>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820EAC">
        <w:rPr>
          <w:rFonts w:ascii="Times New Roman" w:hAnsi="Times New Roman"/>
          <w:color w:val="000000"/>
          <w:sz w:val="24"/>
          <w:szCs w:val="24"/>
        </w:rPr>
        <w:t>XIII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820EAC">
        <w:rPr>
          <w:rFonts w:ascii="Times New Roman" w:hAnsi="Times New Roman"/>
          <w:color w:val="000000"/>
          <w:sz w:val="24"/>
          <w:szCs w:val="24"/>
        </w:rPr>
        <w:t>XIV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820EAC">
        <w:rPr>
          <w:rFonts w:ascii="Times New Roman" w:hAnsi="Times New Roman"/>
          <w:color w:val="000000"/>
          <w:sz w:val="24"/>
          <w:szCs w:val="24"/>
        </w:rPr>
        <w:t>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820EAC">
        <w:rPr>
          <w:rFonts w:ascii="Times New Roman" w:hAnsi="Times New Roman"/>
          <w:color w:val="000000"/>
          <w:sz w:val="24"/>
          <w:szCs w:val="24"/>
        </w:rPr>
        <w:t>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820EAC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820EAC">
        <w:rPr>
          <w:rFonts w:ascii="Times New Roman" w:hAnsi="Times New Roman"/>
          <w:color w:val="000000"/>
          <w:sz w:val="24"/>
          <w:szCs w:val="24"/>
        </w:rPr>
        <w:t>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20EAC">
        <w:rPr>
          <w:rFonts w:ascii="Times New Roman" w:hAnsi="Times New Roman"/>
          <w:color w:val="000000"/>
          <w:sz w:val="24"/>
          <w:szCs w:val="24"/>
        </w:rPr>
        <w:t>IV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820EAC">
        <w:rPr>
          <w:rFonts w:ascii="Times New Roman" w:hAnsi="Times New Roman"/>
          <w:color w:val="000000"/>
          <w:sz w:val="24"/>
          <w:szCs w:val="24"/>
        </w:rPr>
        <w:t>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820EAC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820EAC">
        <w:rPr>
          <w:rFonts w:ascii="Times New Roman" w:hAnsi="Times New Roman"/>
          <w:color w:val="000000"/>
          <w:sz w:val="24"/>
          <w:szCs w:val="24"/>
        </w:rPr>
        <w:t>XXI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B065E8" w:rsidRPr="00820EAC" w:rsidRDefault="00B065E8">
      <w:pPr>
        <w:rPr>
          <w:sz w:val="24"/>
          <w:szCs w:val="24"/>
          <w:lang w:val="ru-RU"/>
        </w:rPr>
        <w:sectPr w:rsidR="00B065E8" w:rsidRPr="00820EAC">
          <w:pgSz w:w="11906" w:h="16383"/>
          <w:pgMar w:top="1134" w:right="850" w:bottom="1134" w:left="1701" w:header="720" w:footer="720" w:gutter="0"/>
          <w:cols w:space="720"/>
        </w:sect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1428726"/>
      <w:bookmarkEnd w:id="2"/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065E8" w:rsidRPr="00820EAC" w:rsidRDefault="00B065E8">
      <w:pPr>
        <w:spacing w:after="0"/>
        <w:ind w:left="120"/>
        <w:rPr>
          <w:sz w:val="24"/>
          <w:szCs w:val="24"/>
          <w:lang w:val="ru-RU"/>
        </w:rPr>
      </w:pPr>
    </w:p>
    <w:p w:rsidR="00B065E8" w:rsidRPr="00820EAC" w:rsidRDefault="00B065E8">
      <w:pPr>
        <w:spacing w:after="0"/>
        <w:ind w:left="120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065E8" w:rsidRPr="00820EAC" w:rsidRDefault="00B065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B065E8" w:rsidRPr="00820EAC" w:rsidRDefault="00B065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065E8" w:rsidRPr="00820EAC" w:rsidRDefault="00B065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065E8" w:rsidRPr="00820EAC" w:rsidRDefault="00B065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B065E8" w:rsidRPr="00820EAC" w:rsidRDefault="00B065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065E8" w:rsidRPr="00820EAC" w:rsidRDefault="00B065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B065E8" w:rsidRPr="00820EAC" w:rsidRDefault="00B065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065E8" w:rsidRPr="00820EAC" w:rsidRDefault="00B065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B065E8" w:rsidRPr="00820EAC" w:rsidRDefault="00B065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065E8" w:rsidRPr="00820EAC" w:rsidRDefault="00B065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065E8" w:rsidRPr="00820EAC" w:rsidRDefault="00B065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B065E8" w:rsidRPr="00820EAC" w:rsidRDefault="00B065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B065E8" w:rsidRPr="00820EAC" w:rsidRDefault="00B065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B065E8" w:rsidRPr="00820EAC" w:rsidRDefault="00B065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065E8" w:rsidRPr="00820EAC" w:rsidRDefault="00B065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065E8" w:rsidRPr="00820EAC" w:rsidRDefault="00B065E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B065E8" w:rsidRPr="00820EAC" w:rsidRDefault="00B065E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065E8" w:rsidRPr="00820EAC" w:rsidRDefault="00B065E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B065E8" w:rsidRPr="00820EAC" w:rsidRDefault="00B065E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065E8" w:rsidRPr="00820EAC" w:rsidRDefault="00B065E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065E8" w:rsidRPr="00820EAC" w:rsidRDefault="00B065E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B065E8" w:rsidRPr="00820EAC" w:rsidRDefault="00B065E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065E8" w:rsidRPr="00820EAC" w:rsidRDefault="00B065E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B065E8" w:rsidRPr="00820EAC" w:rsidRDefault="00B065E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065E8" w:rsidRPr="00820EAC" w:rsidRDefault="00B065E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B065E8" w:rsidRPr="00820EAC" w:rsidRDefault="00B065E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065E8" w:rsidRPr="00820EAC" w:rsidRDefault="00B065E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B065E8" w:rsidRPr="00820EAC" w:rsidRDefault="00B065E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065E8" w:rsidRPr="00820EAC" w:rsidRDefault="00B065E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B065E8" w:rsidRPr="00820EAC" w:rsidRDefault="00B065E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B065E8" w:rsidRPr="00820EAC" w:rsidRDefault="00B065E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065E8" w:rsidRPr="00820EAC" w:rsidRDefault="00B065E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065E8" w:rsidRPr="00820EAC" w:rsidRDefault="00B065E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065E8" w:rsidRPr="00820EAC" w:rsidRDefault="00B065E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B065E8" w:rsidRPr="00820EAC" w:rsidRDefault="00B065E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065E8" w:rsidRPr="00820EAC" w:rsidRDefault="00B065E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065E8" w:rsidRPr="00820EAC" w:rsidRDefault="00B065E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065E8" w:rsidRPr="00820EAC" w:rsidRDefault="00B065E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065E8" w:rsidRPr="00820EAC" w:rsidRDefault="00B065E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065E8" w:rsidRPr="00820EAC" w:rsidRDefault="00B065E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B065E8" w:rsidRPr="00820EAC" w:rsidRDefault="00B065E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065E8" w:rsidRPr="00820EAC" w:rsidRDefault="00B065E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B065E8" w:rsidRPr="00820EAC" w:rsidRDefault="00B065E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065E8" w:rsidRPr="00820EAC" w:rsidRDefault="00B065E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B065E8" w:rsidRPr="00820EAC" w:rsidRDefault="00B065E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B065E8" w:rsidRPr="00820EAC" w:rsidRDefault="00B065E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B065E8" w:rsidRPr="00820EAC" w:rsidRDefault="00B065E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B065E8" w:rsidRPr="00820EAC" w:rsidRDefault="00B065E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B065E8" w:rsidRPr="00820EAC" w:rsidRDefault="00B065E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B065E8" w:rsidRPr="00820EAC" w:rsidRDefault="00B065E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065E8" w:rsidRPr="00820EAC" w:rsidRDefault="00B065E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065E8" w:rsidRPr="00820EAC" w:rsidRDefault="00B065E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065E8" w:rsidRPr="00820EAC" w:rsidRDefault="00B065E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B065E8" w:rsidRPr="00820EAC" w:rsidRDefault="00B065E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B065E8" w:rsidRPr="00820EAC" w:rsidRDefault="00B065E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20EAC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B065E8" w:rsidRPr="00820EAC" w:rsidRDefault="00B065E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065E8" w:rsidRPr="00820EAC" w:rsidRDefault="00B065E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065E8" w:rsidRPr="00820EAC" w:rsidRDefault="00B065E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B065E8" w:rsidRPr="00820EAC" w:rsidRDefault="00B065E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065E8" w:rsidRPr="00820EAC" w:rsidRDefault="00B065E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B065E8" w:rsidRPr="00820EAC" w:rsidRDefault="00B065E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20EAC">
        <w:rPr>
          <w:rFonts w:ascii="Times New Roman" w:hAnsi="Times New Roman"/>
          <w:color w:val="000000"/>
          <w:sz w:val="24"/>
          <w:szCs w:val="24"/>
        </w:rPr>
        <w:t>XVII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20EAC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B065E8" w:rsidRPr="00820EAC" w:rsidRDefault="00B065E8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B065E8" w:rsidRPr="00820EAC" w:rsidRDefault="00B065E8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B065E8" w:rsidRPr="00820EAC" w:rsidRDefault="00B065E8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B065E8" w:rsidRPr="00820EAC" w:rsidRDefault="00B065E8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B065E8" w:rsidRPr="00820EAC" w:rsidRDefault="00B065E8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B065E8" w:rsidRPr="00820EAC" w:rsidRDefault="00B065E8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065E8" w:rsidRPr="00820EAC" w:rsidRDefault="00B065E8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065E8" w:rsidRPr="00820EAC" w:rsidRDefault="00B065E8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B065E8" w:rsidRPr="00820EAC" w:rsidRDefault="00B065E8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B065E8" w:rsidRPr="00820EAC" w:rsidRDefault="00B065E8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B065E8" w:rsidRPr="00820EAC" w:rsidRDefault="00B065E8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B065E8" w:rsidRPr="00820EAC" w:rsidRDefault="00B065E8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065E8" w:rsidRPr="00820EAC" w:rsidRDefault="00B065E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B065E8" w:rsidRPr="00820EAC" w:rsidRDefault="00B065E8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B065E8" w:rsidRPr="00820EAC" w:rsidRDefault="00B065E8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XVIII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B065E8" w:rsidRPr="00820EAC" w:rsidRDefault="00B065E8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B065E8" w:rsidRPr="00820EAC" w:rsidRDefault="00B065E8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B065E8" w:rsidRPr="00820EAC" w:rsidRDefault="00B065E8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B065E8" w:rsidRPr="00820EAC" w:rsidRDefault="00B065E8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B065E8" w:rsidRPr="00820EAC" w:rsidRDefault="00B065E8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065E8" w:rsidRPr="00820EAC" w:rsidRDefault="00B065E8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B065E8" w:rsidRPr="00820EAC" w:rsidRDefault="00B065E8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B065E8" w:rsidRPr="00820EAC" w:rsidRDefault="00B065E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B065E8" w:rsidRPr="00820EAC" w:rsidRDefault="00B065E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B065E8" w:rsidRPr="00820EAC" w:rsidRDefault="00B065E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065E8" w:rsidRPr="00820EAC" w:rsidRDefault="00B065E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065E8" w:rsidRPr="00820EAC" w:rsidRDefault="00B065E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B065E8" w:rsidRPr="00820EAC" w:rsidRDefault="00B065E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B065E8" w:rsidRPr="00820EAC" w:rsidRDefault="00B065E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065E8" w:rsidRPr="00820EAC" w:rsidRDefault="00B065E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B065E8" w:rsidRPr="00820EAC" w:rsidRDefault="00B065E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B065E8" w:rsidRPr="00820EAC" w:rsidRDefault="00B065E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B065E8" w:rsidRPr="00820EAC" w:rsidRDefault="00B065E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065E8" w:rsidRPr="00820EAC" w:rsidRDefault="00B065E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065E8" w:rsidRPr="00820EAC" w:rsidRDefault="00B065E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065E8" w:rsidRPr="00820EAC" w:rsidRDefault="00B065E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065E8" w:rsidRPr="00820EAC" w:rsidRDefault="00B065E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065E8" w:rsidRPr="00820EAC" w:rsidRDefault="00B065E8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B065E8" w:rsidRPr="00820EAC" w:rsidRDefault="00B065E8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065E8" w:rsidRPr="00820EAC" w:rsidRDefault="00B065E8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065E8" w:rsidRPr="00820EAC" w:rsidRDefault="00B065E8">
      <w:pPr>
        <w:spacing w:after="0" w:line="264" w:lineRule="auto"/>
        <w:ind w:left="120"/>
        <w:jc w:val="both"/>
        <w:rPr>
          <w:sz w:val="24"/>
          <w:szCs w:val="24"/>
        </w:rPr>
      </w:pPr>
      <w:r w:rsidRPr="00820EAC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B065E8" w:rsidRPr="00820EAC" w:rsidRDefault="00B065E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065E8" w:rsidRPr="00820EAC" w:rsidRDefault="00B065E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B065E8" w:rsidRPr="00820EAC" w:rsidRDefault="00B065E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820EAC">
        <w:rPr>
          <w:rFonts w:ascii="Times New Roman" w:hAnsi="Times New Roman"/>
          <w:color w:val="000000"/>
          <w:sz w:val="24"/>
          <w:szCs w:val="24"/>
        </w:rPr>
        <w:t>XIX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065E8" w:rsidRPr="00820EAC" w:rsidRDefault="00B065E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820EAC">
        <w:rPr>
          <w:rFonts w:ascii="Times New Roman" w:hAnsi="Times New Roman"/>
          <w:color w:val="000000"/>
          <w:sz w:val="24"/>
          <w:szCs w:val="24"/>
        </w:rPr>
        <w:t>XX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820EAC">
        <w:rPr>
          <w:rFonts w:ascii="Times New Roman" w:hAnsi="Times New Roman"/>
          <w:color w:val="000000"/>
          <w:sz w:val="24"/>
          <w:szCs w:val="24"/>
        </w:rPr>
        <w:t>I</w:t>
      </w:r>
      <w:r w:rsidRPr="00820E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B065E8" w:rsidRPr="00820EAC" w:rsidRDefault="00B065E8">
      <w:pPr>
        <w:rPr>
          <w:lang w:val="ru-RU"/>
        </w:rPr>
        <w:sectPr w:rsidR="00B065E8" w:rsidRPr="00820EAC" w:rsidSect="00D97642">
          <w:pgSz w:w="11906" w:h="16383"/>
          <w:pgMar w:top="540" w:right="850" w:bottom="360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bookmarkStart w:id="3" w:name="block-21428722"/>
      <w:bookmarkEnd w:id="3"/>
      <w:r w:rsidRPr="00820E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B065E8" w:rsidRPr="0094443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0"/>
        <w:gridCol w:w="4551"/>
        <w:gridCol w:w="1596"/>
        <w:gridCol w:w="1841"/>
        <w:gridCol w:w="1910"/>
        <w:gridCol w:w="2753"/>
      </w:tblGrid>
      <w:tr w:rsidR="00B065E8" w:rsidRPr="0094443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B065E8" w:rsidRPr="0094443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741"/>
      </w:tblGrid>
      <w:tr w:rsidR="00B065E8" w:rsidRPr="0094443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1"/>
        <w:gridCol w:w="4670"/>
        <w:gridCol w:w="1542"/>
        <w:gridCol w:w="1841"/>
        <w:gridCol w:w="1910"/>
        <w:gridCol w:w="2677"/>
      </w:tblGrid>
      <w:tr w:rsidR="00B065E8" w:rsidRPr="0094443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20E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bookmarkStart w:id="4" w:name="block-21428723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5"/>
        <w:gridCol w:w="3825"/>
        <w:gridCol w:w="1206"/>
        <w:gridCol w:w="1841"/>
        <w:gridCol w:w="1910"/>
        <w:gridCol w:w="1212"/>
        <w:gridCol w:w="3221"/>
      </w:tblGrid>
      <w:tr w:rsidR="00B065E8" w:rsidRPr="0094443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38"/>
        <w:gridCol w:w="4203"/>
        <w:gridCol w:w="1237"/>
        <w:gridCol w:w="1841"/>
        <w:gridCol w:w="1910"/>
        <w:gridCol w:w="1212"/>
        <w:gridCol w:w="2799"/>
      </w:tblGrid>
      <w:tr w:rsidR="00B065E8" w:rsidRPr="0094443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0D58F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"/>
        <w:gridCol w:w="4296"/>
        <w:gridCol w:w="1223"/>
        <w:gridCol w:w="1841"/>
        <w:gridCol w:w="1910"/>
        <w:gridCol w:w="1212"/>
        <w:gridCol w:w="2738"/>
      </w:tblGrid>
      <w:tr w:rsidR="00B065E8" w:rsidRPr="0094443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6"/>
        <w:gridCol w:w="4186"/>
        <w:gridCol w:w="1267"/>
        <w:gridCol w:w="1841"/>
        <w:gridCol w:w="1910"/>
        <w:gridCol w:w="1212"/>
        <w:gridCol w:w="2738"/>
      </w:tblGrid>
      <w:tr w:rsidR="00B065E8" w:rsidRPr="0094443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5"/>
        <w:gridCol w:w="4348"/>
        <w:gridCol w:w="1208"/>
        <w:gridCol w:w="1841"/>
        <w:gridCol w:w="1910"/>
        <w:gridCol w:w="1212"/>
        <w:gridCol w:w="2726"/>
      </w:tblGrid>
      <w:tr w:rsidR="00B065E8" w:rsidRPr="0094443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5E8" w:rsidRPr="00944436" w:rsidRDefault="00B065E8"/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5E8" w:rsidRPr="00D976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9444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44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E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</w:pPr>
          </w:p>
        </w:tc>
      </w:tr>
      <w:tr w:rsidR="00B065E8" w:rsidRPr="00944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820EAC" w:rsidRDefault="00B065E8">
            <w:pPr>
              <w:spacing w:after="0"/>
              <w:ind w:left="135"/>
              <w:rPr>
                <w:lang w:val="ru-RU"/>
              </w:rPr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820E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>
            <w:pPr>
              <w:spacing w:after="0"/>
              <w:ind w:left="135"/>
              <w:jc w:val="center"/>
            </w:pPr>
            <w:r w:rsidRPr="0094443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5E8" w:rsidRPr="00944436" w:rsidRDefault="00B065E8"/>
        </w:tc>
      </w:tr>
    </w:tbl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ectPr w:rsidR="00B0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5E8" w:rsidRDefault="00B065E8">
      <w:pPr>
        <w:spacing w:after="0"/>
        <w:ind w:left="120"/>
      </w:pPr>
      <w:bookmarkStart w:id="5" w:name="block-21428724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065E8" w:rsidRDefault="00B06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65E8" w:rsidRDefault="00B06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65E8" w:rsidRDefault="00B06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065E8" w:rsidRDefault="00B065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065E8" w:rsidRDefault="00B06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65E8" w:rsidRDefault="00B06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65E8" w:rsidRDefault="00B065E8">
      <w:pPr>
        <w:spacing w:after="0"/>
        <w:ind w:left="120"/>
      </w:pPr>
    </w:p>
    <w:p w:rsidR="00B065E8" w:rsidRPr="00820EAC" w:rsidRDefault="00B065E8">
      <w:pPr>
        <w:spacing w:after="0" w:line="480" w:lineRule="auto"/>
        <w:ind w:left="120"/>
        <w:rPr>
          <w:lang w:val="ru-RU"/>
        </w:rPr>
      </w:pPr>
      <w:r w:rsidRPr="00820E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65E8" w:rsidRDefault="00B065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065E8" w:rsidRDefault="00B065E8">
      <w:pPr>
        <w:sectPr w:rsidR="00B065E8">
          <w:pgSz w:w="11906" w:h="16383"/>
          <w:pgMar w:top="1134" w:right="850" w:bottom="1134" w:left="1701" w:header="720" w:footer="720" w:gutter="0"/>
          <w:cols w:space="720"/>
        </w:sectPr>
      </w:pPr>
    </w:p>
    <w:p w:rsidR="00B065E8" w:rsidRDefault="00B065E8"/>
    <w:sectPr w:rsidR="00B065E8" w:rsidSect="000C38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6E1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B35EF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9B217F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5205E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6D92ED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939520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CDE33C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1463C6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7D66D3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8CA10E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9E1693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D0D122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D6A7AA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010DD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EA706D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3A4486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7F1448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F66AA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B5C7FF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CE42B4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D83117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E592BC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1342C2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2B60E6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D75401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DDD4EC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E2D5C4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245623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9A4396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BE641A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CC4153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FC4276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315684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8AF49A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2027D0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5A5167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64169E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7D503A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2"/>
  </w:num>
  <w:num w:numId="2">
    <w:abstractNumId w:val="35"/>
  </w:num>
  <w:num w:numId="3">
    <w:abstractNumId w:val="36"/>
  </w:num>
  <w:num w:numId="4">
    <w:abstractNumId w:val="6"/>
  </w:num>
  <w:num w:numId="5">
    <w:abstractNumId w:val="12"/>
  </w:num>
  <w:num w:numId="6">
    <w:abstractNumId w:val="34"/>
  </w:num>
  <w:num w:numId="7">
    <w:abstractNumId w:val="11"/>
  </w:num>
  <w:num w:numId="8">
    <w:abstractNumId w:val="14"/>
  </w:num>
  <w:num w:numId="9">
    <w:abstractNumId w:val="0"/>
  </w:num>
  <w:num w:numId="10">
    <w:abstractNumId w:val="23"/>
  </w:num>
  <w:num w:numId="11">
    <w:abstractNumId w:val="20"/>
  </w:num>
  <w:num w:numId="12">
    <w:abstractNumId w:val="2"/>
  </w:num>
  <w:num w:numId="13">
    <w:abstractNumId w:val="16"/>
  </w:num>
  <w:num w:numId="14">
    <w:abstractNumId w:val="1"/>
  </w:num>
  <w:num w:numId="15">
    <w:abstractNumId w:val="30"/>
  </w:num>
  <w:num w:numId="16">
    <w:abstractNumId w:val="24"/>
  </w:num>
  <w:num w:numId="17">
    <w:abstractNumId w:val="32"/>
  </w:num>
  <w:num w:numId="18">
    <w:abstractNumId w:val="15"/>
  </w:num>
  <w:num w:numId="19">
    <w:abstractNumId w:val="5"/>
  </w:num>
  <w:num w:numId="20">
    <w:abstractNumId w:val="4"/>
  </w:num>
  <w:num w:numId="21">
    <w:abstractNumId w:val="17"/>
  </w:num>
  <w:num w:numId="22">
    <w:abstractNumId w:val="28"/>
  </w:num>
  <w:num w:numId="23">
    <w:abstractNumId w:val="31"/>
  </w:num>
  <w:num w:numId="24">
    <w:abstractNumId w:val="7"/>
  </w:num>
  <w:num w:numId="25">
    <w:abstractNumId w:val="27"/>
  </w:num>
  <w:num w:numId="26">
    <w:abstractNumId w:val="3"/>
  </w:num>
  <w:num w:numId="27">
    <w:abstractNumId w:val="9"/>
  </w:num>
  <w:num w:numId="28">
    <w:abstractNumId w:val="26"/>
  </w:num>
  <w:num w:numId="29">
    <w:abstractNumId w:val="18"/>
  </w:num>
  <w:num w:numId="30">
    <w:abstractNumId w:val="25"/>
  </w:num>
  <w:num w:numId="31">
    <w:abstractNumId w:val="21"/>
  </w:num>
  <w:num w:numId="32">
    <w:abstractNumId w:val="19"/>
  </w:num>
  <w:num w:numId="33">
    <w:abstractNumId w:val="13"/>
  </w:num>
  <w:num w:numId="34">
    <w:abstractNumId w:val="29"/>
  </w:num>
  <w:num w:numId="35">
    <w:abstractNumId w:val="8"/>
  </w:num>
  <w:num w:numId="36">
    <w:abstractNumId w:val="37"/>
  </w:num>
  <w:num w:numId="37">
    <w:abstractNumId w:val="33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8F6"/>
    <w:rsid w:val="00071D9C"/>
    <w:rsid w:val="000C38F6"/>
    <w:rsid w:val="000D4161"/>
    <w:rsid w:val="000D58F3"/>
    <w:rsid w:val="000E6D86"/>
    <w:rsid w:val="00275E12"/>
    <w:rsid w:val="00344265"/>
    <w:rsid w:val="003A49A5"/>
    <w:rsid w:val="004A76BD"/>
    <w:rsid w:val="004E6975"/>
    <w:rsid w:val="00535FAF"/>
    <w:rsid w:val="00764D92"/>
    <w:rsid w:val="00820EAC"/>
    <w:rsid w:val="008610C7"/>
    <w:rsid w:val="0086502D"/>
    <w:rsid w:val="008944ED"/>
    <w:rsid w:val="00944436"/>
    <w:rsid w:val="00B065E8"/>
    <w:rsid w:val="00B52B01"/>
    <w:rsid w:val="00C53FFE"/>
    <w:rsid w:val="00D741A7"/>
    <w:rsid w:val="00D97642"/>
    <w:rsid w:val="00E9175A"/>
    <w:rsid w:val="00F9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E12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5E1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5E1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5E1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5E12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5E1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75E1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75E1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75E12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275E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5E12"/>
    <w:rPr>
      <w:rFonts w:cs="Times New Roman"/>
    </w:rPr>
  </w:style>
  <w:style w:type="paragraph" w:styleId="NormalIndent">
    <w:name w:val="Normal Indent"/>
    <w:basedOn w:val="Normal"/>
    <w:uiPriority w:val="99"/>
    <w:rsid w:val="00275E12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275E12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75E1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275E1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75E1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275E12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0C38F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C38F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275E12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8d54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oleObject" Target="embeddings/oleObject1.bin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95</Pages>
  <Words>25173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cp:lastPrinted>2023-09-25T08:47:00Z</cp:lastPrinted>
  <dcterms:created xsi:type="dcterms:W3CDTF">2023-09-21T08:29:00Z</dcterms:created>
  <dcterms:modified xsi:type="dcterms:W3CDTF">2023-10-18T09:58:00Z</dcterms:modified>
</cp:coreProperties>
</file>