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6A" w:rsidRPr="00675CB0" w:rsidRDefault="002806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75CB0">
        <w:rPr>
          <w:rFonts w:ascii="Times New Roman" w:hAnsi="Times New Roman"/>
          <w:b/>
          <w:color w:val="000000"/>
          <w:sz w:val="28"/>
          <w:lang w:val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4" o:title=""/>
          </v:shape>
          <o:OLEObject Type="Embed" ProgID="AcroExch.Document.DC" ShapeID="_x0000_i1025" DrawAspect="Content" ObjectID="_1759120842" r:id="rId5"/>
        </w:object>
      </w:r>
    </w:p>
    <w:p w:rsidR="0028066A" w:rsidRPr="003D5D44" w:rsidRDefault="0028066A">
      <w:pPr>
        <w:rPr>
          <w:lang w:val="ru-RU"/>
        </w:rPr>
        <w:sectPr w:rsidR="0028066A" w:rsidRPr="003D5D44">
          <w:pgSz w:w="11906" w:h="16383"/>
          <w:pgMar w:top="1134" w:right="850" w:bottom="1134" w:left="1701" w:header="720" w:footer="720" w:gutter="0"/>
          <w:cols w:space="720"/>
        </w:sectPr>
      </w:pPr>
    </w:p>
    <w:p w:rsidR="0028066A" w:rsidRPr="003D5D44" w:rsidRDefault="0028066A">
      <w:pPr>
        <w:spacing w:after="0"/>
        <w:ind w:left="120"/>
        <w:jc w:val="both"/>
        <w:rPr>
          <w:lang w:val="ru-RU"/>
        </w:rPr>
      </w:pPr>
      <w:bookmarkStart w:id="0" w:name="block-21304188"/>
      <w:bookmarkEnd w:id="0"/>
      <w:r w:rsidRPr="003D5D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8066A" w:rsidRPr="003D5D44" w:rsidRDefault="0028066A">
      <w:pPr>
        <w:spacing w:after="0"/>
        <w:ind w:left="120"/>
        <w:jc w:val="both"/>
        <w:rPr>
          <w:lang w:val="ru-RU"/>
        </w:rPr>
      </w:pP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8066A" w:rsidRPr="003D5D44" w:rsidRDefault="0028066A">
      <w:pPr>
        <w:spacing w:after="0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8066A" w:rsidRPr="003D5D44" w:rsidRDefault="0028066A">
      <w:pPr>
        <w:spacing w:after="0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28066A" w:rsidRPr="003D5D44" w:rsidRDefault="0028066A">
      <w:pPr>
        <w:spacing w:after="0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8066A" w:rsidRPr="003D5D44" w:rsidRDefault="0028066A">
      <w:pPr>
        <w:rPr>
          <w:lang w:val="ru-RU"/>
        </w:rPr>
        <w:sectPr w:rsidR="0028066A" w:rsidRPr="003D5D44">
          <w:pgSz w:w="11906" w:h="16383"/>
          <w:pgMar w:top="1134" w:right="850" w:bottom="1134" w:left="1701" w:header="720" w:footer="720" w:gutter="0"/>
          <w:cols w:space="720"/>
        </w:sect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" w:name="block-21304184"/>
      <w:bookmarkEnd w:id="1"/>
      <w:r w:rsidRPr="003D5D4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" w:name="_Toc141791714"/>
      <w:bookmarkEnd w:id="2"/>
      <w:r w:rsidRPr="003D5D4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3" w:name="_Toc141791715"/>
      <w:bookmarkEnd w:id="3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4" w:name="_Toc141791717"/>
      <w:bookmarkEnd w:id="4"/>
      <w:r w:rsidRPr="003D5D4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5" w:name="_Toc141791718"/>
      <w:bookmarkEnd w:id="5"/>
      <w:r w:rsidRPr="003D5D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9"/>
      <w:bookmarkEnd w:id="6"/>
      <w:r w:rsidRPr="003D5D4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7" w:name="_Toc141791720"/>
      <w:bookmarkEnd w:id="7"/>
      <w:r w:rsidRPr="003D5D4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8" w:name="_Toc141791721"/>
      <w:bookmarkEnd w:id="8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D5D44">
        <w:rPr>
          <w:rFonts w:ascii="Times New Roman" w:hAnsi="Times New Roman"/>
          <w:color w:val="000000"/>
          <w:sz w:val="28"/>
          <w:lang w:val="ru-RU"/>
        </w:rPr>
        <w:t>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9" w:name="_Toc141791723"/>
      <w:bookmarkEnd w:id="9"/>
      <w:r w:rsidRPr="003D5D4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D5D44">
        <w:rPr>
          <w:rFonts w:ascii="Times New Roman" w:hAnsi="Times New Roman"/>
          <w:color w:val="000000"/>
          <w:sz w:val="28"/>
          <w:lang w:val="ru-RU"/>
        </w:rPr>
        <w:t>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4"/>
      <w:bookmarkEnd w:id="10"/>
      <w:r w:rsidRPr="003D5D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D5D44">
        <w:rPr>
          <w:rFonts w:ascii="Times New Roman" w:hAnsi="Times New Roman"/>
          <w:color w:val="000000"/>
          <w:sz w:val="28"/>
          <w:lang w:val="ru-RU"/>
        </w:rPr>
        <w:t>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5"/>
      <w:bookmarkEnd w:id="11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7"/>
      <w:bookmarkEnd w:id="12"/>
      <w:r w:rsidRPr="003D5D4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8"/>
      <w:bookmarkEnd w:id="13"/>
      <w:r w:rsidRPr="003D5D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9"/>
      <w:bookmarkEnd w:id="14"/>
      <w:r w:rsidRPr="003D5D4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30"/>
      <w:bookmarkEnd w:id="15"/>
      <w:r w:rsidRPr="003D5D4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3"/>
      <w:bookmarkEnd w:id="16"/>
      <w:r w:rsidRPr="003D5D4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4"/>
      <w:bookmarkEnd w:id="17"/>
      <w:r w:rsidRPr="003D5D4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5"/>
      <w:bookmarkEnd w:id="18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7"/>
      <w:bookmarkEnd w:id="19"/>
      <w:r w:rsidRPr="003D5D4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8"/>
      <w:bookmarkEnd w:id="20"/>
      <w:r w:rsidRPr="003D5D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9"/>
      <w:bookmarkEnd w:id="21"/>
      <w:r w:rsidRPr="003D5D4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40"/>
      <w:bookmarkEnd w:id="22"/>
      <w:r w:rsidRPr="003D5D4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1"/>
      <w:bookmarkEnd w:id="23"/>
      <w:r w:rsidRPr="003D5D4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4"/>
      <w:bookmarkEnd w:id="24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6"/>
      <w:bookmarkEnd w:id="25"/>
      <w:r w:rsidRPr="003D5D4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8066A" w:rsidRPr="003D5D44" w:rsidRDefault="0028066A">
      <w:pPr>
        <w:rPr>
          <w:lang w:val="ru-RU"/>
        </w:rPr>
        <w:sectPr w:rsidR="0028066A" w:rsidRPr="003D5D44">
          <w:pgSz w:w="11906" w:h="16383"/>
          <w:pgMar w:top="1134" w:right="850" w:bottom="1134" w:left="1701" w:header="720" w:footer="720" w:gutter="0"/>
          <w:cols w:space="720"/>
        </w:sect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6" w:name="block-21304186"/>
      <w:bookmarkEnd w:id="26"/>
      <w:r w:rsidRPr="003D5D4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9"/>
      <w:bookmarkEnd w:id="27"/>
      <w:r w:rsidRPr="003D5D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50"/>
      <w:bookmarkEnd w:id="28"/>
      <w:r w:rsidRPr="003D5D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1"/>
      <w:bookmarkEnd w:id="29"/>
      <w:r w:rsidRPr="003D5D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D5D44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D5D4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D5D4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D5D4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D5D44">
        <w:rPr>
          <w:rFonts w:ascii="Times New Roman" w:hAnsi="Times New Roman"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D5D4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  <w:r w:rsidRPr="003D5D4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28066A" w:rsidRPr="003D5D44" w:rsidRDefault="0028066A">
      <w:pPr>
        <w:spacing w:after="0" w:line="264" w:lineRule="auto"/>
        <w:ind w:left="120"/>
        <w:jc w:val="both"/>
        <w:rPr>
          <w:lang w:val="ru-RU"/>
        </w:rPr>
      </w:pP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D44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D5D4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8066A" w:rsidRPr="003D5D44" w:rsidRDefault="0028066A">
      <w:pPr>
        <w:spacing w:after="0" w:line="264" w:lineRule="auto"/>
        <w:ind w:firstLine="600"/>
        <w:jc w:val="both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8066A" w:rsidRPr="003D5D44" w:rsidRDefault="0028066A">
      <w:pPr>
        <w:rPr>
          <w:lang w:val="ru-RU"/>
        </w:rPr>
        <w:sectPr w:rsidR="0028066A" w:rsidRPr="003D5D44">
          <w:pgSz w:w="11906" w:h="16383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0" w:name="block-21304187"/>
      <w:bookmarkEnd w:id="30"/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"/>
        <w:gridCol w:w="4882"/>
        <w:gridCol w:w="1406"/>
        <w:gridCol w:w="1841"/>
        <w:gridCol w:w="1910"/>
        <w:gridCol w:w="2416"/>
      </w:tblGrid>
      <w:tr w:rsidR="0028066A" w:rsidRPr="00BD23A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675C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 w:rsidP="003D5D4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Ind w:w="-7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77"/>
        <w:gridCol w:w="5185"/>
        <w:gridCol w:w="1535"/>
        <w:gridCol w:w="1841"/>
        <w:gridCol w:w="1910"/>
        <w:gridCol w:w="2646"/>
      </w:tblGrid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5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51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4394" w:type="dxa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4394" w:type="dxa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4394" w:type="dxa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4394" w:type="dxa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 w:rsidTr="003D5D44">
        <w:trPr>
          <w:trHeight w:val="144"/>
          <w:tblCellSpacing w:w="20" w:type="nil"/>
        </w:trPr>
        <w:tc>
          <w:tcPr>
            <w:tcW w:w="6462" w:type="dxa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</w:t>
            </w:r>
            <w:bookmarkStart w:id="31" w:name="_GoBack"/>
            <w:bookmarkEnd w:id="31"/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2" w:name="block-21304190"/>
      <w:bookmarkEnd w:id="3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455"/>
        <w:gridCol w:w="1841"/>
        <w:gridCol w:w="1910"/>
        <w:gridCol w:w="2503"/>
      </w:tblGrid>
      <w:tr w:rsidR="0028066A" w:rsidRPr="00BD23A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3" w:name="block-21304191"/>
      <w:bookmarkEnd w:id="3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"/>
        <w:gridCol w:w="4931"/>
        <w:gridCol w:w="1428"/>
        <w:gridCol w:w="1841"/>
        <w:gridCol w:w="1910"/>
        <w:gridCol w:w="2456"/>
      </w:tblGrid>
      <w:tr w:rsidR="0028066A" w:rsidRPr="00BD23A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4" w:name="block-21304193"/>
      <w:bookmarkEnd w:id="3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1"/>
        <w:gridCol w:w="1509"/>
        <w:gridCol w:w="1841"/>
        <w:gridCol w:w="1910"/>
        <w:gridCol w:w="2599"/>
      </w:tblGrid>
      <w:tr w:rsidR="0028066A" w:rsidRPr="00BD23A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5" w:name="block-21304192"/>
      <w:bookmarkEnd w:id="3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402"/>
        <w:gridCol w:w="1841"/>
        <w:gridCol w:w="1910"/>
        <w:gridCol w:w="2408"/>
      </w:tblGrid>
      <w:tr w:rsidR="0028066A" w:rsidRPr="00BD23A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6" w:name="block-21304183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50"/>
        <w:gridCol w:w="4861"/>
        <w:gridCol w:w="1482"/>
        <w:gridCol w:w="1841"/>
        <w:gridCol w:w="1910"/>
        <w:gridCol w:w="2551"/>
      </w:tblGrid>
      <w:tr w:rsidR="0028066A" w:rsidRPr="00BD23A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7" w:name="block-21304195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442"/>
        <w:gridCol w:w="1841"/>
        <w:gridCol w:w="1910"/>
        <w:gridCol w:w="2480"/>
      </w:tblGrid>
      <w:tr w:rsidR="0028066A" w:rsidRPr="00BD23A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8" w:name="block-21304196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442"/>
        <w:gridCol w:w="1841"/>
        <w:gridCol w:w="1910"/>
        <w:gridCol w:w="2480"/>
      </w:tblGrid>
      <w:tr w:rsidR="0028066A" w:rsidRPr="00BD23A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39" w:name="block-21304189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1"/>
        <w:gridCol w:w="4765"/>
        <w:gridCol w:w="1269"/>
        <w:gridCol w:w="1841"/>
        <w:gridCol w:w="1910"/>
        <w:gridCol w:w="1288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0" w:name="block-21304197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1" w:name="block-21304194"/>
      <w:bookmarkEnd w:id="4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188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2" w:name="block-21304198"/>
      <w:bookmarkEnd w:id="4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7"/>
        <w:gridCol w:w="4803"/>
        <w:gridCol w:w="1301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3" w:name="block-21304199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188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4" w:name="block-21304200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5" w:name="block-21304201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28066A" w:rsidRDefault="00280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6" w:name="block-21304203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28066A" w:rsidRPr="00BD23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6A" w:rsidRPr="00BD23A3" w:rsidRDefault="0028066A"/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</w:pPr>
          </w:p>
        </w:tc>
      </w:tr>
      <w:tr w:rsidR="0028066A" w:rsidRPr="00BD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rPr>
                <w:lang w:val="ru-RU"/>
              </w:rPr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>
            <w:pPr>
              <w:spacing w:after="0"/>
              <w:ind w:left="135"/>
              <w:jc w:val="center"/>
            </w:pPr>
            <w:r w:rsidRPr="00BD23A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6A" w:rsidRPr="00BD23A3" w:rsidRDefault="0028066A"/>
        </w:tc>
      </w:tr>
    </w:tbl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ectPr w:rsidR="00280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66A" w:rsidRDefault="0028066A">
      <w:pPr>
        <w:spacing w:after="0"/>
        <w:ind w:left="120"/>
      </w:pPr>
      <w:bookmarkStart w:id="47" w:name="block-21304202"/>
      <w:bookmarkEnd w:id="4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8066A" w:rsidRDefault="002806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066A" w:rsidRPr="003D5D44" w:rsidRDefault="0028066A">
      <w:pPr>
        <w:spacing w:after="0" w:line="480" w:lineRule="auto"/>
        <w:ind w:left="120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​‌</w:t>
      </w:r>
      <w:bookmarkStart w:id="48" w:name="d2b9d9b0-d347-41b0-b449-60da5db8c7f8"/>
      <w:bookmarkEnd w:id="48"/>
      <w:r w:rsidRPr="003D5D44">
        <w:rPr>
          <w:rFonts w:ascii="Times New Roman" w:hAnsi="Times New Roman"/>
          <w:color w:val="000000"/>
          <w:sz w:val="28"/>
          <w:lang w:val="ru-RU"/>
        </w:rPr>
        <w:t>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«Просвещение»‌​</w:t>
      </w:r>
    </w:p>
    <w:p w:rsidR="0028066A" w:rsidRPr="003D5D44" w:rsidRDefault="0028066A">
      <w:pPr>
        <w:spacing w:after="0" w:line="480" w:lineRule="auto"/>
        <w:ind w:left="120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8066A" w:rsidRPr="003D5D44" w:rsidRDefault="0028066A">
      <w:pPr>
        <w:spacing w:after="0"/>
        <w:ind w:left="120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​</w:t>
      </w:r>
    </w:p>
    <w:p w:rsidR="0028066A" w:rsidRPr="003D5D44" w:rsidRDefault="0028066A">
      <w:pPr>
        <w:spacing w:after="0" w:line="480" w:lineRule="auto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066A" w:rsidRPr="003D5D44" w:rsidRDefault="0028066A">
      <w:pPr>
        <w:spacing w:after="0" w:line="480" w:lineRule="auto"/>
        <w:ind w:left="120"/>
        <w:rPr>
          <w:lang w:val="ru-RU"/>
        </w:rPr>
      </w:pPr>
      <w:r w:rsidRPr="003D5D4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8066A" w:rsidRPr="003D5D44" w:rsidRDefault="0028066A">
      <w:pPr>
        <w:spacing w:after="0"/>
        <w:ind w:left="120"/>
        <w:rPr>
          <w:lang w:val="ru-RU"/>
        </w:rPr>
      </w:pPr>
    </w:p>
    <w:p w:rsidR="0028066A" w:rsidRPr="003D5D44" w:rsidRDefault="0028066A">
      <w:pPr>
        <w:spacing w:after="0" w:line="480" w:lineRule="auto"/>
        <w:ind w:left="120"/>
        <w:rPr>
          <w:lang w:val="ru-RU"/>
        </w:rPr>
      </w:pPr>
      <w:r w:rsidRPr="003D5D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066A" w:rsidRDefault="002806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8066A" w:rsidRDefault="0028066A">
      <w:pPr>
        <w:sectPr w:rsidR="0028066A">
          <w:pgSz w:w="11906" w:h="16383"/>
          <w:pgMar w:top="1134" w:right="850" w:bottom="1134" w:left="1701" w:header="720" w:footer="720" w:gutter="0"/>
          <w:cols w:space="720"/>
        </w:sectPr>
      </w:pPr>
    </w:p>
    <w:p w:rsidR="0028066A" w:rsidRDefault="0028066A"/>
    <w:sectPr w:rsidR="0028066A" w:rsidSect="006470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F2A"/>
    <w:rsid w:val="000D4161"/>
    <w:rsid w:val="000E6D86"/>
    <w:rsid w:val="00133BF5"/>
    <w:rsid w:val="001344D6"/>
    <w:rsid w:val="001F3252"/>
    <w:rsid w:val="0028066A"/>
    <w:rsid w:val="002F1FF1"/>
    <w:rsid w:val="003D5D44"/>
    <w:rsid w:val="004E6975"/>
    <w:rsid w:val="00535FAF"/>
    <w:rsid w:val="00647070"/>
    <w:rsid w:val="00675CB0"/>
    <w:rsid w:val="0086502D"/>
    <w:rsid w:val="00BD23A3"/>
    <w:rsid w:val="00BD6EEA"/>
    <w:rsid w:val="00C53FFE"/>
    <w:rsid w:val="00CC3F2A"/>
    <w:rsid w:val="00E4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639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6639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6639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639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6639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6639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6639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46639"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6639"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rsid w:val="00E46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639"/>
    <w:rPr>
      <w:rFonts w:cs="Times New Roman"/>
    </w:rPr>
  </w:style>
  <w:style w:type="paragraph" w:styleId="NormalIndent">
    <w:name w:val="Normal Indent"/>
    <w:basedOn w:val="Normal"/>
    <w:uiPriority w:val="99"/>
    <w:rsid w:val="00E4663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E46639"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46639"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46639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46639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E46639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64707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64707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E46639"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113</Pages>
  <Words>15678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2023-09-19T19:30:00Z</dcterms:created>
  <dcterms:modified xsi:type="dcterms:W3CDTF">2023-10-18T04:54:00Z</dcterms:modified>
</cp:coreProperties>
</file>